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584BB2">
        <w:trPr>
          <w:trHeight w:hRule="exact" w:val="2835"/>
        </w:trPr>
        <w:tc>
          <w:tcPr>
            <w:tcW w:w="9640" w:type="dxa"/>
            <w:gridSpan w:val="2"/>
          </w:tcPr>
          <w:p w:rsidR="00584BB2" w:rsidRDefault="00584BB2" w:rsidP="005C3ADA">
            <w:pPr>
              <w:pStyle w:val="Nzev"/>
            </w:pPr>
            <w:bookmarkStart w:id="0" w:name="_GoBack"/>
            <w:bookmarkEnd w:id="0"/>
          </w:p>
        </w:tc>
      </w:tr>
      <w:tr w:rsidR="00584BB2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584BB2" w:rsidRDefault="00E5685E" w:rsidP="002E458D">
            <w:pPr>
              <w:pStyle w:val="Thesistitle"/>
            </w:pPr>
            <w:r>
              <w:fldChar w:fldCharType="begin">
                <w:ffData>
                  <w:name w:val="Title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1" w:name="Title"/>
            <w:r w:rsidR="0077729B">
              <w:instrText xml:space="preserve"> FORMTEXT </w:instrText>
            </w:r>
            <w:r>
              <w:fldChar w:fldCharType="separate"/>
            </w:r>
            <w:r w:rsidR="0077729B">
              <w:rPr>
                <w:noProof/>
              </w:rPr>
              <w:t>Thesis title (max. 2 lines)</w:t>
            </w:r>
            <w:r>
              <w:fldChar w:fldCharType="end"/>
            </w:r>
            <w:bookmarkEnd w:id="1"/>
          </w:p>
        </w:tc>
      </w:tr>
      <w:tr w:rsidR="00584BB2">
        <w:trPr>
          <w:trHeight w:hRule="exact" w:val="567"/>
        </w:trPr>
        <w:tc>
          <w:tcPr>
            <w:tcW w:w="9640" w:type="dxa"/>
            <w:gridSpan w:val="2"/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84BB2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584BB2" w:rsidRDefault="00E5685E" w:rsidP="002E458D">
            <w:pPr>
              <w:pStyle w:val="DegreeFirstnameSurname"/>
            </w:pPr>
            <w:r>
              <w:fldChar w:fldCharType="begin">
                <w:ffData>
                  <w:name w:val="Name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2" w:name="Name"/>
            <w:r w:rsidR="00D52A29">
              <w:instrText xml:space="preserve"> FORMTEXT </w:instrText>
            </w:r>
            <w:r>
              <w:fldChar w:fldCharType="separate"/>
            </w:r>
            <w:r w:rsidR="00D52A29">
              <w:rPr>
                <w:noProof/>
              </w:rPr>
              <w:t>Degree First name Surname</w:t>
            </w:r>
            <w:r>
              <w:fldChar w:fldCharType="end"/>
            </w:r>
            <w:bookmarkEnd w:id="2"/>
          </w:p>
        </w:tc>
      </w:tr>
      <w:tr w:rsidR="00584BB2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84BB2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84BB2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584BB2" w:rsidRDefault="00E5685E" w:rsidP="002E458D">
            <w:pPr>
              <w:pStyle w:val="Thesis-and-year"/>
            </w:pPr>
            <w:r>
              <w:fldChar w:fldCharType="begin">
                <w:ffData>
                  <w:name w:val="Thesis"/>
                  <w:enabled/>
                  <w:calcOnExit w:val="0"/>
                  <w:statusText w:type="text" w:val="Zvolte typ práce."/>
                  <w:ddList>
                    <w:listEntry w:val="Bachelor's thesis"/>
                    <w:listEntry w:val="Master's thesis"/>
                  </w:ddList>
                </w:ffData>
              </w:fldChar>
            </w:r>
            <w:bookmarkStart w:id="3" w:name="Thesis"/>
            <w:r w:rsidR="00391609">
              <w:instrText xml:space="preserve"> FORMDROPDOWN </w:instrText>
            </w:r>
            <w:r w:rsidR="00B93CF7">
              <w:fldChar w:fldCharType="separate"/>
            </w:r>
            <w:r>
              <w:fldChar w:fldCharType="end"/>
            </w:r>
            <w:bookmarkEnd w:id="3"/>
          </w:p>
          <w:p w:rsidR="00584BB2" w:rsidRDefault="00E5685E" w:rsidP="002E458D">
            <w:pPr>
              <w:pStyle w:val="Thesis-and-year"/>
            </w:pPr>
            <w:r>
              <w:fldChar w:fldCharType="begin">
                <w:ffData>
                  <w:name w:val="Year"/>
                  <w:enabled/>
                  <w:calcOnExit w:val="0"/>
                  <w:textInput>
                    <w:default w:val="20xx"/>
                  </w:textInput>
                </w:ffData>
              </w:fldChar>
            </w:r>
            <w:bookmarkStart w:id="4" w:name="Year"/>
            <w:r w:rsidR="00391609">
              <w:instrText xml:space="preserve"> FORMTEXT </w:instrText>
            </w:r>
            <w:r>
              <w:fldChar w:fldCharType="separate"/>
            </w:r>
            <w:r w:rsidR="00391609">
              <w:rPr>
                <w:noProof/>
              </w:rPr>
              <w:t>20xx</w:t>
            </w:r>
            <w:r>
              <w:fldChar w:fldCharType="end"/>
            </w:r>
            <w:bookmarkEnd w:id="4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584BB2" w:rsidRDefault="00D52A29" w:rsidP="005E49E6">
            <w:pPr>
              <w:pStyle w:val="Facultylogo"/>
            </w:pPr>
            <w:r>
              <w:rPr>
                <w:noProof/>
                <w:lang w:val="cs-CZ"/>
              </w:rPr>
              <w:drawing>
                <wp:inline distT="0" distB="0" distL="0" distR="0">
                  <wp:extent cx="2800350" cy="495300"/>
                  <wp:effectExtent l="19050" t="0" r="0" b="0"/>
                  <wp:docPr id="1" name="obrázek 1" descr="f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035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4BB2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584BB2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584BB2" w:rsidRDefault="00584BB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584BB2" w:rsidRDefault="00584BB2">
      <w:pPr>
        <w:sectPr w:rsidR="00584BB2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584BB2" w:rsidRDefault="00584BB2">
      <w:r>
        <w:br w:type="page"/>
      </w:r>
      <w:r>
        <w:lastRenderedPageBreak/>
        <w:t>***</w:t>
      </w:r>
      <w:r w:rsidR="00D52A29">
        <w:t>S</w:t>
      </w:r>
      <w:r w:rsidR="0077729B">
        <w:t>canned submission page 1</w:t>
      </w:r>
      <w:r>
        <w:t>***</w:t>
      </w:r>
    </w:p>
    <w:p w:rsidR="00584BB2" w:rsidRDefault="00584BB2">
      <w:r>
        <w:br w:type="page"/>
      </w:r>
      <w:r>
        <w:lastRenderedPageBreak/>
        <w:t>***</w:t>
      </w:r>
      <w:r w:rsidR="00D52A29">
        <w:t>S</w:t>
      </w:r>
      <w:r w:rsidR="0077729B">
        <w:t>canned submission page 2</w:t>
      </w:r>
      <w:r>
        <w:t>***</w:t>
      </w:r>
    </w:p>
    <w:p w:rsidR="003E3B83" w:rsidRDefault="003E3B83">
      <w:r>
        <w:br w:type="page"/>
      </w:r>
      <w:r w:rsidRPr="003E3B83">
        <w:lastRenderedPageBreak/>
        <w:t>***</w:t>
      </w:r>
      <w:r w:rsidR="00D52A29">
        <w:t>S</w:t>
      </w:r>
      <w:r w:rsidRPr="003E3B83">
        <w:t>canned Thesis Author</w:t>
      </w:r>
      <w:r w:rsidR="00D52A29">
        <w:t>’s</w:t>
      </w:r>
      <w:r w:rsidRPr="003E3B83">
        <w:t xml:space="preserve"> Statement***</w:t>
      </w:r>
    </w:p>
    <w:p w:rsidR="00584BB2" w:rsidRDefault="00584BB2">
      <w:pPr>
        <w:pStyle w:val="Nzev"/>
      </w:pPr>
      <w:bookmarkStart w:id="5" w:name="_Toc37577728"/>
      <w:r>
        <w:lastRenderedPageBreak/>
        <w:t>ABSTRAKT</w:t>
      </w:r>
      <w:bookmarkEnd w:id="5"/>
    </w:p>
    <w:p w:rsidR="00584BB2" w:rsidRDefault="0077729B">
      <w:r>
        <w:t>Czech abstract</w:t>
      </w:r>
    </w:p>
    <w:p w:rsidR="00584BB2" w:rsidRDefault="00584BB2"/>
    <w:p w:rsidR="00584BB2" w:rsidRDefault="00584BB2">
      <w:pPr>
        <w:rPr>
          <w:rStyle w:val="Temporarynotes"/>
        </w:rPr>
      </w:pPr>
      <w:r>
        <w:t xml:space="preserve">Klíčová slova: </w:t>
      </w:r>
    </w:p>
    <w:p w:rsidR="00584BB2" w:rsidRDefault="00584BB2"/>
    <w:p w:rsidR="00584BB2" w:rsidRDefault="00584BB2"/>
    <w:p w:rsidR="00584BB2" w:rsidRDefault="00584BB2"/>
    <w:p w:rsidR="00584BB2" w:rsidRDefault="00584BB2">
      <w:pPr>
        <w:pStyle w:val="Nzev"/>
        <w:pageBreakBefore w:val="0"/>
      </w:pPr>
      <w:r>
        <w:t>ABSTRACT</w:t>
      </w:r>
    </w:p>
    <w:p w:rsidR="00584BB2" w:rsidRDefault="0077729B">
      <w:r>
        <w:t>English abstract</w:t>
      </w:r>
    </w:p>
    <w:p w:rsidR="00584BB2" w:rsidRDefault="00584BB2"/>
    <w:p w:rsidR="00584BB2" w:rsidRDefault="00584BB2">
      <w:pPr>
        <w:rPr>
          <w:rStyle w:val="NzevChar"/>
        </w:rPr>
      </w:pPr>
      <w:r>
        <w:t>Keywords:</w:t>
      </w:r>
      <w:r>
        <w:br w:type="page"/>
      </w:r>
      <w:r w:rsidR="0077729B" w:rsidRPr="002E458D">
        <w:rPr>
          <w:rStyle w:val="NzevChar"/>
        </w:rPr>
        <w:lastRenderedPageBreak/>
        <w:t>Acknowledgements</w:t>
      </w:r>
    </w:p>
    <w:p w:rsidR="00D544E0" w:rsidRDefault="00D544E0" w:rsidP="00D544E0">
      <w:r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0901B1" w:rsidRDefault="00D544E0" w:rsidP="00D544E0">
      <w:r>
        <w:t>I hereby declare that the print version of my Bachelor's/Master's thesis and the electronic version of my thesis deposited in the IS/STAG system are identical.</w:t>
      </w:r>
    </w:p>
    <w:p w:rsidR="00584BB2" w:rsidRDefault="0077729B">
      <w:pPr>
        <w:pStyle w:val="Contents"/>
        <w:pageBreakBefore/>
      </w:pPr>
      <w:r>
        <w:lastRenderedPageBreak/>
        <w:t>Contents</w:t>
      </w:r>
    </w:p>
    <w:p w:rsidR="002D5F63" w:rsidRDefault="00E5685E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r>
        <w:rPr>
          <w:bCs/>
          <w:szCs w:val="36"/>
        </w:rPr>
        <w:fldChar w:fldCharType="begin"/>
      </w:r>
      <w:r w:rsidR="0047109A">
        <w:rPr>
          <w:bCs/>
          <w:szCs w:val="36"/>
        </w:rPr>
        <w:instrText xml:space="preserve"> TOC \h \z \t "Heading 1;2;Heading 2;3;Heading 3;4;Title Included in contents;2;Thesis part;1" </w:instrText>
      </w:r>
      <w:r>
        <w:rPr>
          <w:bCs/>
          <w:szCs w:val="36"/>
        </w:rPr>
        <w:fldChar w:fldCharType="separate"/>
      </w:r>
      <w:hyperlink w:anchor="_Toc385245088" w:history="1">
        <w:r w:rsidR="002D5F63" w:rsidRPr="006F3E43">
          <w:rPr>
            <w:rStyle w:val="Hypertextovodkaz"/>
          </w:rPr>
          <w:t>introduction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_Toc385245088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cs-CZ"/>
        </w:rPr>
      </w:pPr>
      <w:hyperlink w:anchor="_Toc385245089" w:history="1">
        <w:r w:rsidR="002D5F63" w:rsidRPr="006F3E43">
          <w:rPr>
            <w:rStyle w:val="Hypertextovodkaz"/>
          </w:rPr>
          <w:t>theory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_Toc385245089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cs-CZ"/>
        </w:rPr>
      </w:pPr>
      <w:hyperlink w:anchor="_Toc385245090" w:history="1">
        <w:r w:rsidR="002D5F63" w:rsidRPr="006F3E43">
          <w:rPr>
            <w:rStyle w:val="Hypertextovodkaz"/>
          </w:rPr>
          <w:t>analysis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_Toc385245090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1" w:history="1">
        <w:r w:rsidR="002D5F63" w:rsidRPr="006F3E43">
          <w:rPr>
            <w:rStyle w:val="Hypertextovodkaz"/>
          </w:rPr>
          <w:t>Conclusion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_Toc385245091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2" w:history="1">
        <w:r w:rsidR="002D5F63" w:rsidRPr="006F3E43">
          <w:rPr>
            <w:rStyle w:val="Hypertextovodkaz"/>
          </w:rPr>
          <w:t>bibliography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_Toc385245092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3" w:history="1">
        <w:r w:rsidR="002D5F63" w:rsidRPr="006F3E43">
          <w:rPr>
            <w:rStyle w:val="Hypertextovodkaz"/>
          </w:rPr>
          <w:t>List of abbreviations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_Toc385245093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4" w:history="1">
        <w:r w:rsidR="002D5F63" w:rsidRPr="006F3E43">
          <w:rPr>
            <w:rStyle w:val="Hypertextovodkaz"/>
          </w:rPr>
          <w:t>list of figures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_Toc385245094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5" w:history="1">
        <w:r w:rsidR="002D5F63" w:rsidRPr="006F3E43">
          <w:rPr>
            <w:rStyle w:val="Hypertextovodkaz"/>
          </w:rPr>
          <w:t>list of tables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_Toc385245095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2D5F63" w:rsidRDefault="00B93CF7">
      <w:pPr>
        <w:pStyle w:val="Obsah2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cs-CZ"/>
        </w:rPr>
      </w:pPr>
      <w:hyperlink w:anchor="_Toc385245096" w:history="1">
        <w:r w:rsidR="002D5F63" w:rsidRPr="006F3E43">
          <w:rPr>
            <w:rStyle w:val="Hypertextovodkaz"/>
          </w:rPr>
          <w:t>appendices</w:t>
        </w:r>
        <w:r w:rsidR="002D5F63">
          <w:rPr>
            <w:webHidden/>
          </w:rPr>
          <w:tab/>
        </w:r>
        <w:r w:rsidR="002D5F63">
          <w:rPr>
            <w:webHidden/>
          </w:rPr>
          <w:fldChar w:fldCharType="begin"/>
        </w:r>
        <w:r w:rsidR="002D5F63">
          <w:rPr>
            <w:webHidden/>
          </w:rPr>
          <w:instrText xml:space="preserve"> PAGEREF _Toc385245096 \h </w:instrText>
        </w:r>
        <w:r w:rsidR="002D5F63">
          <w:rPr>
            <w:webHidden/>
          </w:rPr>
        </w:r>
        <w:r w:rsidR="002D5F63">
          <w:rPr>
            <w:webHidden/>
          </w:rPr>
          <w:fldChar w:fldCharType="separate"/>
        </w:r>
        <w:r w:rsidR="002C61F2">
          <w:rPr>
            <w:webHidden/>
          </w:rPr>
          <w:t>6</w:t>
        </w:r>
        <w:r w:rsidR="002D5F63">
          <w:rPr>
            <w:webHidden/>
          </w:rPr>
          <w:fldChar w:fldCharType="end"/>
        </w:r>
      </w:hyperlink>
    </w:p>
    <w:p w:rsidR="00584BB2" w:rsidRDefault="00E5685E">
      <w:pPr>
        <w:pStyle w:val="Obsah2"/>
        <w:sectPr w:rsidR="00584BB2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584BB2" w:rsidRDefault="0077729B" w:rsidP="00665218">
      <w:pPr>
        <w:pStyle w:val="TitleIncludedincontents"/>
      </w:pPr>
      <w:bookmarkStart w:id="6" w:name="_Toc385245088"/>
      <w:r>
        <w:lastRenderedPageBreak/>
        <w:t>introduction</w:t>
      </w:r>
      <w:bookmarkEnd w:id="6"/>
    </w:p>
    <w:p w:rsidR="00584BB2" w:rsidRDefault="0090416E">
      <w:pPr>
        <w:rPr>
          <w:rStyle w:val="Temporarynotes"/>
        </w:rPr>
      </w:pPr>
      <w:r>
        <w:t>T</w:t>
      </w:r>
      <w:r w:rsidR="008A394B">
        <w:t>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0"/>
        <w:gridCol w:w="5938"/>
      </w:tblGrid>
      <w:tr w:rsidR="00584BB2">
        <w:tc>
          <w:tcPr>
            <w:tcW w:w="2905" w:type="dxa"/>
          </w:tcPr>
          <w:p w:rsidR="00584BB2" w:rsidRDefault="00584BB2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584BB2" w:rsidRDefault="0077729B" w:rsidP="0015469A">
            <w:pPr>
              <w:pStyle w:val="Thesispart"/>
            </w:pPr>
            <w:bookmarkStart w:id="7" w:name="_Toc385245089"/>
            <w:r>
              <w:t>theory</w:t>
            </w:r>
            <w:bookmarkEnd w:id="7"/>
          </w:p>
        </w:tc>
      </w:tr>
    </w:tbl>
    <w:p w:rsidR="00584BB2" w:rsidRDefault="00584BB2"/>
    <w:p w:rsidR="00584BB2" w:rsidRPr="00104960" w:rsidRDefault="00772CDF" w:rsidP="00104960">
      <w:pPr>
        <w:pStyle w:val="Nadpis1"/>
      </w:pPr>
      <w:bookmarkStart w:id="8" w:name="_Toc107634143"/>
      <w:bookmarkStart w:id="9" w:name="_Toc107635178"/>
      <w:bookmarkStart w:id="10" w:name="_Toc107635218"/>
      <w:bookmarkStart w:id="11" w:name="_Toc107635235"/>
      <w:r>
        <w:lastRenderedPageBreak/>
        <w:t>heading</w:t>
      </w:r>
    </w:p>
    <w:p w:rsidR="00584BB2" w:rsidRDefault="002D5F63">
      <w:r>
        <w:t>Te</w:t>
      </w:r>
      <w:r w:rsidR="008A394B">
        <w:t>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3"/>
      </w:pPr>
      <w:r>
        <w:t>Sub</w:t>
      </w:r>
      <w:r w:rsidR="0090416E">
        <w:t>-</w:t>
      </w:r>
      <w:r>
        <w:t>subheading</w:t>
      </w:r>
    </w:p>
    <w:p w:rsidR="00111512" w:rsidRDefault="0090416E" w:rsidP="00111512">
      <w:r>
        <w:t>T</w:t>
      </w:r>
      <w:r w:rsidR="008A394B">
        <w:t>ext</w:t>
      </w:r>
    </w:p>
    <w:p w:rsidR="00111512" w:rsidRPr="00111512" w:rsidRDefault="00111512" w:rsidP="00111512"/>
    <w:bookmarkEnd w:id="8"/>
    <w:bookmarkEnd w:id="9"/>
    <w:bookmarkEnd w:id="10"/>
    <w:bookmarkEnd w:id="11"/>
    <w:p w:rsidR="00584BB2" w:rsidRDefault="0077729B" w:rsidP="00104960">
      <w:pPr>
        <w:pStyle w:val="Nadpis1"/>
      </w:pPr>
      <w:r>
        <w:lastRenderedPageBreak/>
        <w:t>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3"/>
      </w:pPr>
      <w:bookmarkStart w:id="12" w:name="_Toc107634150"/>
      <w:bookmarkStart w:id="13" w:name="_Toc107635185"/>
      <w:bookmarkStart w:id="14" w:name="_Toc107635225"/>
      <w:bookmarkStart w:id="15" w:name="_Toc107635242"/>
      <w:bookmarkStart w:id="16" w:name="_Toc107986423"/>
      <w:bookmarkStart w:id="17" w:name="_Toc107634149"/>
      <w:bookmarkStart w:id="18" w:name="_Toc107635184"/>
      <w:bookmarkStart w:id="19" w:name="_Toc107635224"/>
      <w:bookmarkStart w:id="20" w:name="_Toc107635241"/>
      <w:r>
        <w:t>Sub</w:t>
      </w:r>
      <w:r w:rsidR="0090416E">
        <w:t>-</w:t>
      </w:r>
      <w:r>
        <w:t>subheading</w:t>
      </w:r>
    </w:p>
    <w:p w:rsidR="00111512" w:rsidRDefault="0090416E" w:rsidP="00111512">
      <w:r>
        <w:t>T</w:t>
      </w:r>
      <w:r w:rsidR="008A394B">
        <w:t>ext</w:t>
      </w:r>
    </w:p>
    <w:p w:rsidR="00111512" w:rsidRPr="00111512" w:rsidRDefault="00111512" w:rsidP="00111512"/>
    <w:bookmarkEnd w:id="12"/>
    <w:bookmarkEnd w:id="13"/>
    <w:bookmarkEnd w:id="14"/>
    <w:bookmarkEnd w:id="15"/>
    <w:bookmarkEnd w:id="16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584BB2">
        <w:tc>
          <w:tcPr>
            <w:tcW w:w="2480" w:type="dxa"/>
          </w:tcPr>
          <w:p w:rsidR="00584BB2" w:rsidRDefault="00584BB2">
            <w:pPr>
              <w:pStyle w:val="st-slice"/>
            </w:pPr>
          </w:p>
        </w:tc>
        <w:tc>
          <w:tcPr>
            <w:tcW w:w="6307" w:type="dxa"/>
          </w:tcPr>
          <w:p w:rsidR="00584BB2" w:rsidRDefault="0077729B" w:rsidP="0015469A">
            <w:pPr>
              <w:pStyle w:val="Thesispart"/>
            </w:pPr>
            <w:bookmarkStart w:id="21" w:name="_Toc385245090"/>
            <w:r>
              <w:t>analysis</w:t>
            </w:r>
            <w:bookmarkEnd w:id="21"/>
          </w:p>
        </w:tc>
      </w:tr>
    </w:tbl>
    <w:bookmarkEnd w:id="17"/>
    <w:bookmarkEnd w:id="18"/>
    <w:bookmarkEnd w:id="19"/>
    <w:bookmarkEnd w:id="20"/>
    <w:p w:rsidR="00584BB2" w:rsidRDefault="0077729B" w:rsidP="00104960">
      <w:pPr>
        <w:pStyle w:val="Nadpis1"/>
      </w:pPr>
      <w:r>
        <w:lastRenderedPageBreak/>
        <w:t>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 w:rsidP="00104960">
      <w:pPr>
        <w:pStyle w:val="Nadpis1"/>
      </w:pPr>
      <w:r>
        <w:lastRenderedPageBreak/>
        <w:t>heading</w:t>
      </w:r>
    </w:p>
    <w:p w:rsidR="00584BB2" w:rsidRDefault="0090416E">
      <w:r>
        <w:t>T</w:t>
      </w:r>
      <w:r w:rsidR="008A394B">
        <w:t>ext</w:t>
      </w:r>
    </w:p>
    <w:p w:rsidR="00584BB2" w:rsidRDefault="0077729B">
      <w:pPr>
        <w:pStyle w:val="Nadpis2"/>
      </w:pPr>
      <w:r>
        <w:t>Subheading</w:t>
      </w:r>
    </w:p>
    <w:p w:rsidR="00584BB2" w:rsidRDefault="0090416E">
      <w:r>
        <w:t>T</w:t>
      </w:r>
      <w:r w:rsidR="008A394B">
        <w:t>ext</w:t>
      </w:r>
    </w:p>
    <w:p w:rsidR="00584BB2" w:rsidRDefault="0077729B" w:rsidP="00665218">
      <w:pPr>
        <w:pStyle w:val="TitleIncludedincontents"/>
      </w:pPr>
      <w:bookmarkStart w:id="22" w:name="_Toc385245091"/>
      <w:r>
        <w:lastRenderedPageBreak/>
        <w:t>Conclusion</w:t>
      </w:r>
      <w:bookmarkEnd w:id="22"/>
    </w:p>
    <w:p w:rsidR="00584BB2" w:rsidRDefault="0090416E">
      <w:r>
        <w:t>T</w:t>
      </w:r>
      <w:r w:rsidR="008A394B">
        <w:t>ext</w:t>
      </w:r>
    </w:p>
    <w:p w:rsidR="00584BB2" w:rsidRDefault="00584BB2"/>
    <w:p w:rsidR="00584BB2" w:rsidRDefault="0077729B" w:rsidP="00665218">
      <w:pPr>
        <w:pStyle w:val="TitleIncludedincontents"/>
        <w:rPr>
          <w:rStyle w:val="Temporarynotes"/>
        </w:rPr>
      </w:pPr>
      <w:bookmarkStart w:id="23" w:name="_Toc385245092"/>
      <w:r>
        <w:lastRenderedPageBreak/>
        <w:t>bibliography</w:t>
      </w:r>
      <w:bookmarkEnd w:id="23"/>
    </w:p>
    <w:p w:rsidR="00584BB2" w:rsidRPr="0015469A" w:rsidRDefault="00584BB2" w:rsidP="0015469A">
      <w:pPr>
        <w:pStyle w:val="Bibliografie1"/>
      </w:pPr>
      <w:r w:rsidRPr="0015469A">
        <w:tab/>
      </w:r>
      <w:bookmarkStart w:id="24" w:name="_Ref94455389"/>
      <w:r w:rsidRPr="0015469A">
        <w:t>[</w:t>
      </w:r>
      <w:r w:rsidR="00B93CF7">
        <w:fldChar w:fldCharType="begin"/>
      </w:r>
      <w:r w:rsidR="00B93CF7">
        <w:instrText xml:space="preserve"> SEQ [ \* ARABIC </w:instrText>
      </w:r>
      <w:r w:rsidR="00B93CF7">
        <w:fldChar w:fldCharType="separate"/>
      </w:r>
      <w:r w:rsidR="002C61F2">
        <w:rPr>
          <w:noProof/>
        </w:rPr>
        <w:t>1</w:t>
      </w:r>
      <w:r w:rsidR="00B93CF7">
        <w:rPr>
          <w:noProof/>
        </w:rPr>
        <w:fldChar w:fldCharType="end"/>
      </w:r>
      <w:bookmarkEnd w:id="24"/>
      <w:r w:rsidRPr="0015469A">
        <w:t>]</w:t>
      </w:r>
      <w:r w:rsidRPr="0015469A">
        <w:tab/>
      </w:r>
      <w:r w:rsidR="0090416E">
        <w:t>T</w:t>
      </w:r>
      <w:r w:rsidR="008A394B">
        <w:t>ext</w:t>
      </w:r>
    </w:p>
    <w:p w:rsidR="00584BB2" w:rsidRDefault="0077729B" w:rsidP="00665218">
      <w:pPr>
        <w:pStyle w:val="TitleIncludedincontents"/>
      </w:pPr>
      <w:bookmarkStart w:id="25" w:name="_Toc385245093"/>
      <w:r>
        <w:lastRenderedPageBreak/>
        <w:t>List of abbreviations</w:t>
      </w:r>
      <w:bookmarkEnd w:id="25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584BB2">
        <w:tc>
          <w:tcPr>
            <w:tcW w:w="0" w:type="auto"/>
            <w:noWrap/>
          </w:tcPr>
          <w:p w:rsidR="00584BB2" w:rsidRDefault="00584BB2">
            <w:pPr>
              <w:pStyle w:val="Withoutparagraph"/>
            </w:pPr>
            <w:r>
              <w:t>ABC</w:t>
            </w:r>
          </w:p>
        </w:tc>
        <w:tc>
          <w:tcPr>
            <w:tcW w:w="170" w:type="dxa"/>
          </w:tcPr>
          <w:p w:rsidR="00584BB2" w:rsidRDefault="00584BB2">
            <w:pPr>
              <w:pStyle w:val="Withoutparagraph"/>
            </w:pPr>
          </w:p>
        </w:tc>
        <w:tc>
          <w:tcPr>
            <w:tcW w:w="8055" w:type="dxa"/>
          </w:tcPr>
          <w:p w:rsidR="00584BB2" w:rsidRDefault="0077729B">
            <w:pPr>
              <w:pStyle w:val="Withoutparagraph"/>
            </w:pPr>
            <w:r>
              <w:t>First abbreviation</w:t>
            </w:r>
            <w:r w:rsidR="0090416E">
              <w:t xml:space="preserve"> –</w:t>
            </w:r>
            <w:r>
              <w:t xml:space="preserve"> meaning</w:t>
            </w:r>
          </w:p>
        </w:tc>
      </w:tr>
      <w:tr w:rsidR="00584BB2">
        <w:tc>
          <w:tcPr>
            <w:tcW w:w="0" w:type="auto"/>
            <w:noWrap/>
          </w:tcPr>
          <w:p w:rsidR="00584BB2" w:rsidRDefault="00584BB2">
            <w:pPr>
              <w:pStyle w:val="Withoutparagraph"/>
            </w:pPr>
            <w:r>
              <w:t>B</w:t>
            </w:r>
          </w:p>
        </w:tc>
        <w:tc>
          <w:tcPr>
            <w:tcW w:w="170" w:type="dxa"/>
          </w:tcPr>
          <w:p w:rsidR="00584BB2" w:rsidRDefault="00584BB2">
            <w:pPr>
              <w:pStyle w:val="Withoutparagraph"/>
            </w:pPr>
          </w:p>
        </w:tc>
        <w:tc>
          <w:tcPr>
            <w:tcW w:w="8055" w:type="dxa"/>
          </w:tcPr>
          <w:p w:rsidR="00584BB2" w:rsidRDefault="0077729B" w:rsidP="0090416E">
            <w:pPr>
              <w:pStyle w:val="Withoutparagraph"/>
            </w:pPr>
            <w:r>
              <w:t xml:space="preserve">Second abbreviation </w:t>
            </w:r>
            <w:r w:rsidR="0090416E">
              <w:t xml:space="preserve">- </w:t>
            </w:r>
            <w:r>
              <w:t>meaning</w:t>
            </w:r>
          </w:p>
        </w:tc>
      </w:tr>
      <w:tr w:rsidR="00584BB2">
        <w:tc>
          <w:tcPr>
            <w:tcW w:w="0" w:type="auto"/>
            <w:noWrap/>
          </w:tcPr>
          <w:p w:rsidR="00584BB2" w:rsidRDefault="00584BB2">
            <w:pPr>
              <w:pStyle w:val="Withoutparagraph"/>
            </w:pPr>
            <w:r>
              <w:t>C</w:t>
            </w:r>
          </w:p>
        </w:tc>
        <w:tc>
          <w:tcPr>
            <w:tcW w:w="170" w:type="dxa"/>
          </w:tcPr>
          <w:p w:rsidR="00584BB2" w:rsidRDefault="00584BB2">
            <w:pPr>
              <w:pStyle w:val="Withoutparagraph"/>
            </w:pPr>
          </w:p>
        </w:tc>
        <w:tc>
          <w:tcPr>
            <w:tcW w:w="8055" w:type="dxa"/>
          </w:tcPr>
          <w:p w:rsidR="00584BB2" w:rsidRDefault="0077729B">
            <w:pPr>
              <w:pStyle w:val="Withoutparagraph"/>
            </w:pPr>
            <w:r>
              <w:t xml:space="preserve">Third abbreviation </w:t>
            </w:r>
            <w:r w:rsidR="0090416E">
              <w:t xml:space="preserve">- </w:t>
            </w:r>
            <w:r>
              <w:t>meaning</w:t>
            </w:r>
          </w:p>
        </w:tc>
      </w:tr>
      <w:tr w:rsidR="00584BB2">
        <w:tc>
          <w:tcPr>
            <w:tcW w:w="0" w:type="auto"/>
            <w:noWrap/>
          </w:tcPr>
          <w:p w:rsidR="00584BB2" w:rsidRDefault="00584BB2">
            <w:pPr>
              <w:pStyle w:val="Withoutparagraph"/>
            </w:pPr>
          </w:p>
        </w:tc>
        <w:tc>
          <w:tcPr>
            <w:tcW w:w="170" w:type="dxa"/>
          </w:tcPr>
          <w:p w:rsidR="00584BB2" w:rsidRDefault="00584BB2">
            <w:pPr>
              <w:pStyle w:val="Withoutparagraph"/>
            </w:pPr>
          </w:p>
        </w:tc>
        <w:tc>
          <w:tcPr>
            <w:tcW w:w="8055" w:type="dxa"/>
          </w:tcPr>
          <w:p w:rsidR="00584BB2" w:rsidRDefault="00584BB2">
            <w:pPr>
              <w:pStyle w:val="Withoutparagraph"/>
            </w:pPr>
          </w:p>
        </w:tc>
      </w:tr>
    </w:tbl>
    <w:p w:rsidR="00584BB2" w:rsidRDefault="00584BB2"/>
    <w:p w:rsidR="00584BB2" w:rsidRDefault="0077729B" w:rsidP="00665218">
      <w:pPr>
        <w:pStyle w:val="TitleIncludedincontents"/>
      </w:pPr>
      <w:bookmarkStart w:id="26" w:name="_Toc385245094"/>
      <w:r>
        <w:lastRenderedPageBreak/>
        <w:t>list of figures</w:t>
      </w:r>
      <w:bookmarkEnd w:id="26"/>
    </w:p>
    <w:p w:rsidR="00584BB2" w:rsidRDefault="00E5685E">
      <w:r>
        <w:fldChar w:fldCharType="begin"/>
      </w:r>
      <w:r w:rsidR="00584BB2">
        <w:instrText xml:space="preserve"> TOC \h \z \c "Obr." </w:instrText>
      </w:r>
      <w:r>
        <w:fldChar w:fldCharType="separate"/>
      </w:r>
      <w:r w:rsidR="0090416E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584BB2" w:rsidRDefault="0077729B" w:rsidP="00665218">
      <w:pPr>
        <w:pStyle w:val="TitleIncludedincontents"/>
      </w:pPr>
      <w:bookmarkStart w:id="27" w:name="_Toc385245095"/>
      <w:r>
        <w:lastRenderedPageBreak/>
        <w:t>list of tables</w:t>
      </w:r>
      <w:bookmarkEnd w:id="27"/>
    </w:p>
    <w:p w:rsidR="00584BB2" w:rsidRDefault="00E5685E">
      <w:r>
        <w:fldChar w:fldCharType="begin"/>
      </w:r>
      <w:r w:rsidR="00584BB2">
        <w:instrText xml:space="preserve"> TOC \h \z \c "Tab." </w:instrText>
      </w:r>
      <w:r>
        <w:fldChar w:fldCharType="separate"/>
      </w:r>
      <w:r w:rsidR="0090416E">
        <w:rPr>
          <w:b/>
          <w:bCs/>
          <w:noProof/>
          <w:lang w:val="cs-CZ"/>
        </w:rPr>
        <w:t>Nenalezena položka seznamu obrázků.</w:t>
      </w:r>
      <w:r>
        <w:fldChar w:fldCharType="end"/>
      </w:r>
    </w:p>
    <w:p w:rsidR="00584BB2" w:rsidRDefault="00584BB2">
      <w:bookmarkStart w:id="28" w:name="_Toc420374803"/>
    </w:p>
    <w:p w:rsidR="00584BB2" w:rsidRDefault="00584BB2"/>
    <w:p w:rsidR="00584BB2" w:rsidRDefault="0077729B" w:rsidP="00665218">
      <w:pPr>
        <w:pStyle w:val="TitleIncludedincontents"/>
      </w:pPr>
      <w:bookmarkStart w:id="29" w:name="_Toc385245096"/>
      <w:bookmarkEnd w:id="28"/>
      <w:r>
        <w:lastRenderedPageBreak/>
        <w:t>appendices</w:t>
      </w:r>
      <w:bookmarkEnd w:id="29"/>
    </w:p>
    <w:p w:rsidR="00584BB2" w:rsidRDefault="00584BB2"/>
    <w:p w:rsidR="00584BB2" w:rsidRDefault="00584BB2">
      <w:pPr>
        <w:sectPr w:rsidR="00584BB2">
          <w:headerReference w:type="default" r:id="rId8"/>
          <w:footerReference w:type="default" r:id="rId9"/>
          <w:type w:val="continuous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584BB2" w:rsidRDefault="00584BB2"/>
    <w:p w:rsidR="00584BB2" w:rsidRDefault="0077729B">
      <w:pPr>
        <w:pStyle w:val="Nzev"/>
      </w:pPr>
      <w:r>
        <w:lastRenderedPageBreak/>
        <w:t>appendix p i: appendix title</w:t>
      </w:r>
      <w:r w:rsidR="00584BB2">
        <w:t xml:space="preserve"> </w:t>
      </w:r>
    </w:p>
    <w:sectPr w:rsidR="00584BB2" w:rsidSect="00341CE4">
      <w:headerReference w:type="even" r:id="rId10"/>
      <w:headerReference w:type="default" r:id="rId11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CF7" w:rsidRDefault="00B93CF7">
      <w:r>
        <w:separator/>
      </w:r>
    </w:p>
    <w:p w:rsidR="00B93CF7" w:rsidRDefault="00B93CF7"/>
    <w:p w:rsidR="00B93CF7" w:rsidRDefault="00B93CF7"/>
    <w:p w:rsidR="00B93CF7" w:rsidRDefault="00B93CF7"/>
  </w:endnote>
  <w:endnote w:type="continuationSeparator" w:id="0">
    <w:p w:rsidR="00B93CF7" w:rsidRDefault="00B93CF7">
      <w:r>
        <w:continuationSeparator/>
      </w:r>
    </w:p>
    <w:p w:rsidR="00B93CF7" w:rsidRDefault="00B93CF7"/>
    <w:p w:rsidR="00B93CF7" w:rsidRDefault="00B93CF7"/>
    <w:p w:rsidR="00B93CF7" w:rsidRDefault="00B93C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BB2" w:rsidRDefault="00584BB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CF7" w:rsidRDefault="00B93CF7">
      <w:r>
        <w:separator/>
      </w:r>
    </w:p>
  </w:footnote>
  <w:footnote w:type="continuationSeparator" w:id="0">
    <w:p w:rsidR="00B93CF7" w:rsidRDefault="00B93CF7">
      <w:r>
        <w:continuationSeparator/>
      </w:r>
    </w:p>
  </w:footnote>
  <w:footnote w:type="continuationNotice" w:id="1">
    <w:p w:rsidR="00B93CF7" w:rsidRDefault="00B93C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BB2" w:rsidRDefault="00CC38D8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TBU</w:t>
    </w:r>
    <w:r w:rsidR="00584BB2">
      <w:t xml:space="preserve"> </w:t>
    </w:r>
    <w:r w:rsidR="0077729B">
      <w:t>in Zl</w:t>
    </w:r>
    <w:r w:rsidR="00B97CDB">
      <w:t>í</w:t>
    </w:r>
    <w:r w:rsidR="0077729B">
      <w:t>n</w:t>
    </w:r>
    <w:r w:rsidR="00584BB2">
      <w:t>, Fa</w:t>
    </w:r>
    <w:r w:rsidR="0077729B">
      <w:t xml:space="preserve">culty of Applied Informatics </w:t>
    </w:r>
    <w:r w:rsidR="00584BB2">
      <w:tab/>
    </w:r>
    <w:r w:rsidR="00B93CF7">
      <w:fldChar w:fldCharType="begin"/>
    </w:r>
    <w:r w:rsidR="00B93CF7">
      <w:instrText xml:space="preserve"> PAGE </w:instrText>
    </w:r>
    <w:r w:rsidR="00B93CF7">
      <w:fldChar w:fldCharType="separate"/>
    </w:r>
    <w:r w:rsidR="002C61F2">
      <w:rPr>
        <w:noProof/>
      </w:rPr>
      <w:t>20</w:t>
    </w:r>
    <w:r w:rsidR="00B93CF7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B4A" w:rsidRDefault="00086B4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BB2" w:rsidRDefault="00584B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F2"/>
    <w:rsid w:val="00007B3F"/>
    <w:rsid w:val="00086B4A"/>
    <w:rsid w:val="000901B1"/>
    <w:rsid w:val="000A2D55"/>
    <w:rsid w:val="000D3E66"/>
    <w:rsid w:val="00104960"/>
    <w:rsid w:val="00106160"/>
    <w:rsid w:val="00111512"/>
    <w:rsid w:val="00135E5C"/>
    <w:rsid w:val="00136A24"/>
    <w:rsid w:val="00147CDA"/>
    <w:rsid w:val="0015469A"/>
    <w:rsid w:val="001E0E1A"/>
    <w:rsid w:val="002036F9"/>
    <w:rsid w:val="00210E4E"/>
    <w:rsid w:val="00295F0D"/>
    <w:rsid w:val="002C61F2"/>
    <w:rsid w:val="002D5F63"/>
    <w:rsid w:val="002E458D"/>
    <w:rsid w:val="00312212"/>
    <w:rsid w:val="00336222"/>
    <w:rsid w:val="00341CE4"/>
    <w:rsid w:val="003519DB"/>
    <w:rsid w:val="00391609"/>
    <w:rsid w:val="003A26B8"/>
    <w:rsid w:val="003B5DA0"/>
    <w:rsid w:val="003E3B83"/>
    <w:rsid w:val="004045C0"/>
    <w:rsid w:val="00443C47"/>
    <w:rsid w:val="0047109A"/>
    <w:rsid w:val="00475616"/>
    <w:rsid w:val="00584BB2"/>
    <w:rsid w:val="0059744B"/>
    <w:rsid w:val="005C3ADA"/>
    <w:rsid w:val="005D4040"/>
    <w:rsid w:val="005E0AE6"/>
    <w:rsid w:val="005E49E6"/>
    <w:rsid w:val="006356BF"/>
    <w:rsid w:val="00665218"/>
    <w:rsid w:val="00681588"/>
    <w:rsid w:val="00685CC4"/>
    <w:rsid w:val="006C3417"/>
    <w:rsid w:val="006E0B03"/>
    <w:rsid w:val="007145CC"/>
    <w:rsid w:val="00723283"/>
    <w:rsid w:val="0072333C"/>
    <w:rsid w:val="00740379"/>
    <w:rsid w:val="00772CDF"/>
    <w:rsid w:val="0077729B"/>
    <w:rsid w:val="0078660C"/>
    <w:rsid w:val="00876C64"/>
    <w:rsid w:val="008A23F6"/>
    <w:rsid w:val="008A394B"/>
    <w:rsid w:val="008D0DDE"/>
    <w:rsid w:val="0090416E"/>
    <w:rsid w:val="009603AD"/>
    <w:rsid w:val="00982CDC"/>
    <w:rsid w:val="009C6714"/>
    <w:rsid w:val="00A438D5"/>
    <w:rsid w:val="00AB10EA"/>
    <w:rsid w:val="00AE7FE9"/>
    <w:rsid w:val="00B93CF7"/>
    <w:rsid w:val="00B97CDB"/>
    <w:rsid w:val="00BA7B38"/>
    <w:rsid w:val="00BE4AC3"/>
    <w:rsid w:val="00CB331F"/>
    <w:rsid w:val="00CC38D8"/>
    <w:rsid w:val="00D50EED"/>
    <w:rsid w:val="00D52A29"/>
    <w:rsid w:val="00D544E0"/>
    <w:rsid w:val="00D833AC"/>
    <w:rsid w:val="00D833B8"/>
    <w:rsid w:val="00DD4C7D"/>
    <w:rsid w:val="00DD53AE"/>
    <w:rsid w:val="00DF2805"/>
    <w:rsid w:val="00E0362A"/>
    <w:rsid w:val="00E5685E"/>
    <w:rsid w:val="00EA5E7D"/>
    <w:rsid w:val="00F61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CFB8B48-7138-47AE-9A6E-E3A41E4CE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Regular text"/>
    <w:qFormat/>
    <w:rsid w:val="00341CE4"/>
    <w:pPr>
      <w:spacing w:after="120" w:line="360" w:lineRule="auto"/>
      <w:jc w:val="both"/>
    </w:pPr>
    <w:rPr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341CE4"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rsid w:val="00341CE4"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41CE4"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aliases w:val="not advised 4"/>
    <w:basedOn w:val="Normln"/>
    <w:next w:val="Normln"/>
    <w:qFormat/>
    <w:rsid w:val="00341CE4"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ot advised 5"/>
    <w:basedOn w:val="Normln"/>
    <w:next w:val="Normln"/>
    <w:qFormat/>
    <w:rsid w:val="00341CE4"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ot advised 6"/>
    <w:basedOn w:val="Normln"/>
    <w:next w:val="Normln"/>
    <w:qFormat/>
    <w:rsid w:val="00341CE4"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ot advised 7"/>
    <w:basedOn w:val="Normln"/>
    <w:next w:val="Normln"/>
    <w:qFormat/>
    <w:rsid w:val="00341CE4"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ot advised 8"/>
    <w:basedOn w:val="Normln"/>
    <w:next w:val="Normln"/>
    <w:qFormat/>
    <w:rsid w:val="00341CE4"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ot advised 9"/>
    <w:basedOn w:val="Normln"/>
    <w:next w:val="Normln"/>
    <w:qFormat/>
    <w:rsid w:val="00341CE4"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uiPriority w:val="39"/>
    <w:rsid w:val="00341CE4"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uiPriority w:val="39"/>
    <w:rsid w:val="00341CE4"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rsid w:val="00341CE4"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Bibliografie1"/>
    <w:next w:val="Normln"/>
    <w:qFormat/>
    <w:rsid w:val="00341CE4"/>
    <w:pPr>
      <w:ind w:firstLine="0"/>
      <w:jc w:val="center"/>
    </w:pPr>
  </w:style>
  <w:style w:type="paragraph" w:customStyle="1" w:styleId="Bibliografie1">
    <w:name w:val="Bibliografie1"/>
    <w:basedOn w:val="Normln"/>
    <w:rsid w:val="00341CE4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Equation">
    <w:name w:val="Equation"/>
    <w:basedOn w:val="Normln"/>
    <w:rsid w:val="00341CE4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rsid w:val="00341CE4"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TitleIncludedincontents">
    <w:name w:val="Title Included in contents"/>
    <w:basedOn w:val="Normln"/>
    <w:next w:val="Normln"/>
    <w:rsid w:val="00341CE4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Appendices">
    <w:name w:val="Appendices"/>
    <w:basedOn w:val="Normln"/>
    <w:rsid w:val="00341CE4"/>
    <w:pPr>
      <w:spacing w:before="60"/>
      <w:ind w:left="851" w:hanging="851"/>
    </w:pPr>
  </w:style>
  <w:style w:type="paragraph" w:customStyle="1" w:styleId="Legend">
    <w:name w:val="Legend"/>
    <w:basedOn w:val="Titulek"/>
    <w:next w:val="Normln"/>
    <w:rsid w:val="00341CE4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rsid w:val="00341CE4"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aliases w:val="Not included in contents"/>
    <w:basedOn w:val="Normln"/>
    <w:next w:val="Normln"/>
    <w:link w:val="NzevChar"/>
    <w:qFormat/>
    <w:rsid w:val="00341CE4"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le">
    <w:name w:val="Table"/>
    <w:basedOn w:val="Titulek"/>
    <w:next w:val="Normln"/>
    <w:rsid w:val="00341CE4"/>
    <w:pPr>
      <w:ind w:left="567" w:hanging="567"/>
      <w:jc w:val="left"/>
    </w:pPr>
  </w:style>
  <w:style w:type="character" w:styleId="Hypertextovodkaz">
    <w:name w:val="Hyperlink"/>
    <w:basedOn w:val="Standardnpsmoodstavce"/>
    <w:uiPriority w:val="99"/>
    <w:rsid w:val="00341CE4"/>
    <w:rPr>
      <w:color w:val="auto"/>
      <w:u w:val="none"/>
    </w:rPr>
  </w:style>
  <w:style w:type="paragraph" w:customStyle="1" w:styleId="Withoutparagraph">
    <w:name w:val="Without paragraph"/>
    <w:basedOn w:val="Normln"/>
    <w:rsid w:val="00341CE4"/>
  </w:style>
  <w:style w:type="paragraph" w:styleId="Zhlav">
    <w:name w:val="header"/>
    <w:basedOn w:val="Normln"/>
    <w:rsid w:val="00341C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41CE4"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rsid w:val="00341CE4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Thesispart">
    <w:name w:val="Thesis part"/>
    <w:basedOn w:val="TitleIncludedincontents"/>
    <w:next w:val="Normln"/>
    <w:rsid w:val="0015469A"/>
    <w:pPr>
      <w:spacing w:before="6000" w:after="0"/>
    </w:pPr>
    <w:rPr>
      <w:sz w:val="36"/>
    </w:rPr>
  </w:style>
  <w:style w:type="character" w:styleId="Siln">
    <w:name w:val="Strong"/>
    <w:basedOn w:val="Standardnpsmoodstavce"/>
    <w:qFormat/>
    <w:rsid w:val="00341CE4"/>
    <w:rPr>
      <w:b/>
      <w:bCs/>
    </w:rPr>
  </w:style>
  <w:style w:type="character" w:styleId="Zdraznn">
    <w:name w:val="Emphasis"/>
    <w:basedOn w:val="Standardnpsmoodstavce"/>
    <w:qFormat/>
    <w:rsid w:val="00341CE4"/>
    <w:rPr>
      <w:i/>
      <w:iCs/>
    </w:rPr>
  </w:style>
  <w:style w:type="paragraph" w:styleId="Zkladntextodsazen">
    <w:name w:val="Body Text Indent"/>
    <w:basedOn w:val="Normln"/>
    <w:rsid w:val="00341CE4"/>
  </w:style>
  <w:style w:type="paragraph" w:styleId="Obsah4">
    <w:name w:val="toc 4"/>
    <w:basedOn w:val="Normln"/>
    <w:next w:val="Normln"/>
    <w:autoRedefine/>
    <w:semiHidden/>
    <w:rsid w:val="00341CE4"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rsid w:val="00341CE4"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rsid w:val="00341CE4"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rsid w:val="00341CE4"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rsid w:val="00341CE4"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rsid w:val="00341CE4"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sid w:val="00341CE4"/>
    <w:rPr>
      <w:sz w:val="16"/>
      <w:szCs w:val="16"/>
    </w:rPr>
  </w:style>
  <w:style w:type="paragraph" w:customStyle="1" w:styleId="Contents">
    <w:name w:val="Contents"/>
    <w:basedOn w:val="TitleIncludedincontents"/>
    <w:next w:val="Normln"/>
    <w:rsid w:val="00341CE4"/>
    <w:pPr>
      <w:pageBreakBefore w:val="0"/>
    </w:pPr>
  </w:style>
  <w:style w:type="paragraph" w:styleId="Textkomente">
    <w:name w:val="annotation text"/>
    <w:basedOn w:val="Normln"/>
    <w:semiHidden/>
    <w:rsid w:val="00341CE4"/>
    <w:rPr>
      <w:sz w:val="20"/>
      <w:szCs w:val="20"/>
    </w:rPr>
  </w:style>
  <w:style w:type="paragraph" w:customStyle="1" w:styleId="st-slice">
    <w:name w:val="Část-číslice"/>
    <w:basedOn w:val="Thesispart"/>
    <w:rsid w:val="00341CE4"/>
    <w:pPr>
      <w:numPr>
        <w:numId w:val="31"/>
      </w:numPr>
      <w:ind w:left="1804"/>
    </w:pPr>
  </w:style>
  <w:style w:type="paragraph" w:styleId="Rozloendokumentu">
    <w:name w:val="Document Map"/>
    <w:basedOn w:val="Normln"/>
    <w:semiHidden/>
    <w:rsid w:val="00341CE4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rsid w:val="00341CE4"/>
    <w:rPr>
      <w:color w:val="800080"/>
      <w:u w:val="single"/>
    </w:rPr>
  </w:style>
  <w:style w:type="paragraph" w:styleId="Pokraovnseznamu">
    <w:name w:val="List Continue"/>
    <w:basedOn w:val="Normln"/>
    <w:rsid w:val="00341CE4"/>
    <w:pPr>
      <w:ind w:left="283"/>
    </w:pPr>
  </w:style>
  <w:style w:type="paragraph" w:styleId="Zkladntext2">
    <w:name w:val="Body Text 2"/>
    <w:basedOn w:val="Normln"/>
    <w:rsid w:val="00341CE4"/>
  </w:style>
  <w:style w:type="character" w:customStyle="1" w:styleId="Temporarynotes">
    <w:name w:val="Temporary notes"/>
    <w:basedOn w:val="Standardnpsmoodstavce"/>
    <w:rsid w:val="00341CE4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rsid w:val="00341CE4"/>
    <w:pPr>
      <w:jc w:val="left"/>
    </w:pPr>
    <w:rPr>
      <w:sz w:val="20"/>
    </w:rPr>
  </w:style>
  <w:style w:type="paragraph" w:customStyle="1" w:styleId="Thesistitle">
    <w:name w:val="Thesis title"/>
    <w:basedOn w:val="Normln"/>
    <w:rsid w:val="002E458D"/>
    <w:pPr>
      <w:spacing w:after="0" w:line="240" w:lineRule="auto"/>
      <w:jc w:val="center"/>
    </w:pPr>
    <w:rPr>
      <w:rFonts w:ascii="Arial Narrow" w:hAnsi="Arial Narrow"/>
      <w:b/>
      <w:bCs/>
      <w:sz w:val="48"/>
      <w:szCs w:val="20"/>
    </w:rPr>
  </w:style>
  <w:style w:type="paragraph" w:customStyle="1" w:styleId="DegreeFirstnameSurname">
    <w:name w:val="Degree Firstname Surname"/>
    <w:basedOn w:val="Normln"/>
    <w:rsid w:val="002E458D"/>
    <w:pPr>
      <w:spacing w:after="0" w:line="240" w:lineRule="auto"/>
      <w:jc w:val="center"/>
    </w:pPr>
    <w:rPr>
      <w:rFonts w:ascii="Arial Narrow" w:hAnsi="Arial Narrow"/>
      <w:sz w:val="40"/>
      <w:szCs w:val="20"/>
    </w:rPr>
  </w:style>
  <w:style w:type="paragraph" w:customStyle="1" w:styleId="Thesis-and-year">
    <w:name w:val="Thesis-and-year"/>
    <w:basedOn w:val="Normln"/>
    <w:rsid w:val="002E458D"/>
    <w:pPr>
      <w:spacing w:after="0" w:line="240" w:lineRule="auto"/>
      <w:ind w:left="284" w:right="284"/>
    </w:pPr>
    <w:rPr>
      <w:rFonts w:ascii="Arial Narrow" w:hAnsi="Arial Narrow"/>
      <w:sz w:val="32"/>
      <w:szCs w:val="20"/>
    </w:rPr>
  </w:style>
  <w:style w:type="character" w:customStyle="1" w:styleId="NzevChar">
    <w:name w:val="Název Char"/>
    <w:aliases w:val="Not included in contents Char"/>
    <w:basedOn w:val="Standardnpsmoodstavce"/>
    <w:link w:val="Nzev"/>
    <w:rsid w:val="002E458D"/>
    <w:rPr>
      <w:b/>
      <w:bCs/>
      <w:caps/>
      <w:kern w:val="28"/>
      <w:sz w:val="28"/>
      <w:szCs w:val="28"/>
      <w:lang w:val="en-US" w:eastAsia="cs-CZ" w:bidi="ar-SA"/>
    </w:rPr>
  </w:style>
  <w:style w:type="paragraph" w:customStyle="1" w:styleId="Facultylogo">
    <w:name w:val="Faculty logo"/>
    <w:aliases w:val="do not use"/>
    <w:basedOn w:val="Normln"/>
    <w:rsid w:val="005E49E6"/>
    <w:pPr>
      <w:spacing w:after="0" w:line="240" w:lineRule="auto"/>
      <w:ind w:left="397" w:right="284"/>
    </w:pPr>
    <w:rPr>
      <w:rFonts w:ascii="Arial Narrow" w:hAnsi="Arial Narrow"/>
      <w:szCs w:val="20"/>
    </w:rPr>
  </w:style>
  <w:style w:type="paragraph" w:styleId="Textpoznpodarou">
    <w:name w:val="footnote text"/>
    <w:basedOn w:val="Normln"/>
    <w:semiHidden/>
    <w:rsid w:val="00007B3F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007B3F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1609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_en\fai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fai</Template>
  <TotalTime>0</TotalTime>
  <Pages>21</Pages>
  <Words>312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Šablona -- Diplomová práce (fai)</vt:lpstr>
      <vt:lpstr>Šablona -- Diplomová práce (fai)</vt:lpstr>
    </vt:vector>
  </TitlesOfParts>
  <Company>FaME UTB ve Zlíně</Company>
  <LinksUpToDate>false</LinksUpToDate>
  <CharactersWithSpaces>2149</CharactersWithSpaces>
  <SharedDoc>false</SharedDoc>
  <HLinks>
    <vt:vector size="54" baseType="variant">
      <vt:variant>
        <vt:i4>1835056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_Toc253038266</vt:lpwstr>
      </vt:variant>
      <vt:variant>
        <vt:i4>1835056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_Toc253038265</vt:lpwstr>
      </vt:variant>
      <vt:variant>
        <vt:i4>1835056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_Toc253038264</vt:lpwstr>
      </vt:variant>
      <vt:variant>
        <vt:i4>1835056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_Toc253038263</vt:lpwstr>
      </vt:variant>
      <vt:variant>
        <vt:i4>1835056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_Toc253038262</vt:lpwstr>
      </vt:variant>
      <vt:variant>
        <vt:i4>1835056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_Toc253038261</vt:lpwstr>
      </vt:variant>
      <vt:variant>
        <vt:i4>1835056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_Toc253038260</vt:lpwstr>
      </vt:variant>
      <vt:variant>
        <vt:i4>2031664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_Toc253038259</vt:lpwstr>
      </vt:variant>
      <vt:variant>
        <vt:i4>2031664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_Toc253038258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(fai)</dc:title>
  <dc:creator>Lukáš</dc:creator>
  <cp:lastModifiedBy>Lukáš</cp:lastModifiedBy>
  <cp:revision>1</cp:revision>
  <cp:lastPrinted>2004-11-12T21:05:00Z</cp:lastPrinted>
  <dcterms:created xsi:type="dcterms:W3CDTF">2016-09-06T07:08:00Z</dcterms:created>
  <dcterms:modified xsi:type="dcterms:W3CDTF">2016-09-06T07:08:00Z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