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BF2828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BF2828" w:rsidRDefault="00AE0231" w:rsidP="00DA0A2B">
            <w:pPr>
              <w:rPr>
                <w:rFonts w:ascii="Arial Narrow" w:hAnsi="Arial Narrow" w:cs="Arial Narrow"/>
                <w:bCs/>
                <w:iCs/>
                <w:lang w:val="de-DE"/>
              </w:rPr>
            </w:pPr>
          </w:p>
        </w:tc>
      </w:tr>
      <w:tr w:rsidR="00AE0231" w:rsidRPr="00BF2828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69BA59F0" w:rsidR="00AE0231" w:rsidRPr="00BF2828" w:rsidRDefault="00BF2828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</w:pPr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itel der Arbeit (max. 2 Zeilen)"/>
                  </w:textInput>
                </w:ffData>
              </w:fldChar>
            </w:r>
            <w:bookmarkStart w:id="0" w:name="Nazev"/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  <w:instrText xml:space="preserve"> FORMTEXT </w:instrText>
            </w:r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</w:r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  <w:fldChar w:fldCharType="separate"/>
            </w:r>
            <w:r w:rsidRPr="00BF2828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de-DE"/>
              </w:rPr>
              <w:t>Titel der Arbeit (max. 2 Zeilen)</w:t>
            </w:r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  <w:fldChar w:fldCharType="end"/>
            </w:r>
            <w:bookmarkEnd w:id="0"/>
          </w:p>
        </w:tc>
      </w:tr>
      <w:tr w:rsidR="00AE0231" w:rsidRPr="00BF2828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</w:tr>
      <w:tr w:rsidR="00AE0231" w:rsidRPr="00BF2828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2F354511" w:rsidR="00AE0231" w:rsidRPr="00BF2828" w:rsidRDefault="00BF2828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de-DE"/>
              </w:rPr>
            </w:pPr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akademischer Grad Vorname Name"/>
                  </w:textInput>
                </w:ffData>
              </w:fldChar>
            </w:r>
            <w:bookmarkStart w:id="1" w:name="Jmeno"/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  <w:instrText xml:space="preserve"> FORMTEXT </w:instrText>
            </w:r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</w:r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  <w:fldChar w:fldCharType="separate"/>
            </w:r>
            <w:r w:rsidRPr="00BF2828">
              <w:rPr>
                <w:rFonts w:ascii="Arial Narrow" w:hAnsi="Arial Narrow" w:cs="Arial Narrow"/>
                <w:noProof/>
                <w:sz w:val="40"/>
                <w:szCs w:val="40"/>
                <w:lang w:val="de-DE"/>
              </w:rPr>
              <w:t>akademischer Grad Vorname Name</w:t>
            </w:r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  <w:fldChar w:fldCharType="end"/>
            </w:r>
            <w:bookmarkEnd w:id="1"/>
          </w:p>
        </w:tc>
      </w:tr>
      <w:tr w:rsidR="00AE0231" w:rsidRPr="00BF2828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</w:tr>
      <w:tr w:rsidR="00AE0231" w:rsidRPr="00BF2828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</w:tr>
      <w:tr w:rsidR="00AE0231" w:rsidRPr="00BF2828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de-DE"/>
              </w:rPr>
              <w:alias w:val="Art der Arbeit"/>
              <w:tag w:val="Art der Arbeit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3D51E2B2" w14:textId="4550A018" w:rsidR="00AE0231" w:rsidRPr="00BF2828" w:rsidRDefault="004C306D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</w:pPr>
                <w:r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  <w:t>Magister</w:t>
                </w:r>
                <w:r w:rsidR="00BF2828" w:rsidRPr="00BF2828"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  <w:t>arbeit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de-DE"/>
              </w:rPr>
              <w:alias w:val="Jahr"/>
              <w:tag w:val="Jah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09729FD5" w14:textId="0E90F9CD" w:rsidR="00754F1E" w:rsidRPr="00BF2828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</w:pPr>
                <w:r w:rsidRPr="00BF2828"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BF2828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de-DE"/>
              </w:rPr>
            </w:pPr>
            <w:r w:rsidRPr="00BF2828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07842B8D">
                  <wp:extent cx="3060000" cy="52241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52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BF2828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</w:tr>
    </w:tbl>
    <w:p w14:paraId="6299C57D" w14:textId="77777777" w:rsidR="009340B2" w:rsidRPr="00BF2828" w:rsidRDefault="009340B2">
      <w:pPr>
        <w:rPr>
          <w:rFonts w:ascii="Arial Narrow" w:hAnsi="Arial Narrow"/>
          <w:lang w:val="de-DE"/>
        </w:rPr>
        <w:sectPr w:rsidR="009340B2" w:rsidRPr="00BF2828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de-DE"/>
        </w:rPr>
        <w:alias w:val="eingescannte Vergabe (Seite 1)"/>
        <w:tag w:val="eingescannte Vergabe (Seite 1)"/>
        <w:id w:val="1386991312"/>
        <w:showingPlcHdr/>
        <w15:color w:val="FF0000"/>
        <w:picture/>
      </w:sdtPr>
      <w:sdtContent>
        <w:p w14:paraId="0DB14F4B" w14:textId="4960DF48" w:rsidR="003635A5" w:rsidRPr="00BF2828" w:rsidRDefault="003635A5" w:rsidP="003635A5">
          <w:pPr>
            <w:pStyle w:val="AbstraktAbstracttext"/>
            <w:rPr>
              <w:lang w:val="de-DE"/>
            </w:rPr>
          </w:pPr>
          <w:r w:rsidRPr="00BF2828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BF2828" w:rsidRDefault="003635A5">
      <w:pPr>
        <w:rPr>
          <w:lang w:val="de-DE"/>
        </w:rPr>
      </w:pPr>
      <w:r w:rsidRPr="00BF2828">
        <w:rPr>
          <w:lang w:val="de-DE"/>
        </w:rPr>
        <w:br w:type="page"/>
      </w:r>
    </w:p>
    <w:sdt>
      <w:sdtPr>
        <w:rPr>
          <w:lang w:val="de-DE"/>
        </w:rPr>
        <w:alias w:val="eingescannte Vergabe (Seite 2)"/>
        <w:tag w:val="eingescannte Vergabe (Seite 2)"/>
        <w:id w:val="-581287421"/>
        <w:showingPlcHdr/>
        <w15:color w:val="FF0000"/>
        <w:picture/>
      </w:sdtPr>
      <w:sdtContent>
        <w:p w14:paraId="12D3F1AE" w14:textId="252AB790" w:rsidR="003635A5" w:rsidRPr="00BF2828" w:rsidRDefault="00A230F8" w:rsidP="003635A5">
          <w:pPr>
            <w:pStyle w:val="AbstraktAbstracttext"/>
            <w:rPr>
              <w:lang w:val="de-DE"/>
            </w:rPr>
          </w:pPr>
          <w:r w:rsidRPr="00BF2828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BF2828" w:rsidRDefault="00BA4767">
      <w:pPr>
        <w:rPr>
          <w:lang w:val="de-DE"/>
        </w:rPr>
      </w:pPr>
      <w:r w:rsidRPr="00BF2828">
        <w:rPr>
          <w:lang w:val="de-DE"/>
        </w:rPr>
        <w:br w:type="page"/>
      </w:r>
    </w:p>
    <w:p w14:paraId="4CE6A2DE" w14:textId="77777777" w:rsidR="004C306D" w:rsidRPr="006677D9" w:rsidRDefault="004C306D" w:rsidP="004C306D">
      <w:pPr>
        <w:spacing w:after="120" w:line="360" w:lineRule="auto"/>
        <w:rPr>
          <w:b/>
          <w:sz w:val="28"/>
        </w:rPr>
      </w:pPr>
      <w:r w:rsidRPr="006677D9">
        <w:rPr>
          <w:b/>
          <w:sz w:val="28"/>
        </w:rPr>
        <w:lastRenderedPageBreak/>
        <w:t xml:space="preserve">PROHLÁŠENÍ AUTORA </w:t>
      </w:r>
      <w:r>
        <w:rPr>
          <w:b/>
          <w:sz w:val="28"/>
        </w:rPr>
        <w:t>DIPLOMOVÉ</w:t>
      </w:r>
      <w:r w:rsidRPr="006677D9">
        <w:rPr>
          <w:b/>
          <w:sz w:val="28"/>
        </w:rPr>
        <w:t xml:space="preserve"> PRÁCE</w:t>
      </w:r>
    </w:p>
    <w:p w14:paraId="4702F2B8" w14:textId="77777777" w:rsidR="004C306D" w:rsidRPr="00296EF3" w:rsidRDefault="004C306D" w:rsidP="004C306D">
      <w:pPr>
        <w:spacing w:after="120" w:line="360" w:lineRule="auto"/>
        <w:rPr>
          <w:b/>
        </w:rPr>
      </w:pPr>
    </w:p>
    <w:p w14:paraId="57264F0A" w14:textId="77777777" w:rsidR="004C306D" w:rsidRPr="00296EF3" w:rsidRDefault="004C306D" w:rsidP="004C306D">
      <w:pPr>
        <w:rPr>
          <w:b/>
        </w:rPr>
      </w:pPr>
      <w:r w:rsidRPr="00296EF3">
        <w:rPr>
          <w:b/>
        </w:rPr>
        <w:t xml:space="preserve">Beru na vědomí, že </w:t>
      </w:r>
    </w:p>
    <w:p w14:paraId="73B3166F" w14:textId="77777777" w:rsidR="004C306D" w:rsidRPr="006677D9" w:rsidRDefault="004C306D" w:rsidP="004C306D">
      <w:pPr>
        <w:pStyle w:val="Default"/>
        <w:jc w:val="both"/>
        <w:rPr>
          <w:color w:val="auto"/>
          <w:szCs w:val="22"/>
        </w:rPr>
      </w:pPr>
    </w:p>
    <w:p w14:paraId="38709E6E" w14:textId="77777777" w:rsidR="004C306D" w:rsidRPr="00375E73" w:rsidRDefault="004C306D" w:rsidP="004C306D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odevzdáním </w:t>
      </w:r>
      <w:r>
        <w:rPr>
          <w:szCs w:val="22"/>
        </w:rPr>
        <w:t>diplomové</w:t>
      </w:r>
      <w:r w:rsidRPr="00375E73">
        <w:rPr>
          <w:szCs w:val="22"/>
        </w:rPr>
        <w:t xml:space="preserve"> práce souhlasím se zveřejněním své práce podle zákona č.</w:t>
      </w:r>
      <w:r>
        <w:rPr>
          <w:szCs w:val="22"/>
        </w:rPr>
        <w:t> 111/1998 Sb., v platném znění</w:t>
      </w:r>
      <w:r w:rsidRPr="00375E73">
        <w:rPr>
          <w:szCs w:val="22"/>
        </w:rPr>
        <w:t xml:space="preserve"> bez ohledu na výsledek obhajoby; </w:t>
      </w:r>
    </w:p>
    <w:p w14:paraId="537AB069" w14:textId="77777777" w:rsidR="004C306D" w:rsidRPr="00375E73" w:rsidRDefault="004C306D" w:rsidP="004C306D">
      <w:pPr>
        <w:pStyle w:val="Default"/>
        <w:numPr>
          <w:ilvl w:val="0"/>
          <w:numId w:val="31"/>
        </w:numPr>
        <w:jc w:val="both"/>
        <w:rPr>
          <w:szCs w:val="22"/>
        </w:rPr>
      </w:pPr>
      <w:r>
        <w:rPr>
          <w:szCs w:val="22"/>
        </w:rPr>
        <w:t xml:space="preserve">diplomová </w:t>
      </w:r>
      <w:r w:rsidRPr="00375E73">
        <w:rPr>
          <w:szCs w:val="22"/>
        </w:rPr>
        <w:t>práce bude uložena v elektronické podobě v univerzitním informačním systému a bude dostupná k nahlédnutí;</w:t>
      </w:r>
    </w:p>
    <w:p w14:paraId="24CE8CCE" w14:textId="77777777" w:rsidR="004C306D" w:rsidRPr="00375E73" w:rsidRDefault="004C306D" w:rsidP="004C306D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jedno vyhotovení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 listinné podobě bude ponecháno Univerzitě Tomáše Bati ve Zlíně k uložení; </w:t>
      </w:r>
    </w:p>
    <w:p w14:paraId="22FC7A74" w14:textId="77777777" w:rsidR="004C306D" w:rsidRPr="00375E73" w:rsidRDefault="004C306D" w:rsidP="004C306D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na moji </w:t>
      </w:r>
      <w:r>
        <w:rPr>
          <w:szCs w:val="22"/>
        </w:rPr>
        <w:t>diplomovou</w:t>
      </w:r>
      <w:r w:rsidRPr="00375E73">
        <w:rPr>
          <w:szCs w:val="22"/>
        </w:rPr>
        <w:t xml:space="preserve"> práci se plně vztahuje zákon č. 121/2000 Sb. o</w:t>
      </w:r>
      <w:r>
        <w:rPr>
          <w:szCs w:val="22"/>
        </w:rPr>
        <w:t> </w:t>
      </w:r>
      <w:r w:rsidRPr="00375E73">
        <w:rPr>
          <w:szCs w:val="22"/>
        </w:rPr>
        <w:t xml:space="preserve">právu autorském, o právech souvisejících s právem autorským a o změně některých zákonů (autorský zákon) ve znění pozdějších právních předpisů, zejm. § 35 odst. 3; </w:t>
      </w:r>
    </w:p>
    <w:p w14:paraId="4AF26FC9" w14:textId="77777777" w:rsidR="004C306D" w:rsidRPr="00375E73" w:rsidRDefault="004C306D" w:rsidP="004C306D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1 autorského zákona má </w:t>
      </w:r>
      <w:r>
        <w:rPr>
          <w:szCs w:val="22"/>
        </w:rPr>
        <w:t>Univerzita Tomáše Bati</w:t>
      </w:r>
      <w:r w:rsidRPr="00375E73">
        <w:rPr>
          <w:szCs w:val="22"/>
        </w:rPr>
        <w:t xml:space="preserve"> ve Zlíně právo na</w:t>
      </w:r>
      <w:r>
        <w:rPr>
          <w:szCs w:val="22"/>
        </w:rPr>
        <w:t> </w:t>
      </w:r>
      <w:r w:rsidRPr="00375E73">
        <w:rPr>
          <w:szCs w:val="22"/>
        </w:rPr>
        <w:t xml:space="preserve">uzavření licenční smlouvy o užití školního díla v rozsahu § 12 odst. 4 autorského zákona; </w:t>
      </w:r>
    </w:p>
    <w:p w14:paraId="51B73BF9" w14:textId="77777777" w:rsidR="004C306D" w:rsidRPr="00375E73" w:rsidRDefault="004C306D" w:rsidP="004C306D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</w:t>
      </w:r>
      <w:smartTag w:uri="urn:schemas-microsoft-com:office:smarttags" w:element="metricconverter">
        <w:smartTagPr>
          <w:attr w:name="ProductID" w:val="2 a"/>
        </w:smartTagPr>
        <w:r w:rsidRPr="00375E73">
          <w:rPr>
            <w:szCs w:val="22"/>
          </w:rPr>
          <w:t>2 a</w:t>
        </w:r>
      </w:smartTag>
      <w:r w:rsidRPr="00375E73">
        <w:rPr>
          <w:szCs w:val="22"/>
        </w:rPr>
        <w:t xml:space="preserve"> 3 mohu užít své dílo – </w:t>
      </w:r>
      <w:r>
        <w:rPr>
          <w:szCs w:val="22"/>
        </w:rPr>
        <w:t>diplomovou</w:t>
      </w:r>
      <w:r w:rsidRPr="00375E73">
        <w:rPr>
          <w:szCs w:val="22"/>
        </w:rPr>
        <w:t xml:space="preserve"> práci – nebo poskytnout licenci k jejímu využití jen s předchozím písemným souhlasem Univerzity Tomáše Bati ve Zlíně, která je oprávněna v takovém případě ode </w:t>
      </w:r>
      <w:proofErr w:type="gramStart"/>
      <w:r w:rsidRPr="00375E73">
        <w:rPr>
          <w:szCs w:val="22"/>
        </w:rPr>
        <w:t>mne</w:t>
      </w:r>
      <w:proofErr w:type="gramEnd"/>
      <w:r w:rsidRPr="00375E73">
        <w:rPr>
          <w:szCs w:val="22"/>
        </w:rPr>
        <w:t xml:space="preserve"> požadovat přiměřený příspěvek na úhradu nákladů, které byly Univerzitou Tomáše Bati ve Zlíně na</w:t>
      </w:r>
      <w:r>
        <w:rPr>
          <w:szCs w:val="22"/>
        </w:rPr>
        <w:t> </w:t>
      </w:r>
      <w:r w:rsidRPr="00375E73">
        <w:rPr>
          <w:szCs w:val="22"/>
        </w:rPr>
        <w:t xml:space="preserve">vytvoření díla vynaloženy (až do jejich skutečné výše); </w:t>
      </w:r>
    </w:p>
    <w:p w14:paraId="7D84A402" w14:textId="77777777" w:rsidR="004C306D" w:rsidRPr="00375E73" w:rsidRDefault="004C306D" w:rsidP="004C306D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bylo k vypracování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využito softwaru poskytnutého Univerzitou Tomáše Bati ve Zlíně nebo jiným</w:t>
      </w:r>
      <w:r>
        <w:rPr>
          <w:szCs w:val="22"/>
        </w:rPr>
        <w:t>i subjekty pouze ke studijním a </w:t>
      </w:r>
      <w:r w:rsidRPr="00375E73">
        <w:rPr>
          <w:szCs w:val="22"/>
        </w:rPr>
        <w:t>výzkumným účelům</w:t>
      </w:r>
      <w:r>
        <w:rPr>
          <w:szCs w:val="22"/>
        </w:rPr>
        <w:t xml:space="preserve"> </w:t>
      </w:r>
      <w:r w:rsidRPr="00375E73">
        <w:rPr>
          <w:szCs w:val="22"/>
        </w:rPr>
        <w:t xml:space="preserve">(tj. k nekomerčnímu využití), nelze výsledky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využít ke komerčním účelům; </w:t>
      </w:r>
    </w:p>
    <w:p w14:paraId="6494D7C9" w14:textId="77777777" w:rsidR="004C306D" w:rsidRPr="00375E73" w:rsidRDefault="004C306D" w:rsidP="004C306D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je výstupem </w:t>
      </w:r>
      <w:r>
        <w:rPr>
          <w:szCs w:val="22"/>
        </w:rPr>
        <w:t xml:space="preserve">diplomové </w:t>
      </w:r>
      <w:r w:rsidRPr="00375E73">
        <w:rPr>
          <w:szCs w:val="22"/>
        </w:rPr>
        <w:t>práce jakýkoliv softwarový produkt, považují se za</w:t>
      </w:r>
      <w:r>
        <w:rPr>
          <w:szCs w:val="22"/>
        </w:rPr>
        <w:t> </w:t>
      </w:r>
      <w:r w:rsidRPr="00375E73">
        <w:rPr>
          <w:szCs w:val="22"/>
        </w:rPr>
        <w:t>součást práce rovněž i zdrojové kódy, popř. soubory,</w:t>
      </w:r>
      <w:r>
        <w:rPr>
          <w:szCs w:val="22"/>
        </w:rPr>
        <w:t xml:space="preserve"> ze kterých se projekt skládá; n</w:t>
      </w:r>
      <w:r w:rsidRPr="00375E73">
        <w:rPr>
          <w:szCs w:val="22"/>
        </w:rPr>
        <w:t>eodevzdání této součásti může být důvodem k neobhájení práce.</w:t>
      </w:r>
    </w:p>
    <w:p w14:paraId="3D272BFC" w14:textId="77777777" w:rsidR="004C306D" w:rsidRPr="006677D9" w:rsidRDefault="004C306D" w:rsidP="004C306D">
      <w:pPr>
        <w:pStyle w:val="Default"/>
        <w:jc w:val="both"/>
        <w:rPr>
          <w:color w:val="auto"/>
          <w:szCs w:val="22"/>
        </w:rPr>
      </w:pPr>
    </w:p>
    <w:p w14:paraId="22CF46F4" w14:textId="77777777" w:rsidR="004C306D" w:rsidRPr="006677D9" w:rsidRDefault="004C306D" w:rsidP="004C306D">
      <w:pPr>
        <w:pStyle w:val="Default"/>
        <w:jc w:val="both"/>
        <w:rPr>
          <w:color w:val="auto"/>
          <w:szCs w:val="22"/>
        </w:rPr>
      </w:pPr>
    </w:p>
    <w:p w14:paraId="04E1C168" w14:textId="77777777" w:rsidR="004C306D" w:rsidRPr="00296EF3" w:rsidRDefault="004C306D" w:rsidP="004C306D">
      <w:pPr>
        <w:pStyle w:val="Default"/>
        <w:jc w:val="both"/>
        <w:rPr>
          <w:b/>
          <w:color w:val="auto"/>
          <w:szCs w:val="22"/>
        </w:rPr>
      </w:pPr>
      <w:r w:rsidRPr="00296EF3">
        <w:rPr>
          <w:b/>
          <w:color w:val="auto"/>
          <w:szCs w:val="22"/>
        </w:rPr>
        <w:t>Prohlašuji, že</w:t>
      </w:r>
    </w:p>
    <w:p w14:paraId="63C56030" w14:textId="77777777" w:rsidR="004C306D" w:rsidRPr="006677D9" w:rsidRDefault="004C306D" w:rsidP="004C306D">
      <w:pPr>
        <w:pStyle w:val="Default"/>
        <w:jc w:val="both"/>
        <w:rPr>
          <w:color w:val="auto"/>
          <w:szCs w:val="22"/>
        </w:rPr>
      </w:pPr>
    </w:p>
    <w:p w14:paraId="2607EE20" w14:textId="77777777" w:rsidR="004C306D" w:rsidRPr="00296EF3" w:rsidRDefault="004C306D" w:rsidP="004C306D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jsem na </w:t>
      </w:r>
      <w:r>
        <w:rPr>
          <w:szCs w:val="22"/>
        </w:rPr>
        <w:t>diplomové</w:t>
      </w:r>
      <w:r w:rsidRPr="00296EF3">
        <w:rPr>
          <w:szCs w:val="22"/>
        </w:rPr>
        <w:t xml:space="preserve"> práci pracoval(a) samostatně a použitou literaturu jsem řádně citoval(a); v případě publikace výsledků budu uveden(a) jako</w:t>
      </w:r>
      <w:r>
        <w:rPr>
          <w:szCs w:val="22"/>
        </w:rPr>
        <w:t xml:space="preserve"> </w:t>
      </w:r>
      <w:r w:rsidRPr="00296EF3">
        <w:rPr>
          <w:szCs w:val="22"/>
        </w:rPr>
        <w:t>spoluautor;</w:t>
      </w:r>
    </w:p>
    <w:p w14:paraId="19470F8E" w14:textId="77777777" w:rsidR="004C306D" w:rsidRPr="00296EF3" w:rsidRDefault="004C306D" w:rsidP="004C306D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odevzdaná verze </w:t>
      </w:r>
      <w:r>
        <w:rPr>
          <w:szCs w:val="22"/>
        </w:rPr>
        <w:t>diplomové</w:t>
      </w:r>
      <w:r w:rsidRPr="00296EF3">
        <w:rPr>
          <w:szCs w:val="22"/>
        </w:rPr>
        <w:t xml:space="preserve"> práce a verze elektronická nahraná do IS/STAG jsou obsahově totožné.</w:t>
      </w:r>
    </w:p>
    <w:p w14:paraId="0E234CDF" w14:textId="77777777" w:rsidR="00A230F8" w:rsidRPr="00BF2828" w:rsidRDefault="00A230F8" w:rsidP="00A230F8">
      <w:pPr>
        <w:pStyle w:val="Default"/>
        <w:rPr>
          <w:szCs w:val="22"/>
          <w:lang w:val="de-DE"/>
        </w:rPr>
      </w:pPr>
    </w:p>
    <w:p w14:paraId="7B48CE0A" w14:textId="77777777" w:rsidR="00A230F8" w:rsidRPr="00BF2828" w:rsidRDefault="00A230F8" w:rsidP="00A230F8">
      <w:pPr>
        <w:pStyle w:val="Default"/>
        <w:rPr>
          <w:szCs w:val="22"/>
          <w:lang w:val="de-DE"/>
        </w:rPr>
      </w:pPr>
    </w:p>
    <w:p w14:paraId="33155D54" w14:textId="77777777" w:rsidR="00A230F8" w:rsidRPr="00BF2828" w:rsidRDefault="00A230F8" w:rsidP="00A230F8">
      <w:pPr>
        <w:pStyle w:val="Default"/>
        <w:rPr>
          <w:szCs w:val="22"/>
          <w:lang w:val="de-DE"/>
        </w:rPr>
      </w:pPr>
    </w:p>
    <w:p w14:paraId="55AA378E" w14:textId="77777777" w:rsidR="00A230F8" w:rsidRPr="00BF2828" w:rsidRDefault="00A230F8" w:rsidP="00A230F8">
      <w:pPr>
        <w:pStyle w:val="Default"/>
        <w:rPr>
          <w:lang w:val="de-DE"/>
        </w:rPr>
      </w:pPr>
    </w:p>
    <w:p w14:paraId="7E222CD5" w14:textId="7B789C93" w:rsidR="00A230F8" w:rsidRPr="00BF2828" w:rsidRDefault="00A230F8" w:rsidP="00A230F8">
      <w:pPr>
        <w:pStyle w:val="Default"/>
        <w:tabs>
          <w:tab w:val="left" w:pos="4962"/>
        </w:tabs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Ve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Zlíně</w:t>
      </w:r>
      <w:proofErr w:type="spellEnd"/>
      <w:r w:rsidRPr="00BF2828">
        <w:rPr>
          <w:szCs w:val="22"/>
          <w:lang w:val="de-DE"/>
        </w:rPr>
        <w:t xml:space="preserve">, </w:t>
      </w:r>
      <w:proofErr w:type="spellStart"/>
      <w:r w:rsidRPr="00BF2828">
        <w:rPr>
          <w:szCs w:val="22"/>
          <w:lang w:val="de-DE"/>
        </w:rPr>
        <w:t>dne</w:t>
      </w:r>
      <w:proofErr w:type="spellEnd"/>
      <w:r w:rsidRPr="00BF2828">
        <w:rPr>
          <w:szCs w:val="22"/>
          <w:lang w:val="de-DE"/>
        </w:rPr>
        <w:t xml:space="preserve"> ..............................</w:t>
      </w:r>
      <w:r w:rsidRPr="00BF2828">
        <w:rPr>
          <w:szCs w:val="22"/>
          <w:lang w:val="de-DE"/>
        </w:rPr>
        <w:tab/>
        <w:t>...............................................................</w:t>
      </w:r>
    </w:p>
    <w:p w14:paraId="001ED6F4" w14:textId="77777777" w:rsidR="00A230F8" w:rsidRPr="00BF2828" w:rsidRDefault="00A230F8" w:rsidP="00A230F8">
      <w:pPr>
        <w:tabs>
          <w:tab w:val="left" w:pos="6379"/>
        </w:tabs>
        <w:rPr>
          <w:szCs w:val="22"/>
          <w:lang w:val="de-DE"/>
        </w:rPr>
      </w:pPr>
      <w:r w:rsidRPr="00BF2828">
        <w:rPr>
          <w:szCs w:val="22"/>
          <w:lang w:val="de-DE"/>
        </w:rPr>
        <w:tab/>
      </w:r>
      <w:proofErr w:type="spellStart"/>
      <w:r w:rsidRPr="00BF2828">
        <w:rPr>
          <w:szCs w:val="22"/>
          <w:lang w:val="de-DE"/>
        </w:rPr>
        <w:t>podpis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autora</w:t>
      </w:r>
      <w:proofErr w:type="spellEnd"/>
    </w:p>
    <w:p w14:paraId="664664D6" w14:textId="77777777" w:rsidR="00D33048" w:rsidRPr="00BF2828" w:rsidRDefault="00C5195F" w:rsidP="00296EF3">
      <w:pPr>
        <w:pStyle w:val="Default"/>
        <w:rPr>
          <w:lang w:val="de-DE"/>
        </w:rPr>
        <w:sectPr w:rsidR="00D33048" w:rsidRPr="00BF2828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BF2828">
        <w:rPr>
          <w:lang w:val="de-DE"/>
        </w:rPr>
        <w:br w:type="page"/>
      </w:r>
    </w:p>
    <w:p w14:paraId="3D46491B" w14:textId="15C22AA0" w:rsidR="005C742E" w:rsidRPr="00BF2828" w:rsidRDefault="005C742E" w:rsidP="005C742E">
      <w:pPr>
        <w:pStyle w:val="AbstraktAbstract"/>
        <w:rPr>
          <w:color w:val="000000" w:themeColor="text1"/>
          <w:lang w:val="de-DE"/>
        </w:rPr>
      </w:pPr>
      <w:bookmarkStart w:id="2" w:name="_Toc37577728"/>
      <w:r w:rsidRPr="00BF2828">
        <w:rPr>
          <w:color w:val="000000" w:themeColor="text1"/>
          <w:lang w:val="de-DE"/>
        </w:rPr>
        <w:lastRenderedPageBreak/>
        <w:t>ABSTRAKT</w:t>
      </w:r>
      <w:bookmarkEnd w:id="2"/>
    </w:p>
    <w:p w14:paraId="00CE8287" w14:textId="709D3B8A" w:rsidR="00512B10" w:rsidRPr="00BF2828" w:rsidRDefault="0016172F" w:rsidP="005C742E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 xml:space="preserve">Text </w:t>
      </w:r>
      <w:proofErr w:type="spellStart"/>
      <w:r w:rsidRPr="00BF2828">
        <w:rPr>
          <w:color w:val="000000" w:themeColor="text1"/>
          <w:lang w:val="de-DE"/>
        </w:rPr>
        <w:t>a</w:t>
      </w:r>
      <w:r w:rsidR="005C742E" w:rsidRPr="00BF2828">
        <w:rPr>
          <w:color w:val="000000" w:themeColor="text1"/>
          <w:lang w:val="de-DE"/>
        </w:rPr>
        <w:t>bstrakt</w:t>
      </w:r>
      <w:r w:rsidRPr="00BF2828">
        <w:rPr>
          <w:color w:val="000000" w:themeColor="text1"/>
          <w:lang w:val="de-DE"/>
        </w:rPr>
        <w:t>u</w:t>
      </w:r>
      <w:proofErr w:type="spellEnd"/>
      <w:r w:rsidR="005C742E" w:rsidRPr="00BF2828">
        <w:rPr>
          <w:color w:val="000000" w:themeColor="text1"/>
          <w:lang w:val="de-DE"/>
        </w:rPr>
        <w:t xml:space="preserve"> v </w:t>
      </w:r>
      <w:proofErr w:type="spellStart"/>
      <w:r w:rsidR="00E503EE" w:rsidRPr="00BF2828">
        <w:rPr>
          <w:color w:val="000000" w:themeColor="text1"/>
          <w:lang w:val="de-DE"/>
        </w:rPr>
        <w:t>češtině</w:t>
      </w:r>
      <w:proofErr w:type="spellEnd"/>
      <w:r w:rsidR="00512B10" w:rsidRPr="00BF2828">
        <w:rPr>
          <w:color w:val="000000" w:themeColor="text1"/>
          <w:lang w:val="de-DE"/>
        </w:rPr>
        <w:t>.</w:t>
      </w:r>
    </w:p>
    <w:p w14:paraId="672FFBF2" w14:textId="77777777" w:rsidR="00E54E9A" w:rsidRPr="00BF2828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7ECBE065" w14:textId="77777777" w:rsidR="005C742E" w:rsidRPr="00BF2828" w:rsidRDefault="005C742E" w:rsidP="005C742E">
      <w:pPr>
        <w:pStyle w:val="AbstraktAbstracttext"/>
        <w:rPr>
          <w:color w:val="000000" w:themeColor="text1"/>
          <w:lang w:val="de-DE"/>
        </w:rPr>
      </w:pPr>
      <w:proofErr w:type="spellStart"/>
      <w:r w:rsidRPr="00BF2828">
        <w:rPr>
          <w:color w:val="000000" w:themeColor="text1"/>
          <w:lang w:val="de-DE"/>
        </w:rPr>
        <w:t>Klíčová</w:t>
      </w:r>
      <w:proofErr w:type="spellEnd"/>
      <w:r w:rsidRPr="00BF2828">
        <w:rPr>
          <w:color w:val="000000" w:themeColor="text1"/>
          <w:lang w:val="de-DE"/>
        </w:rPr>
        <w:t xml:space="preserve"> </w:t>
      </w:r>
      <w:proofErr w:type="spellStart"/>
      <w:r w:rsidRPr="00BF2828">
        <w:rPr>
          <w:color w:val="000000" w:themeColor="text1"/>
          <w:lang w:val="de-DE"/>
        </w:rPr>
        <w:t>slova</w:t>
      </w:r>
      <w:proofErr w:type="spellEnd"/>
      <w:r w:rsidRPr="00BF2828">
        <w:rPr>
          <w:color w:val="000000" w:themeColor="text1"/>
          <w:lang w:val="de-DE"/>
        </w:rPr>
        <w:t xml:space="preserve">: </w:t>
      </w:r>
      <w:proofErr w:type="spellStart"/>
      <w:r w:rsidR="0016172F" w:rsidRPr="00BF2828">
        <w:rPr>
          <w:color w:val="000000" w:themeColor="text1"/>
          <w:lang w:val="de-DE"/>
        </w:rPr>
        <w:t>klíčové</w:t>
      </w:r>
      <w:proofErr w:type="spellEnd"/>
      <w:r w:rsidR="0016172F" w:rsidRPr="00BF2828">
        <w:rPr>
          <w:color w:val="000000" w:themeColor="text1"/>
          <w:lang w:val="de-DE"/>
        </w:rPr>
        <w:t xml:space="preserve"> </w:t>
      </w:r>
      <w:proofErr w:type="spellStart"/>
      <w:r w:rsidR="0016172F" w:rsidRPr="00BF2828">
        <w:rPr>
          <w:color w:val="000000" w:themeColor="text1"/>
          <w:lang w:val="de-DE"/>
        </w:rPr>
        <w:t>slovo</w:t>
      </w:r>
      <w:proofErr w:type="spellEnd"/>
      <w:r w:rsidR="0016172F" w:rsidRPr="00BF2828">
        <w:rPr>
          <w:color w:val="000000" w:themeColor="text1"/>
          <w:lang w:val="de-DE"/>
        </w:rPr>
        <w:t xml:space="preserve">, </w:t>
      </w:r>
      <w:proofErr w:type="spellStart"/>
      <w:r w:rsidR="0016172F" w:rsidRPr="00BF2828">
        <w:rPr>
          <w:color w:val="000000" w:themeColor="text1"/>
          <w:lang w:val="de-DE"/>
        </w:rPr>
        <w:t>klíčové</w:t>
      </w:r>
      <w:proofErr w:type="spellEnd"/>
      <w:r w:rsidR="0016172F" w:rsidRPr="00BF2828">
        <w:rPr>
          <w:color w:val="000000" w:themeColor="text1"/>
          <w:lang w:val="de-DE"/>
        </w:rPr>
        <w:t xml:space="preserve"> </w:t>
      </w:r>
      <w:proofErr w:type="spellStart"/>
      <w:r w:rsidR="0016172F" w:rsidRPr="00BF2828">
        <w:rPr>
          <w:color w:val="000000" w:themeColor="text1"/>
          <w:lang w:val="de-DE"/>
        </w:rPr>
        <w:t>slovo</w:t>
      </w:r>
      <w:proofErr w:type="spellEnd"/>
    </w:p>
    <w:p w14:paraId="6E7A5D16" w14:textId="77777777" w:rsidR="005C742E" w:rsidRPr="00BF2828" w:rsidRDefault="005C742E" w:rsidP="005C742E">
      <w:pPr>
        <w:pStyle w:val="AbstraktAbstracttext"/>
        <w:rPr>
          <w:color w:val="000000" w:themeColor="text1"/>
          <w:lang w:val="de-DE"/>
        </w:rPr>
      </w:pPr>
    </w:p>
    <w:p w14:paraId="67520169" w14:textId="77777777" w:rsidR="005C742E" w:rsidRPr="00BF2828" w:rsidRDefault="005C742E" w:rsidP="008219A3">
      <w:pPr>
        <w:pStyle w:val="AbstraktAbstract"/>
        <w:rPr>
          <w:lang w:val="de-DE"/>
        </w:rPr>
      </w:pPr>
      <w:r w:rsidRPr="00BF2828">
        <w:rPr>
          <w:lang w:val="de-DE"/>
        </w:rPr>
        <w:t>ABSTRACT</w:t>
      </w:r>
    </w:p>
    <w:p w14:paraId="500D130D" w14:textId="0DFF78D6" w:rsidR="005C742E" w:rsidRPr="00BF2828" w:rsidRDefault="00BF2828" w:rsidP="005C742E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>English Abstract</w:t>
      </w:r>
      <w:r w:rsidR="00512B10" w:rsidRPr="00BF2828">
        <w:rPr>
          <w:color w:val="000000" w:themeColor="text1"/>
          <w:lang w:val="de-DE"/>
        </w:rPr>
        <w:t>.</w:t>
      </w:r>
    </w:p>
    <w:p w14:paraId="7F35B828" w14:textId="77777777" w:rsidR="00E54E9A" w:rsidRPr="00BF2828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532069F0" w14:textId="321FD332" w:rsidR="002F0A18" w:rsidRPr="00BF2828" w:rsidRDefault="005C742E" w:rsidP="002F0A18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>Keywords:</w:t>
      </w:r>
      <w:r w:rsidR="0016172F" w:rsidRPr="00BF2828">
        <w:rPr>
          <w:color w:val="000000" w:themeColor="text1"/>
          <w:lang w:val="de-DE"/>
        </w:rPr>
        <w:t xml:space="preserve"> </w:t>
      </w:r>
      <w:proofErr w:type="spellStart"/>
      <w:r w:rsidR="0016172F" w:rsidRPr="00BF2828">
        <w:rPr>
          <w:color w:val="000000" w:themeColor="text1"/>
          <w:lang w:val="de-DE"/>
        </w:rPr>
        <w:t>keyword</w:t>
      </w:r>
      <w:proofErr w:type="spellEnd"/>
      <w:r w:rsidR="0016172F" w:rsidRPr="00BF2828">
        <w:rPr>
          <w:color w:val="000000" w:themeColor="text1"/>
          <w:lang w:val="de-DE"/>
        </w:rPr>
        <w:t xml:space="preserve">, </w:t>
      </w:r>
      <w:proofErr w:type="spellStart"/>
      <w:r w:rsidR="0016172F" w:rsidRPr="00BF2828">
        <w:rPr>
          <w:color w:val="000000" w:themeColor="text1"/>
          <w:lang w:val="de-DE"/>
        </w:rPr>
        <w:t>keyword</w:t>
      </w:r>
      <w:proofErr w:type="spellEnd"/>
    </w:p>
    <w:p w14:paraId="09F5F664" w14:textId="4702FD6A" w:rsidR="00BF2828" w:rsidRPr="00BF2828" w:rsidRDefault="00BF2828" w:rsidP="002F0A18">
      <w:pPr>
        <w:pStyle w:val="AbstraktAbstracttext"/>
        <w:rPr>
          <w:color w:val="000000" w:themeColor="text1"/>
          <w:lang w:val="de-DE"/>
        </w:rPr>
      </w:pPr>
    </w:p>
    <w:p w14:paraId="747C9781" w14:textId="77777777" w:rsidR="00BF2828" w:rsidRPr="00BF2828" w:rsidRDefault="00BF2828" w:rsidP="00BF2828">
      <w:pPr>
        <w:pStyle w:val="AbstraktAbstract"/>
        <w:rPr>
          <w:lang w:val="de-DE"/>
        </w:rPr>
      </w:pPr>
      <w:r w:rsidRPr="00BF2828">
        <w:rPr>
          <w:lang w:val="de-DE"/>
        </w:rPr>
        <w:t>ABSTRACT</w:t>
      </w:r>
    </w:p>
    <w:p w14:paraId="6ACD366F" w14:textId="4F842A85" w:rsidR="00BF2828" w:rsidRPr="00BF2828" w:rsidRDefault="00BF2828" w:rsidP="00BF2828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>Deutsches Abstract.</w:t>
      </w:r>
    </w:p>
    <w:p w14:paraId="5DAE22DA" w14:textId="77777777" w:rsidR="00BF2828" w:rsidRPr="00BF2828" w:rsidRDefault="00BF2828" w:rsidP="00BF2828">
      <w:pPr>
        <w:pStyle w:val="AbstraktAbstracttext"/>
        <w:rPr>
          <w:color w:val="000000" w:themeColor="text1"/>
          <w:lang w:val="de-DE"/>
        </w:rPr>
      </w:pPr>
    </w:p>
    <w:p w14:paraId="7C7C0000" w14:textId="5CA81157" w:rsidR="00BF2828" w:rsidRPr="00BF2828" w:rsidRDefault="00BF2828" w:rsidP="00BF2828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>Schlüsselwörter: Schlüsselwort, Schlüsselwort</w:t>
      </w:r>
    </w:p>
    <w:p w14:paraId="58C0B8C1" w14:textId="77777777" w:rsidR="00BF2828" w:rsidRPr="00BF2828" w:rsidRDefault="00BF2828" w:rsidP="002F0A18">
      <w:pPr>
        <w:pStyle w:val="AbstraktAbstracttext"/>
        <w:rPr>
          <w:color w:val="000000" w:themeColor="text1"/>
          <w:lang w:val="de-DE"/>
        </w:rPr>
      </w:pPr>
    </w:p>
    <w:p w14:paraId="449E0E88" w14:textId="77777777" w:rsidR="001028DB" w:rsidRPr="00BF2828" w:rsidRDefault="001028DB" w:rsidP="002F0A18">
      <w:pPr>
        <w:pStyle w:val="AbstraktAbstracttext"/>
        <w:rPr>
          <w:color w:val="000000" w:themeColor="text1"/>
          <w:lang w:val="de-DE"/>
        </w:rPr>
      </w:pPr>
    </w:p>
    <w:p w14:paraId="62B20424" w14:textId="53A79C7C" w:rsidR="001028DB" w:rsidRPr="00BF2828" w:rsidRDefault="001028DB">
      <w:pPr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br w:type="page"/>
      </w:r>
    </w:p>
    <w:p w14:paraId="6FCD527B" w14:textId="73751203" w:rsidR="001028DB" w:rsidRPr="00BF2828" w:rsidRDefault="00BF2828" w:rsidP="001028DB">
      <w:pPr>
        <w:rPr>
          <w:lang w:val="de-DE"/>
        </w:rPr>
      </w:pPr>
      <w:r w:rsidRPr="00BF2828">
        <w:rPr>
          <w:lang w:val="de-DE"/>
        </w:rPr>
        <w:lastRenderedPageBreak/>
        <w:t>Danksagung, Motto</w:t>
      </w:r>
      <w:r w:rsidR="00645F49" w:rsidRPr="00BF2828">
        <w:rPr>
          <w:lang w:val="de-DE"/>
        </w:rPr>
        <w:t>.</w:t>
      </w:r>
    </w:p>
    <w:p w14:paraId="602B14E4" w14:textId="77777777" w:rsidR="0036533F" w:rsidRPr="00BF2828" w:rsidRDefault="0036533F" w:rsidP="002F0A18">
      <w:pPr>
        <w:pStyle w:val="AbstraktAbstracttext"/>
        <w:rPr>
          <w:color w:val="000000" w:themeColor="text1"/>
          <w:lang w:val="de-DE"/>
        </w:rPr>
      </w:pPr>
    </w:p>
    <w:p w14:paraId="44A4420C" w14:textId="77777777" w:rsidR="006D5560" w:rsidRPr="00BF2828" w:rsidRDefault="002F0A18">
      <w:pPr>
        <w:rPr>
          <w:color w:val="000000" w:themeColor="text1"/>
          <w:lang w:val="de-DE"/>
        </w:rPr>
        <w:sectPr w:rsidR="006D5560" w:rsidRPr="00BF2828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BF2828">
        <w:rPr>
          <w:color w:val="000000" w:themeColor="text1"/>
          <w:lang w:val="de-DE"/>
        </w:rPr>
        <w:br w:type="page"/>
      </w:r>
    </w:p>
    <w:sdt>
      <w:sdtPr>
        <w:id w:val="1235735627"/>
        <w:docPartObj>
          <w:docPartGallery w:val="Table of Contents"/>
          <w:docPartUnique/>
        </w:docPartObj>
      </w:sdtPr>
      <w:sdtEndPr>
        <w:rPr>
          <w:rFonts w:eastAsia="Times New Roman" w:cs="Times New Roman"/>
          <w:bCs/>
          <w:caps w:val="0"/>
          <w:sz w:val="24"/>
          <w:szCs w:val="24"/>
        </w:rPr>
      </w:sdtEndPr>
      <w:sdtContent>
        <w:p w14:paraId="0E5DBD4C" w14:textId="74D7D02E" w:rsidR="00152DFE" w:rsidRDefault="00152DFE" w:rsidP="00152DFE">
          <w:pPr>
            <w:pStyle w:val="Nadpisobsahu"/>
          </w:pPr>
          <w:r w:rsidRPr="00152DFE">
            <w:t>Inhalt</w:t>
          </w:r>
        </w:p>
        <w:p w14:paraId="16366770" w14:textId="29C64910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r>
            <w:rPr>
              <w:b w:val="0"/>
              <w:caps w:val="0"/>
            </w:rPr>
            <w:fldChar w:fldCharType="begin"/>
          </w:r>
          <w:r>
            <w:rPr>
              <w:b w:val="0"/>
              <w:caps w:val="0"/>
            </w:rPr>
            <w:instrText xml:space="preserve"> TOC \o "1-3" \h \z \u </w:instrText>
          </w:r>
          <w:r>
            <w:rPr>
              <w:b w:val="0"/>
              <w:caps w:val="0"/>
            </w:rPr>
            <w:fldChar w:fldCharType="separate"/>
          </w:r>
          <w:hyperlink w:anchor="_Toc184163557" w:history="1">
            <w:r w:rsidRPr="005049F3">
              <w:rPr>
                <w:rStyle w:val="Hypertextovodkaz"/>
                <w:noProof/>
                <w:lang w:val="de-DE"/>
              </w:rPr>
              <w:t>Einleitung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2B03F0" w14:textId="203BDFA5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58" w:history="1">
            <w:r w:rsidRPr="005049F3">
              <w:rPr>
                <w:rStyle w:val="Hypertextovodkaz"/>
                <w:noProof/>
                <w:lang w:val="de-DE"/>
              </w:rPr>
              <w:t>1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Überschrift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42D645" w14:textId="4BBF2E1F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59" w:history="1">
            <w:r w:rsidRPr="005049F3">
              <w:rPr>
                <w:rStyle w:val="Hypertextovodkaz"/>
                <w:noProof/>
                <w:lang w:val="de-DE"/>
              </w:rPr>
              <w:t>1.1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Unterüberschrift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22E4DE" w14:textId="3F7C2A6C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60" w:history="1">
            <w:r w:rsidRPr="005049F3">
              <w:rPr>
                <w:rStyle w:val="Hypertextovodkaz"/>
                <w:noProof/>
                <w:lang w:val="de-DE"/>
              </w:rPr>
              <w:t>1.2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Unterüberschrift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B2DD49" w14:textId="17975044" w:rsidR="00152DFE" w:rsidRDefault="00152DFE">
          <w:pPr>
            <w:pStyle w:val="Obsah3"/>
            <w:tabs>
              <w:tab w:val="left" w:pos="141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163561" w:history="1">
            <w:r w:rsidRPr="005049F3">
              <w:rPr>
                <w:rStyle w:val="Hypertextovodkaz"/>
                <w:noProof/>
                <w:lang w:val="de-DE"/>
              </w:rPr>
              <w:t>1.2.1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Unterunterüberschrift alfa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FFBAF" w14:textId="24A91249" w:rsidR="00152DFE" w:rsidRDefault="00152DFE">
          <w:pPr>
            <w:pStyle w:val="Obsah3"/>
            <w:tabs>
              <w:tab w:val="left" w:pos="141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163562" w:history="1">
            <w:r w:rsidRPr="005049F3">
              <w:rPr>
                <w:rStyle w:val="Hypertextovodkaz"/>
                <w:noProof/>
                <w:lang w:val="de-DE"/>
              </w:rPr>
              <w:t>1.2.2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Unterunterüberschrift beta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C72AF6" w14:textId="4B35948B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63" w:history="1">
            <w:r w:rsidRPr="005049F3">
              <w:rPr>
                <w:rStyle w:val="Hypertextovodkaz"/>
                <w:noProof/>
                <w:lang w:val="de-DE"/>
              </w:rPr>
              <w:t>1.3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Unterüberschrift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C7F6A8" w14:textId="66F150D5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64" w:history="1">
            <w:r w:rsidRPr="005049F3">
              <w:rPr>
                <w:rStyle w:val="Hypertextovodkaz"/>
                <w:noProof/>
                <w:lang w:val="de-DE"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Überschrift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4E7C53" w14:textId="00741835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65" w:history="1">
            <w:r w:rsidRPr="005049F3">
              <w:rPr>
                <w:rStyle w:val="Hypertextovodkaz"/>
                <w:noProof/>
                <w:lang w:val="de-DE"/>
              </w:rPr>
              <w:t>2.1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Unterüberschrift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044834" w14:textId="3E9F2CDF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66" w:history="1">
            <w:r w:rsidRPr="005049F3">
              <w:rPr>
                <w:rStyle w:val="Hypertextovodkaz"/>
                <w:noProof/>
                <w:lang w:val="de-DE"/>
              </w:rPr>
              <w:t>2.2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Unterüberschrift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52DABD" w14:textId="75605E62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67" w:history="1">
            <w:r w:rsidRPr="005049F3">
              <w:rPr>
                <w:rStyle w:val="Hypertextovodkaz"/>
                <w:noProof/>
                <w:lang w:val="de-DE"/>
              </w:rPr>
              <w:t>3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Abbildungen, Tabellen, Gleichungen und Quellcode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9E7B91" w14:textId="41352204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68" w:history="1">
            <w:r w:rsidRPr="005049F3">
              <w:rPr>
                <w:rStyle w:val="Hypertextovodkaz"/>
                <w:noProof/>
                <w:lang w:val="de-DE"/>
              </w:rPr>
              <w:t>3.1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Abbildungen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F77412" w14:textId="7313D5E4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69" w:history="1">
            <w:r w:rsidRPr="005049F3">
              <w:rPr>
                <w:rStyle w:val="Hypertextovodkaz"/>
                <w:noProof/>
                <w:lang w:val="de-DE"/>
              </w:rPr>
              <w:t>3.2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Tabellen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2C9CE5" w14:textId="75295CB9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70" w:history="1">
            <w:r w:rsidRPr="005049F3">
              <w:rPr>
                <w:rStyle w:val="Hypertextovodkaz"/>
                <w:noProof/>
                <w:lang w:val="de-DE"/>
              </w:rPr>
              <w:t>3.3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Gleichungen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8BEC89" w14:textId="56929007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71" w:history="1">
            <w:r w:rsidRPr="005049F3">
              <w:rPr>
                <w:rStyle w:val="Hypertextovodkaz"/>
                <w:noProof/>
                <w:lang w:val="de-DE"/>
              </w:rPr>
              <w:t>3.4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Quellcode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FE1A9C" w14:textId="1C9EBF04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72" w:history="1">
            <w:r w:rsidRPr="005049F3">
              <w:rPr>
                <w:rStyle w:val="Hypertextovodkaz"/>
                <w:noProof/>
                <w:lang w:val="de-DE"/>
              </w:rPr>
              <w:t>4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Überschrift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4FC085" w14:textId="150B39A4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73" w:history="1">
            <w:r w:rsidRPr="005049F3">
              <w:rPr>
                <w:rStyle w:val="Hypertextovodkaz"/>
                <w:noProof/>
                <w:lang w:val="de-DE"/>
              </w:rPr>
              <w:t>4.1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Unterüberschrift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996CBB" w14:textId="7BB80D48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74" w:history="1">
            <w:r w:rsidRPr="005049F3">
              <w:rPr>
                <w:rStyle w:val="Hypertextovodkaz"/>
                <w:noProof/>
                <w:lang w:val="de-DE"/>
              </w:rPr>
              <w:t>4.2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Unterüberschrift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ED278A" w14:textId="490937D3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75" w:history="1">
            <w:r w:rsidRPr="005049F3">
              <w:rPr>
                <w:rStyle w:val="Hypertextovodkaz"/>
                <w:noProof/>
                <w:lang w:val="de-DE"/>
              </w:rPr>
              <w:t>Schlussbetrachtung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984C" w14:textId="670647B8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76" w:history="1">
            <w:r w:rsidRPr="005049F3">
              <w:rPr>
                <w:rStyle w:val="Hypertextovodkaz"/>
                <w:noProof/>
                <w:lang w:val="de-DE"/>
              </w:rPr>
              <w:t>Literaturverzeichnis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697A2B" w14:textId="3BF0EA33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77" w:history="1">
            <w:r w:rsidRPr="005049F3">
              <w:rPr>
                <w:rStyle w:val="Hypertextovodkaz"/>
                <w:noProof/>
                <w:lang w:val="de-DE"/>
              </w:rPr>
              <w:t>Abbildungsverzeichnis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80A64E" w14:textId="01122310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78" w:history="1">
            <w:r w:rsidRPr="005049F3">
              <w:rPr>
                <w:rStyle w:val="Hypertextovodkaz"/>
                <w:noProof/>
                <w:lang w:val="de-DE"/>
              </w:rPr>
              <w:t>Tabellenverzeichnis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78BA48" w14:textId="4DFB3C7C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79" w:history="1">
            <w:r w:rsidRPr="005049F3">
              <w:rPr>
                <w:rStyle w:val="Hypertextovodkaz"/>
                <w:noProof/>
                <w:lang w:val="de-DE"/>
              </w:rPr>
              <w:t>Symbol- und Abkürzungsverzeichnis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8F1B9F" w14:textId="0B9FF6A1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80" w:history="1">
            <w:r w:rsidRPr="005049F3">
              <w:rPr>
                <w:rStyle w:val="Hypertextovodkaz"/>
                <w:noProof/>
                <w:lang w:val="de-DE"/>
              </w:rPr>
              <w:t>Anhangsverzeichnis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33D55E" w14:textId="352376D5" w:rsidR="00152DFE" w:rsidRDefault="00152DFE">
          <w:r>
            <w:rPr>
              <w:b/>
              <w:caps/>
            </w:rPr>
            <w:fldChar w:fldCharType="end"/>
          </w:r>
        </w:p>
      </w:sdtContent>
    </w:sdt>
    <w:p w14:paraId="19B023C3" w14:textId="311BB0E3" w:rsidR="006D5560" w:rsidRPr="00BF2828" w:rsidRDefault="006D5560" w:rsidP="00D34939">
      <w:pPr>
        <w:pStyle w:val="TextprceText"/>
        <w:rPr>
          <w:lang w:val="de-DE"/>
        </w:rPr>
        <w:sectPr w:rsidR="006D5560" w:rsidRPr="00BF2828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22D608C3" w14:textId="421E1954" w:rsidR="0096510B" w:rsidRPr="00BF2828" w:rsidRDefault="00BF2828" w:rsidP="0096510B">
      <w:pPr>
        <w:pStyle w:val="vodzvrIntroductionConclusion"/>
        <w:rPr>
          <w:lang w:val="de-DE"/>
        </w:rPr>
      </w:pPr>
      <w:bookmarkStart w:id="3" w:name="_Toc184163557"/>
      <w:r>
        <w:rPr>
          <w:lang w:val="de-DE"/>
        </w:rPr>
        <w:lastRenderedPageBreak/>
        <w:t>Einleitung</w:t>
      </w:r>
      <w:bookmarkEnd w:id="3"/>
    </w:p>
    <w:p w14:paraId="081AF656" w14:textId="50A77871" w:rsidR="0096510B" w:rsidRPr="00BF2828" w:rsidRDefault="00E803E3" w:rsidP="007157C0">
      <w:pPr>
        <w:pStyle w:val="Odstavec1Paragraph1"/>
        <w:rPr>
          <w:lang w:val="de-DE"/>
        </w:rPr>
      </w:pPr>
      <w:r w:rsidRPr="00BF2828">
        <w:rPr>
          <w:lang w:val="de-DE"/>
        </w:rPr>
        <w:t xml:space="preserve">Pro </w:t>
      </w:r>
      <w:proofErr w:type="spellStart"/>
      <w:r w:rsidRPr="00BF2828">
        <w:rPr>
          <w:lang w:val="de-DE"/>
        </w:rPr>
        <w:t>základní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šabloně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připravené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dva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styly</w:t>
      </w:r>
      <w:proofErr w:type="spellEnd"/>
      <w:r w:rsidRPr="00BF2828">
        <w:rPr>
          <w:lang w:val="de-DE"/>
        </w:rPr>
        <w:t xml:space="preserve">: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1 a Text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>. Styl „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1“ je </w:t>
      </w:r>
      <w:proofErr w:type="spellStart"/>
      <w:r w:rsidRPr="00BF2828">
        <w:rPr>
          <w:lang w:val="de-DE"/>
        </w:rPr>
        <w:t>bez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odstavcové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zarážky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používá</w:t>
      </w:r>
      <w:proofErr w:type="spellEnd"/>
      <w:r w:rsidRPr="00BF2828">
        <w:rPr>
          <w:lang w:val="de-DE"/>
        </w:rPr>
        <w:t xml:space="preserve"> se pro </w:t>
      </w:r>
      <w:proofErr w:type="spellStart"/>
      <w:r w:rsidRPr="00BF2828">
        <w:rPr>
          <w:lang w:val="de-DE"/>
        </w:rPr>
        <w:t>první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nadpisem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nastaví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automaticky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jakmile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nadpis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ukončíte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klávesou</w:t>
      </w:r>
      <w:proofErr w:type="spellEnd"/>
      <w:r w:rsidRPr="00BF2828">
        <w:rPr>
          <w:lang w:val="de-DE"/>
        </w:rPr>
        <w:t xml:space="preserve"> Enter), </w:t>
      </w:r>
      <w:proofErr w:type="spellStart"/>
      <w:r w:rsidRPr="00BF2828">
        <w:rPr>
          <w:lang w:val="de-DE"/>
        </w:rPr>
        <w:t>obrázkem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tabulkou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nebo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citátem</w:t>
      </w:r>
      <w:proofErr w:type="spellEnd"/>
      <w:r w:rsidRPr="00BF2828">
        <w:rPr>
          <w:lang w:val="de-DE"/>
        </w:rPr>
        <w:t xml:space="preserve">. Styl je </w:t>
      </w:r>
      <w:proofErr w:type="spellStart"/>
      <w:r w:rsidRPr="00BF2828">
        <w:rPr>
          <w:lang w:val="de-DE"/>
        </w:rPr>
        <w:t>nastaven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styl </w:t>
      </w:r>
      <w:proofErr w:type="spellStart"/>
      <w:r w:rsidRPr="00BF2828">
        <w:rPr>
          <w:lang w:val="de-DE"/>
        </w:rPr>
        <w:t>následujícího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nadpisových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stylech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Následující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naformátované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pomocí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stylu</w:t>
      </w:r>
      <w:proofErr w:type="spellEnd"/>
      <w:r w:rsidRPr="00BF2828">
        <w:rPr>
          <w:lang w:val="de-DE"/>
        </w:rPr>
        <w:t xml:space="preserve"> „Text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“,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vyznačen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odstavcovou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zarážkou</w:t>
      </w:r>
      <w:proofErr w:type="spellEnd"/>
      <w:r w:rsidRPr="00BF2828">
        <w:rPr>
          <w:lang w:val="de-DE"/>
        </w:rPr>
        <w:t xml:space="preserve"> a je </w:t>
      </w:r>
      <w:proofErr w:type="spellStart"/>
      <w:r w:rsidRPr="00BF2828">
        <w:rPr>
          <w:lang w:val="de-DE"/>
        </w:rPr>
        <w:t>určen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ostatní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kromě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prvního</w:t>
      </w:r>
      <w:proofErr w:type="spellEnd"/>
      <w:r w:rsidRPr="00BF2828">
        <w:rPr>
          <w:lang w:val="de-DE"/>
        </w:rPr>
        <w:t xml:space="preserve">. Je </w:t>
      </w:r>
      <w:proofErr w:type="spellStart"/>
      <w:r w:rsidRPr="00BF2828">
        <w:rPr>
          <w:lang w:val="de-DE"/>
        </w:rPr>
        <w:t>nastaven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styl </w:t>
      </w:r>
      <w:proofErr w:type="spellStart"/>
      <w:r w:rsidRPr="00BF2828">
        <w:rPr>
          <w:lang w:val="de-DE"/>
        </w:rPr>
        <w:t>následujícího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1</w:t>
      </w:r>
      <w:r w:rsidR="001070D7" w:rsidRPr="00BF2828">
        <w:rPr>
          <w:lang w:val="de-DE"/>
        </w:rPr>
        <w:t>.</w:t>
      </w:r>
    </w:p>
    <w:p w14:paraId="3C0F9D39" w14:textId="43C45A12" w:rsidR="00E803E3" w:rsidRPr="00BF2828" w:rsidRDefault="00E803E3" w:rsidP="00E803E3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Šablona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navržena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tak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aby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bylo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možné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vytisknout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oboustranně</w:t>
      </w:r>
      <w:proofErr w:type="spellEnd"/>
      <w:r w:rsidRPr="00BF2828">
        <w:rPr>
          <w:lang w:val="de-DE"/>
        </w:rPr>
        <w:t xml:space="preserve">: </w:t>
      </w:r>
      <w:proofErr w:type="spellStart"/>
      <w:r w:rsidRPr="00BF2828">
        <w:rPr>
          <w:lang w:val="de-DE"/>
        </w:rPr>
        <w:t>má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zrcadlové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okraje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zrcadlová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záhlaví</w:t>
      </w:r>
      <w:proofErr w:type="spellEnd"/>
      <w:r w:rsidRPr="00BF2828">
        <w:rPr>
          <w:lang w:val="de-DE"/>
        </w:rPr>
        <w:t>. V </w:t>
      </w:r>
      <w:proofErr w:type="spellStart"/>
      <w:r w:rsidRPr="00BF2828">
        <w:rPr>
          <w:lang w:val="de-DE"/>
        </w:rPr>
        <w:t>šabloně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využívají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oddíly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pomocí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kterých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úvodní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strany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zadání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prohlášení</w:t>
      </w:r>
      <w:proofErr w:type="spellEnd"/>
      <w:r w:rsidRPr="00BF2828">
        <w:rPr>
          <w:lang w:val="de-DE"/>
        </w:rPr>
        <w:t xml:space="preserve">, abstrakt, </w:t>
      </w:r>
      <w:proofErr w:type="spellStart"/>
      <w:r w:rsidRPr="00BF2828">
        <w:rPr>
          <w:lang w:val="de-DE"/>
        </w:rPr>
        <w:t>obsah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úvod</w:t>
      </w:r>
      <w:proofErr w:type="spellEnd"/>
      <w:r w:rsidRPr="00BF2828">
        <w:rPr>
          <w:lang w:val="de-DE"/>
        </w:rPr>
        <w:t xml:space="preserve">) </w:t>
      </w:r>
      <w:proofErr w:type="spellStart"/>
      <w:r w:rsidRPr="00BF2828">
        <w:rPr>
          <w:lang w:val="de-DE"/>
        </w:rPr>
        <w:t>nastavené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tak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aby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byly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vždy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liché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proto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může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stát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že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liché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následuje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opět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lichá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stránka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Není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chyba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Při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tisku</w:t>
      </w:r>
      <w:proofErr w:type="spellEnd"/>
      <w:r w:rsidRPr="00BF2828">
        <w:rPr>
          <w:lang w:val="de-DE"/>
        </w:rPr>
        <w:t xml:space="preserve"> Word (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jeho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alternativa</w:t>
      </w:r>
      <w:proofErr w:type="spellEnd"/>
      <w:r w:rsidRPr="00BF2828">
        <w:rPr>
          <w:lang w:val="de-DE"/>
        </w:rPr>
        <w:t xml:space="preserve">) </w:t>
      </w:r>
      <w:proofErr w:type="spellStart"/>
      <w:r w:rsidRPr="00BF2828">
        <w:rPr>
          <w:lang w:val="de-DE"/>
        </w:rPr>
        <w:t>automaticky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odešle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tiskárnu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prázdnou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stránku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mezi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lichými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stranami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Obdobně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platí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exportu</w:t>
      </w:r>
      <w:proofErr w:type="spellEnd"/>
      <w:r w:rsidRPr="00BF2828">
        <w:rPr>
          <w:lang w:val="de-DE"/>
        </w:rPr>
        <w:t xml:space="preserve"> do PDF. </w:t>
      </w:r>
      <w:proofErr w:type="spellStart"/>
      <w:r w:rsidRPr="00BF2828">
        <w:rPr>
          <w:lang w:val="de-DE"/>
        </w:rPr>
        <w:t>Pokud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některé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úvodní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části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upravují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zobrazit</w:t>
      </w:r>
      <w:proofErr w:type="spellEnd"/>
      <w:r w:rsidRPr="00BF2828">
        <w:rPr>
          <w:lang w:val="de-DE"/>
        </w:rPr>
        <w:t xml:space="preserve"> si v </w:t>
      </w:r>
      <w:proofErr w:type="spellStart"/>
      <w:r w:rsidRPr="00BF2828">
        <w:rPr>
          <w:lang w:val="de-DE"/>
        </w:rPr>
        <w:t>dokumentu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všechny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znaky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b/>
          <w:bCs/>
          <w:lang w:val="de-DE"/>
        </w:rPr>
        <w:t>tlačítko</w:t>
      </w:r>
      <w:proofErr w:type="spellEnd"/>
      <w:r w:rsidRPr="00BF2828">
        <w:rPr>
          <w:b/>
          <w:bCs/>
          <w:lang w:val="de-DE"/>
        </w:rPr>
        <w:t xml:space="preserve"> ¶ </w:t>
      </w:r>
      <w:proofErr w:type="spellStart"/>
      <w:r w:rsidRPr="00BF2828">
        <w:rPr>
          <w:b/>
          <w:bCs/>
          <w:lang w:val="de-DE"/>
        </w:rPr>
        <w:t>nebo</w:t>
      </w:r>
      <w:proofErr w:type="spellEnd"/>
      <w:r w:rsidRPr="00BF2828">
        <w:rPr>
          <w:b/>
          <w:bCs/>
          <w:lang w:val="de-DE"/>
        </w:rPr>
        <w:t xml:space="preserve"> </w:t>
      </w:r>
      <w:proofErr w:type="spellStart"/>
      <w:r w:rsidRPr="00BF2828">
        <w:rPr>
          <w:b/>
          <w:bCs/>
          <w:lang w:val="de-DE"/>
        </w:rPr>
        <w:t>Ctrl</w:t>
      </w:r>
      <w:proofErr w:type="spellEnd"/>
      <w:r w:rsidRPr="00BF2828">
        <w:rPr>
          <w:b/>
          <w:bCs/>
          <w:lang w:val="de-DE"/>
        </w:rPr>
        <w:t xml:space="preserve"> + Shift + 8</w:t>
      </w:r>
      <w:r w:rsidRPr="00BF2828">
        <w:rPr>
          <w:lang w:val="de-DE"/>
        </w:rPr>
        <w:t xml:space="preserve">), </w:t>
      </w:r>
      <w:proofErr w:type="spellStart"/>
      <w:r w:rsidRPr="00BF2828">
        <w:rPr>
          <w:lang w:val="de-DE"/>
        </w:rPr>
        <w:t>aby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zabránilo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rozhození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ostatních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stránek</w:t>
      </w:r>
      <w:proofErr w:type="spellEnd"/>
      <w:r w:rsidRPr="00BF2828">
        <w:rPr>
          <w:lang w:val="de-DE"/>
        </w:rPr>
        <w:t>.</w:t>
      </w:r>
    </w:p>
    <w:p w14:paraId="5EC04844" w14:textId="08719623" w:rsidR="00E803E3" w:rsidRPr="00BF2828" w:rsidRDefault="00E803E3" w:rsidP="00E803E3">
      <w:pPr>
        <w:pStyle w:val="TextprceText"/>
        <w:rPr>
          <w:lang w:val="de-DE"/>
        </w:rPr>
      </w:pPr>
      <w:bookmarkStart w:id="4" w:name="_Hlk173786019"/>
      <w:r w:rsidRPr="00BF2828">
        <w:rPr>
          <w:lang w:val="de-DE"/>
        </w:rPr>
        <w:t xml:space="preserve">Pro </w:t>
      </w:r>
      <w:proofErr w:type="spellStart"/>
      <w:r w:rsidRPr="00BF2828">
        <w:rPr>
          <w:lang w:val="de-DE"/>
        </w:rPr>
        <w:t>bezproblémovou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práci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šablonou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prostudovat</w:t>
      </w:r>
      <w:proofErr w:type="spellEnd"/>
      <w:r w:rsidRPr="00BF2828">
        <w:rPr>
          <w:lang w:val="de-DE"/>
        </w:rPr>
        <w:t xml:space="preserve"> si „</w:t>
      </w:r>
      <w:proofErr w:type="spellStart"/>
      <w:r w:rsidRPr="00BF2828">
        <w:rPr>
          <w:lang w:val="de-DE"/>
        </w:rPr>
        <w:t>Manuál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šablonu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závěrečné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na UTB </w:t>
      </w:r>
      <w:proofErr w:type="spellStart"/>
      <w:r w:rsidRPr="00BF2828">
        <w:rPr>
          <w:lang w:val="de-DE"/>
        </w:rPr>
        <w:t>ve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Zlíně</w:t>
      </w:r>
      <w:proofErr w:type="spellEnd"/>
      <w:r w:rsidRPr="00BF2828">
        <w:rPr>
          <w:lang w:val="de-DE"/>
        </w:rPr>
        <w:t xml:space="preserve">“,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dostupný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univerzitním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webu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sekci</w:t>
      </w:r>
      <w:proofErr w:type="spellEnd"/>
      <w:r w:rsidRPr="00BF2828">
        <w:rPr>
          <w:lang w:val="de-DE"/>
        </w:rPr>
        <w:t xml:space="preserve"> </w:t>
      </w:r>
      <w:hyperlink r:id="rId13" w:history="1">
        <w:r w:rsidRPr="00BF2828">
          <w:rPr>
            <w:rStyle w:val="Hypertextovodkaz"/>
            <w:lang w:val="de-DE"/>
          </w:rPr>
          <w:t>https://www.utb.cz/student/dokumenty-a-sablony/</w:t>
        </w:r>
      </w:hyperlink>
      <w:r w:rsidRPr="00BF2828">
        <w:rPr>
          <w:lang w:val="de-DE"/>
        </w:rPr>
        <w:t xml:space="preserve">. </w:t>
      </w:r>
      <w:bookmarkEnd w:id="4"/>
      <w:proofErr w:type="spellStart"/>
      <w:r w:rsidRPr="00BF2828">
        <w:rPr>
          <w:lang w:val="de-DE"/>
        </w:rPr>
        <w:t>Obsahuje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pokyny</w:t>
      </w:r>
      <w:proofErr w:type="spellEnd"/>
      <w:r w:rsidRPr="00BF2828">
        <w:rPr>
          <w:lang w:val="de-DE"/>
        </w:rPr>
        <w:t xml:space="preserve"> pro:</w:t>
      </w:r>
    </w:p>
    <w:p w14:paraId="53E03566" w14:textId="77777777" w:rsidR="00E803E3" w:rsidRPr="00BF2828" w:rsidRDefault="00E803E3" w:rsidP="00E803E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úpravu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závěrečné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např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formální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typografická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úprava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>),</w:t>
      </w:r>
    </w:p>
    <w:p w14:paraId="08997B49" w14:textId="68FA18B5" w:rsidR="00E803E3" w:rsidRPr="00BF2828" w:rsidRDefault="00E803E3" w:rsidP="00E803E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tisk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>,</w:t>
      </w:r>
    </w:p>
    <w:p w14:paraId="5D92B5F0" w14:textId="1347F95A" w:rsidR="00E803E3" w:rsidRPr="00BF2828" w:rsidRDefault="00E803E3" w:rsidP="00E803E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tvorbu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seznamu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použité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literatury</w:t>
      </w:r>
      <w:proofErr w:type="spellEnd"/>
      <w:r w:rsidRPr="00BF2828">
        <w:rPr>
          <w:lang w:val="de-DE"/>
        </w:rPr>
        <w:t>,</w:t>
      </w:r>
    </w:p>
    <w:p w14:paraId="4B359B6E" w14:textId="50E88BF6" w:rsidR="00E803E3" w:rsidRPr="00BF2828" w:rsidRDefault="00E803E3" w:rsidP="00E803E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vkládání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(a </w:t>
      </w:r>
      <w:proofErr w:type="spellStart"/>
      <w:r w:rsidRPr="00BF2828">
        <w:rPr>
          <w:lang w:val="de-DE"/>
        </w:rPr>
        <w:t>jejich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citování</w:t>
      </w:r>
      <w:proofErr w:type="spellEnd"/>
      <w:r w:rsidRPr="00BF2828">
        <w:rPr>
          <w:lang w:val="de-DE"/>
        </w:rPr>
        <w:t xml:space="preserve">), </w:t>
      </w:r>
      <w:proofErr w:type="spellStart"/>
      <w:r w:rsidRPr="00BF2828">
        <w:rPr>
          <w:lang w:val="de-DE"/>
        </w:rPr>
        <w:t>rovnic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zdrojových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kódů</w:t>
      </w:r>
      <w:proofErr w:type="spellEnd"/>
      <w:r w:rsidRPr="00BF2828">
        <w:rPr>
          <w:lang w:val="de-DE"/>
        </w:rPr>
        <w:t>,</w:t>
      </w:r>
    </w:p>
    <w:p w14:paraId="2E823AFB" w14:textId="6C224627" w:rsidR="00225F7F" w:rsidRPr="00BF2828" w:rsidRDefault="00E803E3" w:rsidP="00225F7F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převod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do </w:t>
      </w:r>
      <w:proofErr w:type="spellStart"/>
      <w:r w:rsidRPr="00BF2828">
        <w:rPr>
          <w:lang w:val="de-DE"/>
        </w:rPr>
        <w:t>formátu</w:t>
      </w:r>
      <w:proofErr w:type="spellEnd"/>
      <w:r w:rsidRPr="00BF2828">
        <w:rPr>
          <w:lang w:val="de-DE"/>
        </w:rPr>
        <w:t xml:space="preserve"> PDF/A.</w:t>
      </w:r>
    </w:p>
    <w:p w14:paraId="30F8D078" w14:textId="25A8D245" w:rsidR="00065847" w:rsidRPr="00BF2828" w:rsidRDefault="00E52054" w:rsidP="00387427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Šablona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vychází</w:t>
      </w:r>
      <w:proofErr w:type="spellEnd"/>
      <w:r w:rsidRPr="00BF2828">
        <w:rPr>
          <w:lang w:val="de-DE"/>
        </w:rPr>
        <w:t xml:space="preserve"> z </w:t>
      </w:r>
      <w:proofErr w:type="spellStart"/>
      <w:r w:rsidRPr="00BF2828">
        <w:rPr>
          <w:lang w:val="de-DE"/>
        </w:rPr>
        <w:t>aktuální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směrnice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rektora</w:t>
      </w:r>
      <w:proofErr w:type="spellEnd"/>
      <w:r w:rsidRPr="00BF2828">
        <w:rPr>
          <w:lang w:val="de-DE"/>
        </w:rPr>
        <w:t xml:space="preserve"> „</w:t>
      </w:r>
      <w:proofErr w:type="spellStart"/>
      <w:r w:rsidRPr="00BF2828">
        <w:rPr>
          <w:lang w:val="de-DE"/>
        </w:rPr>
        <w:t>Pravidla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zadávání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zpracování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bakalářských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diplomových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rigorózních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prací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jejich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uložení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zpřístupnění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kontrola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původnosti</w:t>
      </w:r>
      <w:proofErr w:type="spellEnd"/>
      <w:r w:rsidRPr="00BF2828">
        <w:rPr>
          <w:lang w:val="de-DE"/>
        </w:rPr>
        <w:t xml:space="preserve">“, </w:t>
      </w:r>
      <w:proofErr w:type="spellStart"/>
      <w:r w:rsidRPr="00BF2828">
        <w:rPr>
          <w:lang w:val="de-DE"/>
        </w:rPr>
        <w:t>která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dostupná</w:t>
      </w:r>
      <w:proofErr w:type="spellEnd"/>
      <w:r w:rsidRPr="00BF2828">
        <w:rPr>
          <w:lang w:val="de-DE"/>
        </w:rPr>
        <w:t xml:space="preserve"> na </w:t>
      </w:r>
      <w:hyperlink r:id="rId14" w:history="1">
        <w:r w:rsidRPr="00BF2828">
          <w:rPr>
            <w:rStyle w:val="Hypertextovodkaz"/>
            <w:lang w:val="de-DE"/>
          </w:rPr>
          <w:t>https://www.utb.cz/univerzita/uredni-deska/vnitrni-normy-a-predpisy/smernice-rektora/</w:t>
        </w:r>
      </w:hyperlink>
      <w:r w:rsidRPr="00BF2828">
        <w:rPr>
          <w:lang w:val="de-DE"/>
        </w:rPr>
        <w:t xml:space="preserve">. V </w:t>
      </w:r>
      <w:proofErr w:type="spellStart"/>
      <w:r w:rsidRPr="00BF2828">
        <w:rPr>
          <w:lang w:val="de-DE"/>
        </w:rPr>
        <w:t>případě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nejasností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prostudovat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tuto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směrnici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případně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příslušnou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vnitřní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normu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součásti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webových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stránkách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součásti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Manuál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šablony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byly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aktualizovány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září</w:t>
      </w:r>
      <w:proofErr w:type="spellEnd"/>
      <w:r w:rsidRPr="00BF2828">
        <w:rPr>
          <w:lang w:val="de-DE"/>
        </w:rPr>
        <w:t xml:space="preserve"> 2024.</w:t>
      </w:r>
      <w:r w:rsidR="006F012C" w:rsidRPr="00BF2828">
        <w:rPr>
          <w:lang w:val="de-DE"/>
        </w:rPr>
        <w:br w:type="page"/>
      </w:r>
    </w:p>
    <w:p w14:paraId="0AF54225" w14:textId="7402B4DB" w:rsidR="006F012C" w:rsidRPr="00BF2828" w:rsidRDefault="007B0227" w:rsidP="007B0227">
      <w:pPr>
        <w:pStyle w:val="Nadpis1text"/>
        <w:rPr>
          <w:lang w:val="de-DE"/>
        </w:rPr>
      </w:pPr>
      <w:bookmarkStart w:id="5" w:name="_Toc107634143"/>
      <w:bookmarkStart w:id="6" w:name="_Toc107635178"/>
      <w:bookmarkStart w:id="7" w:name="_Toc107635218"/>
      <w:bookmarkStart w:id="8" w:name="_Toc107635235"/>
      <w:bookmarkStart w:id="9" w:name="_Toc184163558"/>
      <w:r w:rsidRPr="007B0227">
        <w:rPr>
          <w:lang w:val="de-DE"/>
        </w:rPr>
        <w:lastRenderedPageBreak/>
        <w:t>Überschrift</w:t>
      </w:r>
      <w:bookmarkEnd w:id="9"/>
    </w:p>
    <w:p w14:paraId="4FC668BB" w14:textId="026F0DC3" w:rsidR="004B082C" w:rsidRPr="00BF2828" w:rsidRDefault="007B0227" w:rsidP="003334E1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3334E1" w:rsidRPr="00BF2828">
        <w:rPr>
          <w:lang w:val="de-DE"/>
        </w:rPr>
        <w:t>.</w:t>
      </w:r>
    </w:p>
    <w:p w14:paraId="2C49EC90" w14:textId="4BCAA860" w:rsidR="005E29D4" w:rsidRPr="00BF2828" w:rsidRDefault="007B0227" w:rsidP="007B0227">
      <w:pPr>
        <w:pStyle w:val="Nadpis2text"/>
        <w:rPr>
          <w:lang w:val="de-DE"/>
        </w:rPr>
      </w:pPr>
      <w:bookmarkStart w:id="10" w:name="_Toc184163559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="00EA0A4B" w:rsidRPr="00BF2828">
        <w:rPr>
          <w:lang w:val="de-DE"/>
        </w:rPr>
        <w:t xml:space="preserve"> A</w:t>
      </w:r>
      <w:bookmarkEnd w:id="10"/>
    </w:p>
    <w:p w14:paraId="34139FDE" w14:textId="1FD9C044" w:rsidR="00EA0A4B" w:rsidRPr="00BF2828" w:rsidRDefault="00906C16" w:rsidP="00EA0A4B">
      <w:pPr>
        <w:pStyle w:val="Odstavec1Paragraph1"/>
        <w:rPr>
          <w:lang w:val="de-DE"/>
        </w:rPr>
      </w:pPr>
      <w:r>
        <w:rPr>
          <w:lang w:val="de-DE"/>
        </w:rPr>
        <w:t>Tex</w:t>
      </w:r>
      <w:r w:rsidR="00455973" w:rsidRPr="00BF2828">
        <w:rPr>
          <w:lang w:val="de-DE"/>
        </w:rPr>
        <w:t>t</w:t>
      </w:r>
      <w:r w:rsidR="00EA0A4B" w:rsidRPr="00BF2828">
        <w:rPr>
          <w:lang w:val="de-DE"/>
        </w:rPr>
        <w:t>.</w:t>
      </w:r>
    </w:p>
    <w:p w14:paraId="6ECFC896" w14:textId="2A8D0276" w:rsidR="003807AA" w:rsidRPr="00BF2828" w:rsidRDefault="007B0227" w:rsidP="00EA0A4B">
      <w:pPr>
        <w:pStyle w:val="Nadpis2text"/>
        <w:rPr>
          <w:lang w:val="de-DE"/>
        </w:rPr>
      </w:pPr>
      <w:bookmarkStart w:id="11" w:name="_Toc184163560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="00EA0A4B" w:rsidRPr="00BF2828">
        <w:rPr>
          <w:lang w:val="de-DE"/>
        </w:rPr>
        <w:t xml:space="preserve"> B</w:t>
      </w:r>
      <w:bookmarkEnd w:id="11"/>
    </w:p>
    <w:p w14:paraId="18AC411F" w14:textId="1033C1E3" w:rsidR="00EA0A4B" w:rsidRPr="00BF2828" w:rsidRDefault="007B0227" w:rsidP="00EA0A4B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A0A4B" w:rsidRPr="00BF2828">
        <w:rPr>
          <w:lang w:val="de-DE"/>
        </w:rPr>
        <w:t>.</w:t>
      </w:r>
    </w:p>
    <w:p w14:paraId="493C1D0C" w14:textId="13DF2BED" w:rsidR="00696E38" w:rsidRPr="00BF2828" w:rsidRDefault="005A6202" w:rsidP="005A6202">
      <w:pPr>
        <w:pStyle w:val="Nadpis3text"/>
        <w:rPr>
          <w:lang w:val="de-DE"/>
        </w:rPr>
      </w:pPr>
      <w:bookmarkStart w:id="12" w:name="_Toc184163561"/>
      <w:r w:rsidRPr="005A6202">
        <w:rPr>
          <w:lang w:val="de-DE"/>
        </w:rPr>
        <w:t>Unterunterüberschrift</w:t>
      </w:r>
      <w:r w:rsidR="00EA0A4B" w:rsidRPr="00BF2828">
        <w:rPr>
          <w:lang w:val="de-DE"/>
        </w:rPr>
        <w:t xml:space="preserve"> </w:t>
      </w:r>
      <w:proofErr w:type="spellStart"/>
      <w:r w:rsidR="00EA0A4B" w:rsidRPr="00BF2828">
        <w:rPr>
          <w:lang w:val="de-DE"/>
        </w:rPr>
        <w:t>alfa</w:t>
      </w:r>
      <w:bookmarkEnd w:id="12"/>
      <w:proofErr w:type="spellEnd"/>
      <w:r w:rsidR="00EA0A4B" w:rsidRPr="00BF2828">
        <w:rPr>
          <w:lang w:val="de-DE"/>
        </w:rPr>
        <w:t xml:space="preserve"> </w:t>
      </w:r>
    </w:p>
    <w:p w14:paraId="603E7929" w14:textId="3739836A" w:rsidR="00BF416D" w:rsidRPr="00BF2828" w:rsidRDefault="007B0227" w:rsidP="00BF416D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BF416D" w:rsidRPr="00BF2828">
        <w:rPr>
          <w:lang w:val="de-DE"/>
        </w:rPr>
        <w:t>.</w:t>
      </w:r>
    </w:p>
    <w:p w14:paraId="7B989F05" w14:textId="46D66516" w:rsidR="00EA0A4B" w:rsidRPr="00BF2828" w:rsidRDefault="005A6202" w:rsidP="00EA0A4B">
      <w:pPr>
        <w:pStyle w:val="Nadpis3text"/>
        <w:rPr>
          <w:lang w:val="de-DE"/>
        </w:rPr>
      </w:pPr>
      <w:bookmarkStart w:id="13" w:name="_Toc184163562"/>
      <w:r w:rsidRPr="005A6202">
        <w:rPr>
          <w:lang w:val="de-DE"/>
        </w:rPr>
        <w:t>Unterunterüberschrift</w:t>
      </w:r>
      <w:r w:rsidRPr="00BF2828">
        <w:rPr>
          <w:lang w:val="de-DE"/>
        </w:rPr>
        <w:t xml:space="preserve"> </w:t>
      </w:r>
      <w:proofErr w:type="spellStart"/>
      <w:r w:rsidR="00EA0A4B" w:rsidRPr="00BF2828">
        <w:rPr>
          <w:lang w:val="de-DE"/>
        </w:rPr>
        <w:t>beta</w:t>
      </w:r>
      <w:bookmarkEnd w:id="13"/>
      <w:proofErr w:type="spellEnd"/>
    </w:p>
    <w:p w14:paraId="46541A4D" w14:textId="2A4D9A4A" w:rsidR="005F786F" w:rsidRPr="00BF2828" w:rsidRDefault="007B0227" w:rsidP="00EA0A4B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A0A4B" w:rsidRPr="00BF2828">
        <w:rPr>
          <w:lang w:val="de-DE"/>
        </w:rPr>
        <w:t>.</w:t>
      </w:r>
      <w:r w:rsidR="00B60915" w:rsidRPr="00BF2828">
        <w:rPr>
          <w:lang w:val="de-DE"/>
        </w:rPr>
        <w:t xml:space="preserve"> </w:t>
      </w:r>
    </w:p>
    <w:p w14:paraId="20FCD2DC" w14:textId="182052D3" w:rsidR="00187961" w:rsidRPr="00BF2828" w:rsidRDefault="007B0227" w:rsidP="00187961">
      <w:pPr>
        <w:pStyle w:val="Nadpis2text"/>
        <w:rPr>
          <w:lang w:val="de-DE"/>
        </w:rPr>
      </w:pPr>
      <w:bookmarkStart w:id="14" w:name="_Toc184163563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="00EA0A4B" w:rsidRPr="00BF2828">
        <w:rPr>
          <w:lang w:val="de-DE"/>
        </w:rPr>
        <w:t xml:space="preserve"> C</w:t>
      </w:r>
      <w:bookmarkEnd w:id="14"/>
    </w:p>
    <w:p w14:paraId="46923F8B" w14:textId="472D8BF8" w:rsidR="00EA0A4B" w:rsidRPr="00BF2828" w:rsidRDefault="007B0227" w:rsidP="00EA0A4B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A0A4B" w:rsidRPr="00BF2828">
        <w:rPr>
          <w:lang w:val="de-DE"/>
        </w:rPr>
        <w:t>.</w:t>
      </w:r>
    </w:p>
    <w:p w14:paraId="596EC34C" w14:textId="09472FE0" w:rsidR="005405AF" w:rsidRPr="00BF2828" w:rsidRDefault="005405AF" w:rsidP="005405AF">
      <w:pPr>
        <w:rPr>
          <w:lang w:val="de-DE"/>
        </w:rPr>
      </w:pPr>
      <w:r w:rsidRPr="00BF2828">
        <w:rPr>
          <w:lang w:val="de-DE"/>
        </w:rPr>
        <w:br w:type="page"/>
      </w:r>
    </w:p>
    <w:p w14:paraId="1F610A11" w14:textId="77B5B425" w:rsidR="002C5DD9" w:rsidRPr="00BF2828" w:rsidRDefault="005A6202" w:rsidP="005A6202">
      <w:pPr>
        <w:pStyle w:val="Nadpis1text"/>
        <w:rPr>
          <w:lang w:val="de-DE"/>
        </w:rPr>
      </w:pPr>
      <w:bookmarkStart w:id="15" w:name="_Toc184163564"/>
      <w:r w:rsidRPr="005A6202">
        <w:rPr>
          <w:lang w:val="de-DE"/>
        </w:rPr>
        <w:lastRenderedPageBreak/>
        <w:t>Überschrift</w:t>
      </w:r>
      <w:bookmarkEnd w:id="15"/>
    </w:p>
    <w:p w14:paraId="0BEB721D" w14:textId="0EF1F41C" w:rsidR="005405AF" w:rsidRPr="00BF2828" w:rsidRDefault="005A6202" w:rsidP="005405AF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5405AF" w:rsidRPr="00BF2828">
        <w:rPr>
          <w:lang w:val="de-DE"/>
        </w:rPr>
        <w:t>.</w:t>
      </w:r>
    </w:p>
    <w:p w14:paraId="5DA33540" w14:textId="503D1D7A" w:rsidR="005405AF" w:rsidRPr="00BF2828" w:rsidRDefault="005A6202" w:rsidP="005405AF">
      <w:pPr>
        <w:pStyle w:val="Nadpis2text"/>
        <w:rPr>
          <w:lang w:val="de-DE"/>
        </w:rPr>
      </w:pPr>
      <w:bookmarkStart w:id="16" w:name="_Toc184163565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="005405AF" w:rsidRPr="00BF2828">
        <w:rPr>
          <w:lang w:val="de-DE"/>
        </w:rPr>
        <w:t xml:space="preserve"> A</w:t>
      </w:r>
      <w:bookmarkEnd w:id="16"/>
    </w:p>
    <w:p w14:paraId="5FD64A80" w14:textId="76157DDB" w:rsidR="005405AF" w:rsidRPr="00BF2828" w:rsidRDefault="005A6202" w:rsidP="005405AF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5405AF" w:rsidRPr="00BF2828">
        <w:rPr>
          <w:lang w:val="de-DE"/>
        </w:rPr>
        <w:t>.</w:t>
      </w:r>
    </w:p>
    <w:p w14:paraId="680384EA" w14:textId="469A34AC" w:rsidR="00166F74" w:rsidRPr="00BF2828" w:rsidRDefault="005A6202" w:rsidP="00166F74">
      <w:pPr>
        <w:pStyle w:val="Nadpis2text"/>
        <w:rPr>
          <w:lang w:val="de-DE"/>
        </w:rPr>
      </w:pPr>
      <w:bookmarkStart w:id="17" w:name="_Toc184163566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Pr="00BF2828">
        <w:rPr>
          <w:lang w:val="de-DE"/>
        </w:rPr>
        <w:t xml:space="preserve"> </w:t>
      </w:r>
      <w:r w:rsidR="00166F74" w:rsidRPr="00BF2828">
        <w:rPr>
          <w:lang w:val="de-DE"/>
        </w:rPr>
        <w:t>B</w:t>
      </w:r>
      <w:bookmarkEnd w:id="17"/>
    </w:p>
    <w:p w14:paraId="7487F35B" w14:textId="77777777" w:rsidR="00E863A0" w:rsidRDefault="00E863A0" w:rsidP="00E863A0">
      <w:pPr>
        <w:pStyle w:val="Odstavec1Paragraph1"/>
        <w:rPr>
          <w:lang w:val="en-GB"/>
        </w:rPr>
      </w:pP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>
        <w:rPr>
          <w:lang w:val="en-GB"/>
        </w:rPr>
        <w:t>.</w:t>
      </w:r>
    </w:p>
    <w:p w14:paraId="1E8FDCC7" w14:textId="77777777" w:rsidR="00E863A0" w:rsidRDefault="00E863A0" w:rsidP="00E863A0">
      <w:pPr>
        <w:pStyle w:val="TextprceText"/>
        <w:rPr>
          <w:lang w:val="en-GB"/>
        </w:rPr>
      </w:pP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>
        <w:rPr>
          <w:lang w:val="en-GB"/>
        </w:rPr>
        <w:t>.</w:t>
      </w:r>
    </w:p>
    <w:p w14:paraId="1015755E" w14:textId="50A3546C" w:rsidR="00E863A0" w:rsidRDefault="00E863A0" w:rsidP="00E863A0">
      <w:pPr>
        <w:pStyle w:val="Blockzitate"/>
      </w:pPr>
      <w:proofErr w:type="spellStart"/>
      <w:r>
        <w:t>B</w:t>
      </w:r>
      <w:r w:rsidRPr="008C7B6B">
        <w:t>lockzitate</w:t>
      </w:r>
      <w:proofErr w:type="spellEnd"/>
      <w:r w:rsidRPr="008C7B6B">
        <w:t xml:space="preserve"> </w:t>
      </w:r>
      <w:proofErr w:type="spellStart"/>
      <w:r w:rsidRPr="008C7B6B">
        <w:t>werden</w:t>
      </w:r>
      <w:proofErr w:type="spellEnd"/>
      <w:r w:rsidRPr="008C7B6B">
        <w:t xml:space="preserve"> </w:t>
      </w:r>
      <w:proofErr w:type="spellStart"/>
      <w:r w:rsidRPr="008C7B6B">
        <w:t>normalerweise</w:t>
      </w:r>
      <w:proofErr w:type="spellEnd"/>
      <w:r w:rsidRPr="008C7B6B">
        <w:t xml:space="preserve"> </w:t>
      </w:r>
      <w:proofErr w:type="spellStart"/>
      <w:r w:rsidRPr="008C7B6B">
        <w:t>verwendet</w:t>
      </w:r>
      <w:proofErr w:type="spellEnd"/>
      <w:r w:rsidRPr="008C7B6B">
        <w:t xml:space="preserve">, um </w:t>
      </w:r>
      <w:proofErr w:type="spellStart"/>
      <w:r w:rsidRPr="008C7B6B">
        <w:t>einen</w:t>
      </w:r>
      <w:proofErr w:type="spellEnd"/>
      <w:r w:rsidRPr="008C7B6B">
        <w:t xml:space="preserve"> </w:t>
      </w:r>
      <w:proofErr w:type="spellStart"/>
      <w:r w:rsidRPr="008C7B6B">
        <w:t>Textabschnitt</w:t>
      </w:r>
      <w:proofErr w:type="spellEnd"/>
      <w:r w:rsidRPr="008C7B6B">
        <w:t xml:space="preserve"> </w:t>
      </w:r>
      <w:proofErr w:type="spellStart"/>
      <w:r w:rsidRPr="008C7B6B">
        <w:t>hervorzuheben</w:t>
      </w:r>
      <w:proofErr w:type="spellEnd"/>
      <w:r w:rsidRPr="008C7B6B">
        <w:t xml:space="preserve">, der </w:t>
      </w:r>
      <w:proofErr w:type="spellStart"/>
      <w:r w:rsidRPr="008C7B6B">
        <w:t>ein</w:t>
      </w:r>
      <w:proofErr w:type="spellEnd"/>
      <w:r w:rsidRPr="008C7B6B">
        <w:t xml:space="preserve"> </w:t>
      </w:r>
      <w:proofErr w:type="spellStart"/>
      <w:r w:rsidRPr="008C7B6B">
        <w:t>Zitat</w:t>
      </w:r>
      <w:proofErr w:type="spellEnd"/>
      <w:r w:rsidRPr="008C7B6B">
        <w:t xml:space="preserve"> </w:t>
      </w:r>
      <w:proofErr w:type="spellStart"/>
      <w:r w:rsidRPr="008C7B6B">
        <w:t>oder</w:t>
      </w:r>
      <w:proofErr w:type="spellEnd"/>
      <w:r w:rsidRPr="008C7B6B">
        <w:t xml:space="preserve"> </w:t>
      </w:r>
      <w:proofErr w:type="spellStart"/>
      <w:r w:rsidRPr="008C7B6B">
        <w:t>ein</w:t>
      </w:r>
      <w:proofErr w:type="spellEnd"/>
      <w:r w:rsidRPr="008C7B6B">
        <w:t xml:space="preserve"> </w:t>
      </w:r>
      <w:proofErr w:type="spellStart"/>
      <w:r w:rsidRPr="008C7B6B">
        <w:t>Auszug</w:t>
      </w:r>
      <w:proofErr w:type="spellEnd"/>
      <w:r w:rsidRPr="008C7B6B">
        <w:t xml:space="preserve"> </w:t>
      </w:r>
      <w:proofErr w:type="spellStart"/>
      <w:r w:rsidRPr="008C7B6B">
        <w:t>aus</w:t>
      </w:r>
      <w:proofErr w:type="spellEnd"/>
      <w:r w:rsidRPr="008C7B6B">
        <w:t xml:space="preserve"> </w:t>
      </w:r>
      <w:proofErr w:type="spellStart"/>
      <w:r w:rsidRPr="008C7B6B">
        <w:t>einer</w:t>
      </w:r>
      <w:proofErr w:type="spellEnd"/>
      <w:r w:rsidRPr="008C7B6B">
        <w:t xml:space="preserve"> </w:t>
      </w:r>
      <w:proofErr w:type="spellStart"/>
      <w:r w:rsidRPr="008C7B6B">
        <w:t>anderen</w:t>
      </w:r>
      <w:proofErr w:type="spellEnd"/>
      <w:r w:rsidRPr="008C7B6B">
        <w:t xml:space="preserve"> Quelle </w:t>
      </w:r>
      <w:proofErr w:type="spellStart"/>
      <w:r w:rsidRPr="008C7B6B">
        <w:t>ist</w:t>
      </w:r>
      <w:proofErr w:type="spellEnd"/>
      <w:r w:rsidRPr="008C7B6B">
        <w:t xml:space="preserve">. </w:t>
      </w:r>
      <w:proofErr w:type="spellStart"/>
      <w:r w:rsidRPr="008C7B6B">
        <w:t>Blockzitate</w:t>
      </w:r>
      <w:proofErr w:type="spellEnd"/>
      <w:r w:rsidRPr="008C7B6B">
        <w:t xml:space="preserve"> </w:t>
      </w:r>
      <w:proofErr w:type="spellStart"/>
      <w:r w:rsidRPr="008C7B6B">
        <w:t>sind</w:t>
      </w:r>
      <w:proofErr w:type="spellEnd"/>
      <w:r w:rsidRPr="008C7B6B">
        <w:t xml:space="preserve"> </w:t>
      </w:r>
      <w:proofErr w:type="spellStart"/>
      <w:r w:rsidRPr="008C7B6B">
        <w:t>normalerweise</w:t>
      </w:r>
      <w:proofErr w:type="spellEnd"/>
      <w:r w:rsidRPr="008C7B6B">
        <w:t xml:space="preserve"> </w:t>
      </w:r>
      <w:proofErr w:type="spellStart"/>
      <w:r w:rsidRPr="008C7B6B">
        <w:t>länger</w:t>
      </w:r>
      <w:proofErr w:type="spellEnd"/>
      <w:r w:rsidRPr="008C7B6B">
        <w:t xml:space="preserve"> </w:t>
      </w:r>
      <w:proofErr w:type="spellStart"/>
      <w:r w:rsidRPr="008C7B6B">
        <w:t>als</w:t>
      </w:r>
      <w:proofErr w:type="spellEnd"/>
      <w:r w:rsidRPr="008C7B6B">
        <w:t xml:space="preserve"> die </w:t>
      </w:r>
      <w:proofErr w:type="spellStart"/>
      <w:r w:rsidRPr="008C7B6B">
        <w:t>kürzeren</w:t>
      </w:r>
      <w:proofErr w:type="spellEnd"/>
      <w:r w:rsidRPr="008C7B6B">
        <w:t xml:space="preserve"> </w:t>
      </w:r>
      <w:proofErr w:type="spellStart"/>
      <w:r w:rsidRPr="008C7B6B">
        <w:t>Zitate</w:t>
      </w:r>
      <w:proofErr w:type="spellEnd"/>
      <w:r w:rsidRPr="008C7B6B">
        <w:t xml:space="preserve">, die Sie in </w:t>
      </w:r>
      <w:proofErr w:type="spellStart"/>
      <w:r w:rsidRPr="008C7B6B">
        <w:t>Anführungszeichen</w:t>
      </w:r>
      <w:proofErr w:type="spellEnd"/>
      <w:r w:rsidRPr="008C7B6B">
        <w:t xml:space="preserve"> </w:t>
      </w:r>
      <w:proofErr w:type="spellStart"/>
      <w:r w:rsidRPr="008C7B6B">
        <w:t>setzen</w:t>
      </w:r>
      <w:proofErr w:type="spellEnd"/>
      <w:r w:rsidRPr="008C7B6B">
        <w:t xml:space="preserve"> </w:t>
      </w:r>
      <w:proofErr w:type="spellStart"/>
      <w:r w:rsidRPr="008C7B6B">
        <w:t>könnten</w:t>
      </w:r>
      <w:proofErr w:type="spellEnd"/>
      <w:r w:rsidRPr="008C7B6B">
        <w:t>.</w:t>
      </w:r>
    </w:p>
    <w:p w14:paraId="2AFEA60D" w14:textId="1F13C071" w:rsidR="00166F74" w:rsidRPr="00BF2828" w:rsidRDefault="00E863A0" w:rsidP="00E863A0">
      <w:pPr>
        <w:pStyle w:val="Odstavec1Paragraph1"/>
        <w:rPr>
          <w:lang w:val="de-DE"/>
        </w:rPr>
      </w:pP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Unterkapiteltext</w:t>
      </w:r>
      <w:proofErr w:type="spellEnd"/>
      <w:r>
        <w:rPr>
          <w:lang w:val="en-GB"/>
        </w:rPr>
        <w:t>.</w:t>
      </w:r>
    </w:p>
    <w:p w14:paraId="01A9AAF5" w14:textId="688BB06F" w:rsidR="008219A3" w:rsidRPr="00BF2828" w:rsidRDefault="008219A3" w:rsidP="005405AF">
      <w:pPr>
        <w:pStyle w:val="Nadpis2text"/>
        <w:numPr>
          <w:ilvl w:val="0"/>
          <w:numId w:val="0"/>
        </w:numPr>
        <w:rPr>
          <w:lang w:val="de-DE"/>
        </w:rPr>
      </w:pPr>
      <w:r w:rsidRPr="00BF2828">
        <w:rPr>
          <w:lang w:val="de-DE"/>
        </w:rPr>
        <w:br w:type="page"/>
      </w:r>
    </w:p>
    <w:p w14:paraId="651036F8" w14:textId="11C09371" w:rsidR="002C5DD9" w:rsidRPr="00BF2828" w:rsidRDefault="00D54957" w:rsidP="00D54957">
      <w:pPr>
        <w:pStyle w:val="Nadpis1text"/>
        <w:rPr>
          <w:lang w:val="de-DE"/>
        </w:rPr>
      </w:pPr>
      <w:bookmarkStart w:id="18" w:name="Kapitola_3"/>
      <w:bookmarkStart w:id="19" w:name="_Toc184163567"/>
      <w:r w:rsidRPr="00D54957">
        <w:rPr>
          <w:lang w:val="de-DE"/>
        </w:rPr>
        <w:lastRenderedPageBreak/>
        <w:t>Abbildungen, Tabellen, Gleichungen und</w:t>
      </w:r>
      <w:r>
        <w:rPr>
          <w:lang w:val="de-DE"/>
        </w:rPr>
        <w:t> </w:t>
      </w:r>
      <w:r w:rsidRPr="00D54957">
        <w:rPr>
          <w:lang w:val="de-DE"/>
        </w:rPr>
        <w:t>Quellcode</w:t>
      </w:r>
      <w:bookmarkEnd w:id="19"/>
    </w:p>
    <w:bookmarkEnd w:id="18"/>
    <w:p w14:paraId="029A392F" w14:textId="77777777" w:rsidR="00563813" w:rsidRPr="00BF2828" w:rsidRDefault="00563813" w:rsidP="00563813">
      <w:pPr>
        <w:pStyle w:val="Odstavec1Paragraph1"/>
        <w:rPr>
          <w:lang w:val="de-DE"/>
        </w:rPr>
      </w:pPr>
      <w:r w:rsidRPr="00BF2828">
        <w:rPr>
          <w:lang w:val="de-DE"/>
        </w:rPr>
        <w:t xml:space="preserve">Aby se </w:t>
      </w:r>
      <w:proofErr w:type="spellStart"/>
      <w:r w:rsidRPr="00BF2828">
        <w:rPr>
          <w:lang w:val="de-DE"/>
        </w:rPr>
        <w:t>předešlo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problémům</w:t>
      </w:r>
      <w:proofErr w:type="spellEnd"/>
      <w:r w:rsidRPr="00BF2828">
        <w:rPr>
          <w:lang w:val="de-DE"/>
        </w:rPr>
        <w:t xml:space="preserve"> s </w:t>
      </w:r>
      <w:proofErr w:type="spellStart"/>
      <w:r w:rsidRPr="00BF2828">
        <w:rPr>
          <w:lang w:val="de-DE"/>
        </w:rPr>
        <w:t>vkládáním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v </w:t>
      </w:r>
      <w:proofErr w:type="spellStart"/>
      <w:r w:rsidRPr="00BF2828">
        <w:rPr>
          <w:lang w:val="de-DE"/>
        </w:rPr>
        <w:t>programu</w:t>
      </w:r>
      <w:proofErr w:type="spellEnd"/>
      <w:r w:rsidRPr="00BF2828">
        <w:rPr>
          <w:lang w:val="de-DE"/>
        </w:rPr>
        <w:t xml:space="preserve"> MS Word 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jeho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alternativách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dodržovat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následující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doporučení</w:t>
      </w:r>
      <w:proofErr w:type="spellEnd"/>
      <w:r w:rsidRPr="00BF2828">
        <w:rPr>
          <w:lang w:val="de-DE"/>
        </w:rPr>
        <w:t>:</w:t>
      </w:r>
    </w:p>
    <w:p w14:paraId="71907306" w14:textId="77777777" w:rsidR="00563813" w:rsidRPr="00BF2828" w:rsidRDefault="00563813" w:rsidP="0056381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i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umístit</w:t>
      </w:r>
      <w:proofErr w:type="spellEnd"/>
      <w:r w:rsidRPr="00BF2828">
        <w:rPr>
          <w:lang w:val="de-DE"/>
        </w:rPr>
        <w:t xml:space="preserve"> do </w:t>
      </w:r>
      <w:proofErr w:type="spellStart"/>
      <w:r w:rsidRPr="00BF2828">
        <w:rPr>
          <w:lang w:val="de-DE"/>
        </w:rPr>
        <w:t>nového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samostatného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>,</w:t>
      </w:r>
    </w:p>
    <w:p w14:paraId="4D999ACD" w14:textId="77777777" w:rsidR="00563813" w:rsidRPr="00BF2828" w:rsidRDefault="00563813" w:rsidP="00563813">
      <w:pPr>
        <w:pStyle w:val="Odstavecseseznamem"/>
        <w:rPr>
          <w:lang w:val="de-DE"/>
        </w:rPr>
      </w:pPr>
      <w:proofErr w:type="gramStart"/>
      <w:r w:rsidRPr="00BF2828">
        <w:rPr>
          <w:lang w:val="de-DE"/>
        </w:rPr>
        <w:t>na</w:t>
      </w:r>
      <w:proofErr w:type="gram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s </w:t>
      </w:r>
      <w:proofErr w:type="spellStart"/>
      <w:r w:rsidRPr="00BF2828">
        <w:rPr>
          <w:lang w:val="de-DE"/>
        </w:rPr>
        <w:t>obrázkem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použít</w:t>
      </w:r>
      <w:proofErr w:type="spellEnd"/>
      <w:r w:rsidRPr="00BF2828">
        <w:rPr>
          <w:lang w:val="de-DE"/>
        </w:rPr>
        <w:t xml:space="preserve"> styl </w:t>
      </w:r>
      <w:proofErr w:type="spellStart"/>
      <w:r w:rsidRPr="00BF2828">
        <w:rPr>
          <w:b/>
          <w:lang w:val="de-DE"/>
        </w:rPr>
        <w:t>Obrázek</w:t>
      </w:r>
      <w:proofErr w:type="spellEnd"/>
      <w:r w:rsidRPr="00BF2828">
        <w:rPr>
          <w:b/>
          <w:lang w:val="de-DE"/>
        </w:rPr>
        <w:t>/Image</w:t>
      </w:r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nastavený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nový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zarovnáním</w:t>
      </w:r>
      <w:proofErr w:type="spellEnd"/>
      <w:r w:rsidRPr="00BF2828">
        <w:rPr>
          <w:lang w:val="de-DE"/>
        </w:rPr>
        <w:t xml:space="preserve"> na </w:t>
      </w:r>
      <w:proofErr w:type="spellStart"/>
      <w:r w:rsidRPr="00BF2828">
        <w:rPr>
          <w:lang w:val="de-DE"/>
        </w:rPr>
        <w:t>střed</w:t>
      </w:r>
      <w:proofErr w:type="spellEnd"/>
      <w:r w:rsidRPr="00BF2828">
        <w:rPr>
          <w:lang w:val="de-DE"/>
        </w:rPr>
        <w:t>,</w:t>
      </w:r>
    </w:p>
    <w:p w14:paraId="18D4915A" w14:textId="3D39D572" w:rsidR="00563813" w:rsidRPr="00BF2828" w:rsidRDefault="00563813" w:rsidP="0056381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vložení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nebo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nastavení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jejich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vhodné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velikosti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kliknout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pravým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tlačítkem</w:t>
      </w:r>
      <w:proofErr w:type="spellEnd"/>
      <w:r w:rsidRPr="00BF2828">
        <w:rPr>
          <w:lang w:val="de-DE"/>
        </w:rPr>
        <w:t xml:space="preserve"> a </w:t>
      </w:r>
      <w:proofErr w:type="spellStart"/>
      <w:r w:rsidRPr="00BF2828">
        <w:rPr>
          <w:lang w:val="de-DE"/>
        </w:rPr>
        <w:t>zvolit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možnost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b/>
          <w:lang w:val="de-DE"/>
        </w:rPr>
        <w:t>Vložit</w:t>
      </w:r>
      <w:proofErr w:type="spellEnd"/>
      <w:r w:rsidRPr="00BF2828">
        <w:rPr>
          <w:b/>
          <w:lang w:val="de-DE"/>
        </w:rPr>
        <w:t xml:space="preserve"> </w:t>
      </w:r>
      <w:proofErr w:type="spellStart"/>
      <w:r w:rsidRPr="00BF2828">
        <w:rPr>
          <w:b/>
          <w:lang w:val="de-DE"/>
        </w:rPr>
        <w:t>titulek</w:t>
      </w:r>
      <w:proofErr w:type="spellEnd"/>
      <w:r w:rsidRPr="00BF2828">
        <w:rPr>
          <w:b/>
          <w:lang w:val="de-DE"/>
        </w:rPr>
        <w:t xml:space="preserve"> </w:t>
      </w:r>
      <w:r w:rsidRPr="00BF2828">
        <w:rPr>
          <w:lang w:val="de-DE"/>
        </w:rPr>
        <w:t>(</w:t>
      </w:r>
      <w:proofErr w:type="spellStart"/>
      <w:r w:rsidRPr="00BF2828">
        <w:rPr>
          <w:lang w:val="de-DE"/>
        </w:rPr>
        <w:t>titulek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i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rovněž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připraven</w:t>
      </w:r>
      <w:proofErr w:type="spellEnd"/>
      <w:r w:rsidRPr="00BF2828">
        <w:rPr>
          <w:lang w:val="de-DE"/>
        </w:rPr>
        <w:t xml:space="preserve"> v </w:t>
      </w:r>
      <w:proofErr w:type="spellStart"/>
      <w:r w:rsidRPr="00BF2828">
        <w:rPr>
          <w:lang w:val="de-DE"/>
        </w:rPr>
        <w:t>odpovídajícím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stylu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zarovnáním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střed</w:t>
      </w:r>
      <w:proofErr w:type="spellEnd"/>
      <w:r w:rsidRPr="00BF2828">
        <w:rPr>
          <w:lang w:val="de-DE"/>
        </w:rPr>
        <w:t>)</w:t>
      </w:r>
      <w:r w:rsidR="00777A84" w:rsidRPr="00BF2828">
        <w:rPr>
          <w:lang w:val="de-DE"/>
        </w:rPr>
        <w:t>,</w:t>
      </w:r>
    </w:p>
    <w:p w14:paraId="6EBE52CC" w14:textId="049EE648" w:rsidR="00777A84" w:rsidRPr="00BF2828" w:rsidRDefault="00777A84" w:rsidP="00505767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převzaté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i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potřeba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odcitovat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cituje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stejným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způsobem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např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převzatý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</w:t>
      </w:r>
      <w:proofErr w:type="spellEnd"/>
      <w:r w:rsidRPr="00BF2828">
        <w:rPr>
          <w:lang w:val="de-DE"/>
        </w:rPr>
        <w:t xml:space="preserve"> z </w:t>
      </w:r>
      <w:proofErr w:type="spellStart"/>
      <w:r w:rsidRPr="00BF2828">
        <w:rPr>
          <w:lang w:val="de-DE"/>
        </w:rPr>
        <w:t>knihy</w:t>
      </w:r>
      <w:proofErr w:type="spellEnd"/>
      <w:r w:rsidRPr="00BF2828">
        <w:rPr>
          <w:lang w:val="de-DE"/>
        </w:rPr>
        <w:t xml:space="preserve">): </w:t>
      </w:r>
      <w:proofErr w:type="spellStart"/>
      <w:r w:rsidRPr="00BF2828">
        <w:rPr>
          <w:lang w:val="de-DE"/>
        </w:rPr>
        <w:t>pokud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jedná</w:t>
      </w:r>
      <w:proofErr w:type="spellEnd"/>
      <w:r w:rsidRPr="00BF2828">
        <w:rPr>
          <w:lang w:val="de-DE"/>
        </w:rPr>
        <w:t xml:space="preserve"> o </w:t>
      </w:r>
      <w:proofErr w:type="spellStart"/>
      <w:r w:rsidRPr="00BF2828">
        <w:rPr>
          <w:lang w:val="de-DE"/>
        </w:rPr>
        <w:t>vlastní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výtvor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vlastní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zpracování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autora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využijte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označení</w:t>
      </w:r>
      <w:proofErr w:type="spellEnd"/>
      <w:r w:rsidRPr="00BF2828">
        <w:rPr>
          <w:lang w:val="de-DE"/>
        </w:rPr>
        <w:t xml:space="preserve"> </w:t>
      </w:r>
      <w:r w:rsidR="00AF0293" w:rsidRPr="00AF0293">
        <w:rPr>
          <w:i/>
          <w:iCs/>
          <w:lang w:val="de-DE"/>
        </w:rPr>
        <w:t>(Quelle: eigene Verarbeitung)</w:t>
      </w:r>
      <w:r w:rsidRPr="00BF2828">
        <w:rPr>
          <w:lang w:val="de-DE"/>
        </w:rPr>
        <w:t>,</w:t>
      </w:r>
    </w:p>
    <w:p w14:paraId="22559ADC" w14:textId="1ABCA186" w:rsidR="00777A84" w:rsidRPr="00BF2828" w:rsidRDefault="00777A84" w:rsidP="00563813">
      <w:pPr>
        <w:pStyle w:val="Odstavecseseznamem"/>
        <w:rPr>
          <w:lang w:val="de-DE"/>
        </w:rPr>
      </w:pPr>
      <w:r w:rsidRPr="00BF2828">
        <w:rPr>
          <w:lang w:val="de-DE"/>
        </w:rPr>
        <w:t xml:space="preserve">k </w:t>
      </w:r>
      <w:proofErr w:type="spellStart"/>
      <w:r w:rsidRPr="00BF2828">
        <w:rPr>
          <w:lang w:val="de-DE"/>
        </w:rPr>
        <w:t>formátování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údaje</w:t>
      </w:r>
      <w:proofErr w:type="spellEnd"/>
      <w:r w:rsidRPr="00BF2828">
        <w:rPr>
          <w:lang w:val="de-DE"/>
        </w:rPr>
        <w:t xml:space="preserve"> o </w:t>
      </w:r>
      <w:proofErr w:type="spellStart"/>
      <w:r w:rsidRPr="00BF2828">
        <w:rPr>
          <w:lang w:val="de-DE"/>
        </w:rPr>
        <w:t>zdroji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slouží</w:t>
      </w:r>
      <w:proofErr w:type="spellEnd"/>
      <w:r w:rsidRPr="00BF2828">
        <w:rPr>
          <w:lang w:val="de-DE"/>
        </w:rPr>
        <w:t xml:space="preserve"> styl </w:t>
      </w:r>
      <w:proofErr w:type="spellStart"/>
      <w:r w:rsidRPr="00BF2828">
        <w:rPr>
          <w:b/>
          <w:bCs/>
          <w:lang w:val="de-DE"/>
        </w:rPr>
        <w:t>Zdroj</w:t>
      </w:r>
      <w:proofErr w:type="spellEnd"/>
      <w:r w:rsidRPr="00BF2828">
        <w:rPr>
          <w:b/>
          <w:bCs/>
          <w:lang w:val="de-DE"/>
        </w:rPr>
        <w:t>/Source</w:t>
      </w:r>
      <w:r w:rsidR="00B43981" w:rsidRPr="00BF2828">
        <w:rPr>
          <w:lang w:val="de-DE"/>
        </w:rPr>
        <w:t xml:space="preserve"> (</w:t>
      </w:r>
      <w:proofErr w:type="spellStart"/>
      <w:r w:rsidR="00B43981" w:rsidRPr="00BF2828">
        <w:rPr>
          <w:lang w:val="de-DE"/>
        </w:rPr>
        <w:t>tento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připravený</w:t>
      </w:r>
      <w:proofErr w:type="spellEnd"/>
      <w:r w:rsidR="00B43981" w:rsidRPr="00BF2828">
        <w:rPr>
          <w:lang w:val="de-DE"/>
        </w:rPr>
        <w:t xml:space="preserve"> styl je </w:t>
      </w:r>
      <w:proofErr w:type="spellStart"/>
      <w:r w:rsidR="004A2DD9" w:rsidRPr="00BF2828">
        <w:rPr>
          <w:lang w:val="de-DE"/>
        </w:rPr>
        <w:t>vhodné</w:t>
      </w:r>
      <w:proofErr w:type="spellEnd"/>
      <w:r w:rsidR="004A2DD9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použít</w:t>
      </w:r>
      <w:proofErr w:type="spellEnd"/>
      <w:r w:rsidR="00B43981" w:rsidRPr="00BF2828">
        <w:rPr>
          <w:lang w:val="de-DE"/>
        </w:rPr>
        <w:t xml:space="preserve">, </w:t>
      </w:r>
      <w:proofErr w:type="spellStart"/>
      <w:r w:rsidR="00B43981" w:rsidRPr="00BF2828">
        <w:rPr>
          <w:lang w:val="de-DE"/>
        </w:rPr>
        <w:t>pokud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autor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práce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cituje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např</w:t>
      </w:r>
      <w:proofErr w:type="spellEnd"/>
      <w:r w:rsidR="00B43981" w:rsidRPr="00BF2828">
        <w:rPr>
          <w:lang w:val="de-DE"/>
        </w:rPr>
        <w:t xml:space="preserve">. </w:t>
      </w:r>
      <w:proofErr w:type="spellStart"/>
      <w:r w:rsidR="00B43981" w:rsidRPr="00BF2828">
        <w:rPr>
          <w:lang w:val="de-DE"/>
        </w:rPr>
        <w:t>normou</w:t>
      </w:r>
      <w:proofErr w:type="spellEnd"/>
      <w:r w:rsidR="00B43981" w:rsidRPr="00BF2828">
        <w:rPr>
          <w:lang w:val="de-DE"/>
        </w:rPr>
        <w:t xml:space="preserve"> ČSN ISO 690:2022 a v </w:t>
      </w:r>
      <w:proofErr w:type="spellStart"/>
      <w:r w:rsidR="00B43981" w:rsidRPr="00BF2828">
        <w:rPr>
          <w:lang w:val="de-DE"/>
        </w:rPr>
        <w:t>práci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využívá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harvardský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způsob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odkazování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nebo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metodu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číselných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odkazů</w:t>
      </w:r>
      <w:proofErr w:type="spellEnd"/>
      <w:r w:rsidR="00B43981" w:rsidRPr="00BF2828">
        <w:rPr>
          <w:lang w:val="de-DE"/>
        </w:rPr>
        <w:t xml:space="preserve">; u </w:t>
      </w:r>
      <w:proofErr w:type="spellStart"/>
      <w:r w:rsidR="00B43981" w:rsidRPr="00BF2828">
        <w:rPr>
          <w:lang w:val="de-DE"/>
        </w:rPr>
        <w:t>metody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průběžných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poznámek</w:t>
      </w:r>
      <w:proofErr w:type="spellEnd"/>
      <w:r w:rsidR="00B43981" w:rsidRPr="00BF2828">
        <w:rPr>
          <w:lang w:val="de-DE"/>
        </w:rPr>
        <w:t xml:space="preserve"> se </w:t>
      </w:r>
      <w:proofErr w:type="spellStart"/>
      <w:r w:rsidR="00B43981" w:rsidRPr="00BF2828">
        <w:rPr>
          <w:lang w:val="de-DE"/>
        </w:rPr>
        <w:t>uvádí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číslo</w:t>
      </w:r>
      <w:proofErr w:type="spellEnd"/>
      <w:r w:rsidR="00B43981" w:rsidRPr="00BF2828">
        <w:rPr>
          <w:lang w:val="de-DE"/>
        </w:rPr>
        <w:t xml:space="preserve"> v </w:t>
      </w:r>
      <w:proofErr w:type="spellStart"/>
      <w:r w:rsidR="00B43981" w:rsidRPr="00BF2828">
        <w:rPr>
          <w:lang w:val="de-DE"/>
        </w:rPr>
        <w:t>horním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indexu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hned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za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popisek</w:t>
      </w:r>
      <w:proofErr w:type="spellEnd"/>
      <w:r w:rsidR="00B43981" w:rsidRPr="00BF2828">
        <w:rPr>
          <w:lang w:val="de-DE"/>
        </w:rPr>
        <w:t>),</w:t>
      </w:r>
    </w:p>
    <w:p w14:paraId="561E71E1" w14:textId="3483EC7D" w:rsidR="00D4562A" w:rsidRPr="00BF2828" w:rsidRDefault="00D4562A" w:rsidP="0056381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tam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kde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povaha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dovolí</w:t>
      </w:r>
      <w:proofErr w:type="spellEnd"/>
      <w:r w:rsidRPr="00BF2828">
        <w:rPr>
          <w:lang w:val="de-DE"/>
        </w:rPr>
        <w:t xml:space="preserve">, je </w:t>
      </w:r>
      <w:proofErr w:type="spellStart"/>
      <w:r w:rsidRPr="00BF2828">
        <w:rPr>
          <w:lang w:val="de-DE"/>
        </w:rPr>
        <w:t>vhodné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vést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textový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odkaz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veškeré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vložené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např</w:t>
      </w:r>
      <w:proofErr w:type="spellEnd"/>
      <w:r w:rsidRPr="00BF2828">
        <w:rPr>
          <w:lang w:val="de-DE"/>
        </w:rPr>
        <w:t xml:space="preserve">. „V </w:t>
      </w:r>
      <w:proofErr w:type="spellStart"/>
      <w:r w:rsidRPr="00BF2828">
        <w:rPr>
          <w:lang w:val="de-DE"/>
        </w:rPr>
        <w:t>textu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uveden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správně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naformátovaný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obrázek</w:t>
      </w:r>
      <w:proofErr w:type="spellEnd"/>
      <w:r w:rsidRPr="00BF2828">
        <w:rPr>
          <w:lang w:val="de-DE"/>
        </w:rPr>
        <w:t xml:space="preserve"> (</w:t>
      </w:r>
      <w:r w:rsidR="00CD144D" w:rsidRPr="00CD144D">
        <w:rPr>
          <w:lang w:val="de-DE"/>
        </w:rPr>
        <w:t>Abbildung</w:t>
      </w:r>
      <w:r w:rsidR="00CD144D">
        <w:rPr>
          <w:lang w:val="de-DE"/>
        </w:rPr>
        <w:t> </w:t>
      </w:r>
      <w:r w:rsidR="00505767" w:rsidRPr="00BF2828">
        <w:rPr>
          <w:lang w:val="de-DE"/>
        </w:rPr>
        <w:t>3)</w:t>
      </w:r>
      <w:r w:rsidRPr="00BF2828">
        <w:rPr>
          <w:lang w:val="de-DE"/>
        </w:rPr>
        <w:t>.“</w:t>
      </w:r>
    </w:p>
    <w:p w14:paraId="3D94F872" w14:textId="67520FE3" w:rsidR="00487DB9" w:rsidRPr="00BF2828" w:rsidRDefault="00487DB9" w:rsidP="00487DB9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Podrobné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informace</w:t>
      </w:r>
      <w:proofErr w:type="spellEnd"/>
      <w:r w:rsidRPr="00BF2828">
        <w:rPr>
          <w:lang w:val="de-DE"/>
        </w:rPr>
        <w:t xml:space="preserve"> o </w:t>
      </w:r>
      <w:proofErr w:type="spellStart"/>
      <w:r w:rsidRPr="00BF2828">
        <w:rPr>
          <w:lang w:val="de-DE"/>
        </w:rPr>
        <w:t>vkládání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(a </w:t>
      </w:r>
      <w:proofErr w:type="spellStart"/>
      <w:r w:rsidRPr="00BF2828">
        <w:rPr>
          <w:lang w:val="de-DE"/>
        </w:rPr>
        <w:t>jejich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citování</w:t>
      </w:r>
      <w:proofErr w:type="spellEnd"/>
      <w:r w:rsidRPr="00BF2828">
        <w:rPr>
          <w:lang w:val="de-DE"/>
        </w:rPr>
        <w:t xml:space="preserve">), </w:t>
      </w:r>
      <w:proofErr w:type="spellStart"/>
      <w:r w:rsidRPr="00BF2828">
        <w:rPr>
          <w:lang w:val="de-DE"/>
        </w:rPr>
        <w:t>rovnic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zdrojových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kódů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k </w:t>
      </w:r>
      <w:proofErr w:type="spellStart"/>
      <w:r w:rsidRPr="00BF2828">
        <w:rPr>
          <w:lang w:val="de-DE"/>
        </w:rPr>
        <w:t>dispozici</w:t>
      </w:r>
      <w:proofErr w:type="spellEnd"/>
      <w:r w:rsidRPr="00BF2828">
        <w:rPr>
          <w:lang w:val="de-DE"/>
        </w:rPr>
        <w:t xml:space="preserve"> v „</w:t>
      </w:r>
      <w:proofErr w:type="spellStart"/>
      <w:r w:rsidRPr="00BF2828">
        <w:rPr>
          <w:lang w:val="de-DE"/>
        </w:rPr>
        <w:t>Manuálu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šablonu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závěrečné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na UTB </w:t>
      </w:r>
      <w:proofErr w:type="spellStart"/>
      <w:r w:rsidRPr="00BF2828">
        <w:rPr>
          <w:lang w:val="de-DE"/>
        </w:rPr>
        <w:t>ve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Zlíně</w:t>
      </w:r>
      <w:proofErr w:type="spellEnd"/>
      <w:r w:rsidRPr="00BF2828">
        <w:rPr>
          <w:lang w:val="de-DE"/>
        </w:rPr>
        <w:t xml:space="preserve">“,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dostupný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univerzitním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webu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sekci</w:t>
      </w:r>
      <w:proofErr w:type="spellEnd"/>
      <w:r w:rsidRPr="00BF2828">
        <w:rPr>
          <w:lang w:val="de-DE"/>
        </w:rPr>
        <w:t xml:space="preserve"> </w:t>
      </w:r>
      <w:hyperlink r:id="rId15" w:history="1">
        <w:r w:rsidR="005A383F" w:rsidRPr="00BF2828">
          <w:rPr>
            <w:rStyle w:val="Hypertextovodkaz"/>
            <w:lang w:val="de-DE"/>
          </w:rPr>
          <w:t>https://www.utb.cz/</w:t>
        </w:r>
        <w:r w:rsidR="005A383F" w:rsidRPr="00BF2828">
          <w:rPr>
            <w:rStyle w:val="Hypertextovodkaz"/>
            <w:lang w:val="de-DE"/>
          </w:rPr>
          <w:br/>
        </w:r>
        <w:proofErr w:type="spellStart"/>
        <w:r w:rsidR="005A383F" w:rsidRPr="00BF2828">
          <w:rPr>
            <w:rStyle w:val="Hypertextovodkaz"/>
            <w:lang w:val="de-DE"/>
          </w:rPr>
          <w:t>student</w:t>
        </w:r>
        <w:proofErr w:type="spellEnd"/>
        <w:r w:rsidR="005A383F" w:rsidRPr="00BF2828">
          <w:rPr>
            <w:rStyle w:val="Hypertextovodkaz"/>
            <w:lang w:val="de-DE"/>
          </w:rPr>
          <w:t>/</w:t>
        </w:r>
        <w:proofErr w:type="spellStart"/>
        <w:r w:rsidR="005A383F" w:rsidRPr="00BF2828">
          <w:rPr>
            <w:rStyle w:val="Hypertextovodkaz"/>
            <w:lang w:val="de-DE"/>
          </w:rPr>
          <w:t>dokumenty</w:t>
        </w:r>
        <w:proofErr w:type="spellEnd"/>
        <w:r w:rsidR="005A383F" w:rsidRPr="00BF2828">
          <w:rPr>
            <w:rStyle w:val="Hypertextovodkaz"/>
            <w:lang w:val="de-DE"/>
          </w:rPr>
          <w:t>-a-</w:t>
        </w:r>
        <w:proofErr w:type="spellStart"/>
        <w:r w:rsidR="005A383F" w:rsidRPr="00BF2828">
          <w:rPr>
            <w:rStyle w:val="Hypertextovodkaz"/>
            <w:lang w:val="de-DE"/>
          </w:rPr>
          <w:t>sablony</w:t>
        </w:r>
        <w:proofErr w:type="spellEnd"/>
        <w:r w:rsidR="005A383F" w:rsidRPr="00BF2828">
          <w:rPr>
            <w:rStyle w:val="Hypertextovodkaz"/>
            <w:lang w:val="de-DE"/>
          </w:rPr>
          <w:t>/</w:t>
        </w:r>
      </w:hyperlink>
      <w:r w:rsidRPr="00BF2828">
        <w:rPr>
          <w:lang w:val="de-DE"/>
        </w:rPr>
        <w:t xml:space="preserve">. </w:t>
      </w:r>
    </w:p>
    <w:p w14:paraId="41A48316" w14:textId="7C1061D7" w:rsidR="0059196E" w:rsidRPr="00BF2828" w:rsidRDefault="00D54957" w:rsidP="00D54957">
      <w:pPr>
        <w:pStyle w:val="Nadpis2text"/>
        <w:rPr>
          <w:lang w:val="de-DE"/>
        </w:rPr>
      </w:pPr>
      <w:bookmarkStart w:id="20" w:name="_Toc184163568"/>
      <w:r w:rsidRPr="00D54957">
        <w:rPr>
          <w:lang w:val="de-DE"/>
        </w:rPr>
        <w:t>Abbildungen</w:t>
      </w:r>
      <w:bookmarkEnd w:id="20"/>
    </w:p>
    <w:p w14:paraId="4B16E9C8" w14:textId="18A5B5DB" w:rsidR="004A2DD9" w:rsidRPr="00BF2828" w:rsidRDefault="00D274A1" w:rsidP="003C64C0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Při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vkládání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="009A77E9" w:rsidRPr="00BF2828">
        <w:rPr>
          <w:lang w:val="de-DE"/>
        </w:rPr>
        <w:t xml:space="preserve"> (</w:t>
      </w:r>
      <w:r w:rsidR="000A3C02" w:rsidRPr="000A3C02">
        <w:rPr>
          <w:lang w:val="de-DE"/>
        </w:rPr>
        <w:t>Abbildung 1</w:t>
      </w:r>
      <w:r w:rsidR="009A77E9" w:rsidRPr="00BF2828">
        <w:rPr>
          <w:lang w:val="de-DE"/>
        </w:rPr>
        <w:t>)</w:t>
      </w:r>
      <w:r w:rsidRPr="00BF2828">
        <w:rPr>
          <w:lang w:val="de-DE"/>
        </w:rPr>
        <w:t xml:space="preserve"> </w:t>
      </w:r>
      <w:r w:rsidR="007B76A7" w:rsidRPr="00BF2828">
        <w:rPr>
          <w:lang w:val="de-DE"/>
        </w:rPr>
        <w:t xml:space="preserve">je </w:t>
      </w:r>
      <w:proofErr w:type="spellStart"/>
      <w:r w:rsidR="007B76A7" w:rsidRPr="00BF2828">
        <w:rPr>
          <w:lang w:val="de-DE"/>
        </w:rPr>
        <w:t>důležité</w:t>
      </w:r>
      <w:proofErr w:type="spellEnd"/>
      <w:r w:rsidR="007B76A7" w:rsidRPr="00BF2828">
        <w:rPr>
          <w:lang w:val="de-DE"/>
        </w:rPr>
        <w:t xml:space="preserve"> si </w:t>
      </w:r>
      <w:proofErr w:type="spellStart"/>
      <w:r w:rsidR="007B76A7" w:rsidRPr="00BF2828">
        <w:rPr>
          <w:lang w:val="de-DE"/>
        </w:rPr>
        <w:t>pohlídat</w:t>
      </w:r>
      <w:proofErr w:type="spellEnd"/>
      <w:r w:rsidRPr="00BF2828">
        <w:rPr>
          <w:lang w:val="de-DE"/>
        </w:rPr>
        <w:t xml:space="preserve">, </w:t>
      </w:r>
      <w:proofErr w:type="spellStart"/>
      <w:r w:rsidR="007B76A7" w:rsidRPr="00BF2828">
        <w:rPr>
          <w:lang w:val="de-DE"/>
        </w:rPr>
        <w:t>že</w:t>
      </w:r>
      <w:proofErr w:type="spellEnd"/>
      <w:r w:rsidR="007B76A7" w:rsidRPr="00BF2828">
        <w:rPr>
          <w:lang w:val="de-DE"/>
        </w:rPr>
        <w:t xml:space="preserve"> </w:t>
      </w:r>
      <w:proofErr w:type="spellStart"/>
      <w:r w:rsidR="007B76A7" w:rsidRPr="00BF2828">
        <w:rPr>
          <w:lang w:val="de-DE"/>
        </w:rPr>
        <w:t>neobsahují</w:t>
      </w:r>
      <w:proofErr w:type="spellEnd"/>
      <w:r w:rsidR="007B76A7"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alfa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kanál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průhlednost</w:t>
      </w:r>
      <w:proofErr w:type="spellEnd"/>
      <w:r w:rsidRPr="00BF2828">
        <w:rPr>
          <w:lang w:val="de-DE"/>
        </w:rPr>
        <w:t xml:space="preserve">). </w:t>
      </w:r>
      <w:proofErr w:type="spellStart"/>
      <w:r w:rsidRPr="00BF2828">
        <w:rPr>
          <w:lang w:val="de-DE"/>
        </w:rPr>
        <w:t>Vzhledem</w:t>
      </w:r>
      <w:proofErr w:type="spellEnd"/>
      <w:r w:rsidRPr="00BF2828">
        <w:rPr>
          <w:lang w:val="de-DE"/>
        </w:rPr>
        <w:t xml:space="preserve"> k </w:t>
      </w:r>
      <w:proofErr w:type="spellStart"/>
      <w:r w:rsidRPr="00BF2828">
        <w:rPr>
          <w:lang w:val="de-DE"/>
        </w:rPr>
        <w:t>tomu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že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nutné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závěrečnou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finální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podobě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převést</w:t>
      </w:r>
      <w:proofErr w:type="spellEnd"/>
      <w:r w:rsidRPr="00BF2828">
        <w:rPr>
          <w:lang w:val="de-DE"/>
        </w:rPr>
        <w:t xml:space="preserve"> do PDF v </w:t>
      </w:r>
      <w:proofErr w:type="spellStart"/>
      <w:r w:rsidRPr="00BF2828">
        <w:rPr>
          <w:lang w:val="de-DE"/>
        </w:rPr>
        <w:t>požadovaném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standardu</w:t>
      </w:r>
      <w:proofErr w:type="spellEnd"/>
      <w:r w:rsidRPr="00BF2828">
        <w:rPr>
          <w:lang w:val="de-DE"/>
        </w:rPr>
        <w:t xml:space="preserve"> PDF/A, je </w:t>
      </w:r>
      <w:proofErr w:type="spellStart"/>
      <w:r w:rsidRPr="00BF2828">
        <w:rPr>
          <w:lang w:val="de-DE"/>
        </w:rPr>
        <w:t>potřeba</w:t>
      </w:r>
      <w:proofErr w:type="spellEnd"/>
      <w:r w:rsidRPr="00BF2828">
        <w:rPr>
          <w:lang w:val="de-DE"/>
        </w:rPr>
        <w:t xml:space="preserve"> toto </w:t>
      </w:r>
      <w:proofErr w:type="spellStart"/>
      <w:r w:rsidRPr="00BF2828">
        <w:rPr>
          <w:lang w:val="de-DE"/>
        </w:rPr>
        <w:t>dodržovat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tj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vklá</w:t>
      </w:r>
      <w:r w:rsidR="007B76A7" w:rsidRPr="00BF2828">
        <w:rPr>
          <w:lang w:val="de-DE"/>
        </w:rPr>
        <w:t>dat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např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JPG </w:t>
      </w:r>
      <w:proofErr w:type="spellStart"/>
      <w:r w:rsidRPr="00BF2828">
        <w:rPr>
          <w:lang w:val="de-DE"/>
        </w:rPr>
        <w:t>nebo</w:t>
      </w:r>
      <w:proofErr w:type="spellEnd"/>
      <w:r w:rsidRPr="00BF2828">
        <w:rPr>
          <w:lang w:val="de-DE"/>
        </w:rPr>
        <w:t xml:space="preserve"> PNG </w:t>
      </w:r>
      <w:proofErr w:type="spellStart"/>
      <w:r w:rsidRPr="00BF2828">
        <w:rPr>
          <w:lang w:val="de-DE"/>
        </w:rPr>
        <w:t>bez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průhledného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pozadí</w:t>
      </w:r>
      <w:proofErr w:type="spellEnd"/>
      <w:r w:rsidRPr="00BF2828">
        <w:rPr>
          <w:lang w:val="de-DE"/>
        </w:rPr>
        <w:t>.</w:t>
      </w:r>
    </w:p>
    <w:p w14:paraId="4D3DEEFB" w14:textId="77777777" w:rsidR="00AF0293" w:rsidRDefault="008064EF" w:rsidP="00AF0293">
      <w:pPr>
        <w:pStyle w:val="ObrzekImage"/>
        <w:keepNext/>
      </w:pPr>
      <w:r w:rsidRPr="00BF2828">
        <w:rPr>
          <w:noProof/>
        </w:rPr>
        <w:lastRenderedPageBreak/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489B8A15" w:rsidR="008064EF" w:rsidRPr="00BF2828" w:rsidRDefault="00AF0293" w:rsidP="00505767">
      <w:pPr>
        <w:pStyle w:val="Titulek"/>
        <w:rPr>
          <w:lang w:val="de-DE"/>
        </w:rPr>
      </w:pPr>
      <w:bookmarkStart w:id="21" w:name="_Toc173877498"/>
      <w:proofErr w:type="spellStart"/>
      <w:r>
        <w:t>Abbildung</w:t>
      </w:r>
      <w:proofErr w:type="spellEnd"/>
      <w:r>
        <w:t xml:space="preserve"> </w:t>
      </w:r>
      <w:fldSimple w:instr=" SEQ Abbildung \* ARABIC ">
        <w:r w:rsidR="00AD1D39">
          <w:rPr>
            <w:noProof/>
          </w:rPr>
          <w:t>1</w:t>
        </w:r>
      </w:fldSimple>
      <w:r w:rsidRPr="00AF0293">
        <w:t xml:space="preserve"> </w:t>
      </w:r>
      <w:proofErr w:type="spellStart"/>
      <w:r w:rsidRPr="00AF0293">
        <w:t>Titel</w:t>
      </w:r>
      <w:proofErr w:type="spellEnd"/>
      <w:r w:rsidRPr="00AF0293">
        <w:t xml:space="preserve"> der </w:t>
      </w:r>
      <w:proofErr w:type="spellStart"/>
      <w:r w:rsidRPr="00AF0293">
        <w:t>Abbildung</w:t>
      </w:r>
      <w:bookmarkEnd w:id="21"/>
      <w:proofErr w:type="spellEnd"/>
    </w:p>
    <w:p w14:paraId="58E88312" w14:textId="0D2648C4" w:rsidR="00D27258" w:rsidRPr="00BF2828" w:rsidRDefault="00AF0293" w:rsidP="00D27258">
      <w:pPr>
        <w:pStyle w:val="ZdrojSource"/>
        <w:rPr>
          <w:lang w:val="de-DE"/>
        </w:rPr>
      </w:pPr>
      <w:r w:rsidRPr="00AF0293">
        <w:rPr>
          <w:lang w:val="de-DE"/>
        </w:rPr>
        <w:t>(Quelle: eigene Verarbeitung)</w:t>
      </w:r>
    </w:p>
    <w:p w14:paraId="1A40FEBB" w14:textId="77777777" w:rsidR="00632912" w:rsidRPr="00BF2828" w:rsidRDefault="002A3FA0" w:rsidP="009920B9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Obrázek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nesmí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přesáhnout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nastavené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okraje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Popisky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textu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uvedeny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obrázkem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zarovnávají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stejně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střed</w:t>
      </w:r>
      <w:proofErr w:type="spellEnd"/>
      <w:r w:rsidRPr="00BF2828">
        <w:rPr>
          <w:lang w:val="de-DE"/>
        </w:rPr>
        <w:t xml:space="preserve">. </w:t>
      </w:r>
      <w:proofErr w:type="gramStart"/>
      <w:r w:rsidRPr="00BF2828">
        <w:rPr>
          <w:lang w:val="de-DE"/>
        </w:rPr>
        <w:t>Na</w:t>
      </w:r>
      <w:proofErr w:type="gram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dalším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řádku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popiskem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uvádí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</w:t>
      </w:r>
      <w:proofErr w:type="spellEnd"/>
      <w:r w:rsidRPr="00BF2828">
        <w:rPr>
          <w:lang w:val="de-DE"/>
        </w:rPr>
        <w:t>.</w:t>
      </w:r>
      <w:r w:rsidR="009920B9" w:rsidRPr="00BF2828">
        <w:rPr>
          <w:lang w:val="de-DE"/>
        </w:rPr>
        <w:t xml:space="preserve"> </w:t>
      </w:r>
    </w:p>
    <w:p w14:paraId="562F48AF" w14:textId="0C031250" w:rsidR="00D27258" w:rsidRPr="00BF2828" w:rsidRDefault="00D27258" w:rsidP="00632912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Seznam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uveden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konci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r w:rsidR="00DB3B40" w:rsidRPr="00DB3B40">
        <w:rPr>
          <w:b/>
          <w:lang w:val="de-DE"/>
        </w:rPr>
        <w:t>Abbildungsverzeichnis</w:t>
      </w:r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dokončení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nutné</w:t>
      </w:r>
      <w:proofErr w:type="spellEnd"/>
      <w:r w:rsidRPr="00BF2828">
        <w:rPr>
          <w:lang w:val="de-DE"/>
        </w:rPr>
        <w:t xml:space="preserve"> ho </w:t>
      </w:r>
      <w:proofErr w:type="spellStart"/>
      <w:r w:rsidRPr="00BF2828">
        <w:rPr>
          <w:lang w:val="de-DE"/>
        </w:rPr>
        <w:t>pouze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aktualizovat</w:t>
      </w:r>
      <w:proofErr w:type="spellEnd"/>
      <w:r w:rsidRPr="00BF2828">
        <w:rPr>
          <w:lang w:val="de-DE"/>
        </w:rPr>
        <w:t>.</w:t>
      </w:r>
    </w:p>
    <w:p w14:paraId="3EC68E3F" w14:textId="6B7A5D62" w:rsidR="0085086A" w:rsidRPr="00BF2828" w:rsidRDefault="00D54957" w:rsidP="00D54957">
      <w:pPr>
        <w:pStyle w:val="Nadpis2text"/>
        <w:rPr>
          <w:lang w:val="de-DE"/>
        </w:rPr>
      </w:pPr>
      <w:bookmarkStart w:id="22" w:name="_Toc184163569"/>
      <w:r w:rsidRPr="00D54957">
        <w:rPr>
          <w:lang w:val="de-DE"/>
        </w:rPr>
        <w:t>Tabellen</w:t>
      </w:r>
      <w:bookmarkEnd w:id="22"/>
    </w:p>
    <w:p w14:paraId="0652E4B1" w14:textId="7DDAA945" w:rsidR="0085086A" w:rsidRPr="00BF2828" w:rsidRDefault="0085086A" w:rsidP="00D4562A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Tabulka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nesmí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přesáhnout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nastavené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okraje</w:t>
      </w:r>
      <w:proofErr w:type="spellEnd"/>
      <w:r w:rsidRPr="00BF2828">
        <w:rPr>
          <w:lang w:val="de-DE"/>
        </w:rPr>
        <w:t>.</w:t>
      </w:r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Popisky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tabulky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jsou</w:t>
      </w:r>
      <w:proofErr w:type="spellEnd"/>
      <w:r w:rsidR="00D4562A" w:rsidRPr="00BF2828">
        <w:rPr>
          <w:lang w:val="de-DE"/>
        </w:rPr>
        <w:t xml:space="preserve"> v </w:t>
      </w:r>
      <w:proofErr w:type="spellStart"/>
      <w:r w:rsidR="00D4562A" w:rsidRPr="00BF2828">
        <w:rPr>
          <w:lang w:val="de-DE"/>
        </w:rPr>
        <w:t>textu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uvedeny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nad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tabulkou</w:t>
      </w:r>
      <w:proofErr w:type="spellEnd"/>
      <w:r w:rsidR="00D4562A" w:rsidRPr="00BF2828">
        <w:rPr>
          <w:lang w:val="de-DE"/>
        </w:rPr>
        <w:t xml:space="preserve"> a </w:t>
      </w:r>
      <w:proofErr w:type="spellStart"/>
      <w:r w:rsidR="00D4562A" w:rsidRPr="00BF2828">
        <w:rPr>
          <w:lang w:val="de-DE"/>
        </w:rPr>
        <w:t>zarovnávají</w:t>
      </w:r>
      <w:proofErr w:type="spellEnd"/>
      <w:r w:rsidR="00D4562A" w:rsidRPr="00BF2828">
        <w:rPr>
          <w:lang w:val="de-DE"/>
        </w:rPr>
        <w:t xml:space="preserve"> se na </w:t>
      </w:r>
      <w:proofErr w:type="spellStart"/>
      <w:r w:rsidR="00D4562A" w:rsidRPr="00BF2828">
        <w:rPr>
          <w:lang w:val="de-DE"/>
        </w:rPr>
        <w:t>střed</w:t>
      </w:r>
      <w:proofErr w:type="spellEnd"/>
      <w:r w:rsidR="00D4562A" w:rsidRPr="00BF2828">
        <w:rPr>
          <w:lang w:val="de-DE"/>
        </w:rPr>
        <w:t xml:space="preserve">. </w:t>
      </w:r>
      <w:proofErr w:type="gramStart"/>
      <w:r w:rsidR="00D4562A" w:rsidRPr="00BF2828">
        <w:rPr>
          <w:lang w:val="de-DE"/>
        </w:rPr>
        <w:t>Na</w:t>
      </w:r>
      <w:proofErr w:type="gram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novém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řádku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pod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tabulkou</w:t>
      </w:r>
      <w:proofErr w:type="spellEnd"/>
      <w:r w:rsidR="00D4562A" w:rsidRPr="00BF2828">
        <w:rPr>
          <w:lang w:val="de-DE"/>
        </w:rPr>
        <w:t xml:space="preserve"> se </w:t>
      </w:r>
      <w:proofErr w:type="spellStart"/>
      <w:r w:rsidR="00D4562A" w:rsidRPr="00BF2828">
        <w:rPr>
          <w:lang w:val="de-DE"/>
        </w:rPr>
        <w:t>uvádí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případný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zdroj</w:t>
      </w:r>
      <w:proofErr w:type="spellEnd"/>
      <w:r w:rsidR="00D4562A" w:rsidRPr="00BF2828">
        <w:rPr>
          <w:lang w:val="de-DE"/>
        </w:rPr>
        <w:t>.</w:t>
      </w:r>
    </w:p>
    <w:p w14:paraId="2DCE3DC6" w14:textId="382EC363" w:rsidR="00AF0293" w:rsidRDefault="00AF0293" w:rsidP="00AF0293">
      <w:pPr>
        <w:pStyle w:val="Titulek"/>
        <w:keepNext/>
      </w:pPr>
      <w:bookmarkStart w:id="23" w:name="_Toc173877524"/>
      <w:proofErr w:type="spellStart"/>
      <w:r>
        <w:t>Tabelle</w:t>
      </w:r>
      <w:proofErr w:type="spellEnd"/>
      <w:r>
        <w:t xml:space="preserve"> </w:t>
      </w:r>
      <w:fldSimple w:instr=" SEQ Tabelle \* ARABIC ">
        <w:r w:rsidR="00AD1D39">
          <w:rPr>
            <w:noProof/>
          </w:rPr>
          <w:t>1</w:t>
        </w:r>
      </w:fldSimple>
      <w:r>
        <w:t xml:space="preserve"> </w:t>
      </w:r>
      <w:proofErr w:type="spellStart"/>
      <w:r w:rsidRPr="00AF0293">
        <w:t>Titel</w:t>
      </w:r>
      <w:proofErr w:type="spellEnd"/>
      <w:r w:rsidRPr="00AF0293">
        <w:t xml:space="preserve"> der </w:t>
      </w:r>
      <w:proofErr w:type="spellStart"/>
      <w:r w:rsidRPr="00AF0293">
        <w:t>Tabelle</w:t>
      </w:r>
      <w:bookmarkEnd w:id="23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BF2828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477453C1" w:rsidR="00E16187" w:rsidRPr="00BF2828" w:rsidRDefault="008D7A15" w:rsidP="00D4562A">
            <w:pPr>
              <w:shd w:val="clear" w:color="auto" w:fill="FFFFFF"/>
              <w:spacing w:line="283" w:lineRule="exact"/>
              <w:jc w:val="left"/>
              <w:rPr>
                <w:lang w:val="de-DE"/>
              </w:rPr>
            </w:pPr>
            <w:r w:rsidRPr="008D7A15">
              <w:rPr>
                <w:b/>
                <w:bCs/>
                <w:spacing w:val="-3"/>
                <w:lang w:val="de-DE"/>
              </w:rPr>
              <w:t>Überschrift</w:t>
            </w:r>
            <w:r>
              <w:rPr>
                <w:b/>
                <w:bCs/>
                <w:spacing w:val="-3"/>
                <w:lang w:val="de-DE"/>
              </w:rPr>
              <w:t xml:space="preserve"> </w:t>
            </w:r>
            <w:r w:rsidR="00E16187" w:rsidRPr="00BF2828">
              <w:rPr>
                <w:b/>
                <w:bCs/>
                <w:lang w:val="de-DE"/>
              </w:rPr>
              <w:t>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198F3DBC" w:rsidR="00E16187" w:rsidRPr="00BF2828" w:rsidRDefault="008D7A15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de-DE"/>
              </w:rPr>
            </w:pPr>
            <w:r w:rsidRPr="008D7A15">
              <w:rPr>
                <w:b/>
                <w:bCs/>
                <w:spacing w:val="-3"/>
                <w:lang w:val="de-DE"/>
              </w:rPr>
              <w:t>Überschrift</w:t>
            </w:r>
            <w:r>
              <w:rPr>
                <w:b/>
                <w:bCs/>
                <w:spacing w:val="-3"/>
                <w:lang w:val="de-DE"/>
              </w:rPr>
              <w:t xml:space="preserve"> </w:t>
            </w:r>
            <w:r w:rsidR="00E16187" w:rsidRPr="00BF2828">
              <w:rPr>
                <w:b/>
                <w:bCs/>
                <w:lang w:val="de-DE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610D2989" w:rsidR="00E16187" w:rsidRPr="00BF2828" w:rsidRDefault="008D7A15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de-DE"/>
              </w:rPr>
            </w:pPr>
            <w:r w:rsidRPr="008D7A15">
              <w:rPr>
                <w:b/>
                <w:bCs/>
                <w:spacing w:val="-3"/>
                <w:lang w:val="de-DE"/>
              </w:rPr>
              <w:t>Überschrift</w:t>
            </w:r>
            <w:r>
              <w:rPr>
                <w:b/>
                <w:bCs/>
                <w:spacing w:val="-3"/>
                <w:lang w:val="de-DE"/>
              </w:rPr>
              <w:t xml:space="preserve"> </w:t>
            </w:r>
            <w:r w:rsidR="00E16187" w:rsidRPr="00BF2828">
              <w:rPr>
                <w:b/>
                <w:bCs/>
                <w:lang w:val="de-DE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55583302" w:rsidR="00E16187" w:rsidRPr="00BF2828" w:rsidRDefault="008D7A15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de-DE"/>
              </w:rPr>
            </w:pPr>
            <w:r w:rsidRPr="008D7A15">
              <w:rPr>
                <w:b/>
                <w:bCs/>
                <w:spacing w:val="-3"/>
                <w:lang w:val="de-DE"/>
              </w:rPr>
              <w:t>Überschrift</w:t>
            </w:r>
            <w:r>
              <w:rPr>
                <w:b/>
                <w:bCs/>
                <w:spacing w:val="-3"/>
                <w:lang w:val="de-DE"/>
              </w:rPr>
              <w:t xml:space="preserve"> </w:t>
            </w:r>
            <w:r w:rsidR="00E16187" w:rsidRPr="00BF2828">
              <w:rPr>
                <w:b/>
                <w:bCs/>
                <w:lang w:val="de-DE"/>
              </w:rPr>
              <w:t>4</w:t>
            </w:r>
          </w:p>
        </w:tc>
      </w:tr>
      <w:tr w:rsidR="00E16187" w:rsidRPr="00BF2828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4457F89D" w:rsidR="00E16187" w:rsidRPr="00BF2828" w:rsidRDefault="008D7A15" w:rsidP="00DA0A2B">
            <w:pPr>
              <w:shd w:val="clear" w:color="auto" w:fill="FFFFFF"/>
              <w:ind w:left="24"/>
              <w:rPr>
                <w:lang w:val="de-DE"/>
              </w:rPr>
            </w:pPr>
            <w:r>
              <w:rPr>
                <w:lang w:val="de-DE"/>
              </w:rPr>
              <w:t>Erste Zeile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BF2828" w:rsidRDefault="00E16187" w:rsidP="00DA0A2B">
            <w:pPr>
              <w:shd w:val="clear" w:color="auto" w:fill="FFFFFF"/>
              <w:ind w:left="547"/>
              <w:rPr>
                <w:lang w:val="de-DE"/>
              </w:rPr>
            </w:pPr>
            <w:r w:rsidRPr="00BF2828">
              <w:rPr>
                <w:lang w:val="de-DE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BF2828" w:rsidRDefault="00E16187" w:rsidP="00DA0A2B">
            <w:pPr>
              <w:shd w:val="clear" w:color="auto" w:fill="FFFFFF"/>
              <w:ind w:left="312"/>
              <w:rPr>
                <w:lang w:val="de-DE"/>
              </w:rPr>
            </w:pPr>
            <w:r w:rsidRPr="00BF2828">
              <w:rPr>
                <w:lang w:val="de-DE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BF2828" w:rsidRDefault="00E16187" w:rsidP="00DA0A2B">
            <w:pPr>
              <w:shd w:val="clear" w:color="auto" w:fill="FFFFFF"/>
              <w:ind w:left="192"/>
              <w:rPr>
                <w:lang w:val="de-DE"/>
              </w:rPr>
            </w:pPr>
            <w:r w:rsidRPr="00BF2828">
              <w:rPr>
                <w:lang w:val="de-DE"/>
              </w:rPr>
              <w:t>1258,58</w:t>
            </w:r>
          </w:p>
        </w:tc>
      </w:tr>
      <w:tr w:rsidR="00E16187" w:rsidRPr="00BF2828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6B1B6499" w:rsidR="00E16187" w:rsidRPr="00BF2828" w:rsidRDefault="008D7A15" w:rsidP="00DA0A2B">
            <w:pPr>
              <w:shd w:val="clear" w:color="auto" w:fill="FFFFFF"/>
              <w:ind w:left="24"/>
              <w:rPr>
                <w:lang w:val="de-DE"/>
              </w:rPr>
            </w:pPr>
            <w:r>
              <w:rPr>
                <w:spacing w:val="-3"/>
                <w:lang w:val="de-DE"/>
              </w:rPr>
              <w:t>Zweite Zeile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BF2828" w:rsidRDefault="00E16187" w:rsidP="00DA0A2B">
            <w:pPr>
              <w:shd w:val="clear" w:color="auto" w:fill="FFFFFF"/>
              <w:ind w:left="547"/>
              <w:rPr>
                <w:lang w:val="de-DE"/>
              </w:rPr>
            </w:pPr>
            <w:r w:rsidRPr="00BF2828">
              <w:rPr>
                <w:lang w:val="de-DE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BF2828" w:rsidRDefault="00E16187" w:rsidP="00DA0A2B">
            <w:pPr>
              <w:shd w:val="clear" w:color="auto" w:fill="FFFFFF"/>
              <w:ind w:left="432"/>
              <w:rPr>
                <w:lang w:val="de-DE"/>
              </w:rPr>
            </w:pPr>
            <w:r w:rsidRPr="00BF2828">
              <w:rPr>
                <w:lang w:val="de-DE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BF2828" w:rsidRDefault="00E16187" w:rsidP="00DA0A2B">
            <w:pPr>
              <w:shd w:val="clear" w:color="auto" w:fill="FFFFFF"/>
              <w:ind w:left="312"/>
              <w:rPr>
                <w:lang w:val="de-DE"/>
              </w:rPr>
            </w:pPr>
            <w:r w:rsidRPr="00BF2828">
              <w:rPr>
                <w:lang w:val="de-DE"/>
              </w:rPr>
              <w:t>251,005</w:t>
            </w:r>
          </w:p>
        </w:tc>
      </w:tr>
    </w:tbl>
    <w:p w14:paraId="3FD5DEAC" w14:textId="09643482" w:rsidR="007D5E90" w:rsidRPr="00BF2828" w:rsidRDefault="00AF0293" w:rsidP="004A2DD9">
      <w:pPr>
        <w:pStyle w:val="ZdrojSource"/>
        <w:spacing w:before="240"/>
        <w:rPr>
          <w:lang w:val="de-DE"/>
        </w:rPr>
      </w:pPr>
      <w:r w:rsidRPr="00AF0293">
        <w:rPr>
          <w:lang w:val="de-DE"/>
        </w:rPr>
        <w:t>(Quelle: eigene Verarbeitung)</w:t>
      </w:r>
    </w:p>
    <w:p w14:paraId="4E8FBFAD" w14:textId="77151C8E" w:rsidR="00647924" w:rsidRPr="00BF2828" w:rsidRDefault="009A77E9" w:rsidP="00660CC9">
      <w:pPr>
        <w:pStyle w:val="Odstavec1Paragraph1"/>
        <w:spacing w:before="240"/>
        <w:rPr>
          <w:lang w:val="de-DE"/>
        </w:rPr>
      </w:pPr>
      <w:r w:rsidRPr="00BF2828">
        <w:rPr>
          <w:lang w:val="de-DE"/>
        </w:rPr>
        <w:t>Z </w:t>
      </w:r>
      <w:proofErr w:type="spellStart"/>
      <w:r w:rsidRPr="00BF2828">
        <w:rPr>
          <w:lang w:val="de-DE"/>
        </w:rPr>
        <w:t>hlediska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vizuální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úpravy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v </w:t>
      </w:r>
      <w:proofErr w:type="spellStart"/>
      <w:r w:rsidRPr="00BF2828">
        <w:rPr>
          <w:lang w:val="de-DE"/>
        </w:rPr>
        <w:t>případě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že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pod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tabulkou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uvádí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viz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uvedení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zdroje</w:t>
      </w:r>
      <w:proofErr w:type="spellEnd"/>
      <w:r w:rsidRPr="00BF2828">
        <w:rPr>
          <w:lang w:val="de-DE"/>
        </w:rPr>
        <w:t xml:space="preserve"> u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 1), </w:t>
      </w:r>
      <w:proofErr w:type="spellStart"/>
      <w:r w:rsidRPr="00BF2828">
        <w:rPr>
          <w:lang w:val="de-DE"/>
        </w:rPr>
        <w:t>ještě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ručně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donastavit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mezeru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před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odstavcem</w:t>
      </w:r>
      <w:proofErr w:type="spellEnd"/>
      <w:r w:rsidRPr="00BF2828">
        <w:rPr>
          <w:lang w:val="de-DE"/>
        </w:rPr>
        <w:t xml:space="preserve"> na 12 </w:t>
      </w:r>
      <w:proofErr w:type="spellStart"/>
      <w:r w:rsidRPr="00BF2828">
        <w:rPr>
          <w:lang w:val="de-DE"/>
        </w:rPr>
        <w:t>bodů</w:t>
      </w:r>
      <w:proofErr w:type="spellEnd"/>
      <w:r w:rsidR="0053130A">
        <w:rPr>
          <w:lang w:val="de-DE"/>
        </w:rPr>
        <w:t>.</w:t>
      </w:r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Tento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postup</w:t>
      </w:r>
      <w:proofErr w:type="spellEnd"/>
      <w:r w:rsidR="00292D77" w:rsidRPr="00BF2828">
        <w:rPr>
          <w:lang w:val="de-DE"/>
        </w:rPr>
        <w:t xml:space="preserve"> je </w:t>
      </w:r>
      <w:proofErr w:type="spellStart"/>
      <w:r w:rsidR="00292D77" w:rsidRPr="00BF2828">
        <w:rPr>
          <w:lang w:val="de-DE"/>
        </w:rPr>
        <w:t>vhodný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také</w:t>
      </w:r>
      <w:proofErr w:type="spellEnd"/>
      <w:r w:rsidR="00292D77" w:rsidRPr="00BF2828">
        <w:rPr>
          <w:lang w:val="de-DE"/>
        </w:rPr>
        <w:t xml:space="preserve"> v </w:t>
      </w:r>
      <w:proofErr w:type="spellStart"/>
      <w:r w:rsidR="00292D77" w:rsidRPr="00BF2828">
        <w:rPr>
          <w:lang w:val="de-DE"/>
        </w:rPr>
        <w:t>případě</w:t>
      </w:r>
      <w:proofErr w:type="spellEnd"/>
      <w:r w:rsidR="00292D77" w:rsidRPr="00BF2828">
        <w:rPr>
          <w:lang w:val="de-DE"/>
        </w:rPr>
        <w:t xml:space="preserve">, </w:t>
      </w:r>
      <w:proofErr w:type="spellStart"/>
      <w:r w:rsidR="00292D77" w:rsidRPr="00BF2828">
        <w:rPr>
          <w:lang w:val="de-DE"/>
        </w:rPr>
        <w:t>že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autor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práce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zdroj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neuvádí</w:t>
      </w:r>
      <w:proofErr w:type="spellEnd"/>
      <w:r w:rsidR="00292D77" w:rsidRPr="00BF2828">
        <w:rPr>
          <w:lang w:val="de-DE"/>
        </w:rPr>
        <w:t xml:space="preserve"> a </w:t>
      </w:r>
      <w:proofErr w:type="spellStart"/>
      <w:r w:rsidR="00292D77" w:rsidRPr="00BF2828">
        <w:rPr>
          <w:lang w:val="de-DE"/>
        </w:rPr>
        <w:t>pod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tabulkou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pokračuje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základním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textem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odstavce</w:t>
      </w:r>
      <w:proofErr w:type="spellEnd"/>
      <w:r w:rsidR="00292D77" w:rsidRPr="00BF2828">
        <w:rPr>
          <w:lang w:val="de-DE"/>
        </w:rPr>
        <w:t xml:space="preserve">. </w:t>
      </w:r>
      <w:proofErr w:type="spellStart"/>
      <w:r w:rsidR="00292D77" w:rsidRPr="00BF2828">
        <w:rPr>
          <w:lang w:val="de-DE"/>
        </w:rPr>
        <w:t>Stačí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kliknout</w:t>
      </w:r>
      <w:proofErr w:type="spellEnd"/>
      <w:r w:rsidR="00292D77" w:rsidRPr="00BF2828">
        <w:rPr>
          <w:lang w:val="de-DE"/>
        </w:rPr>
        <w:t xml:space="preserve"> do </w:t>
      </w:r>
      <w:proofErr w:type="spellStart"/>
      <w:r w:rsidR="00292D77" w:rsidRPr="00BF2828">
        <w:rPr>
          <w:lang w:val="de-DE"/>
        </w:rPr>
        <w:t>řádku</w:t>
      </w:r>
      <w:proofErr w:type="spellEnd"/>
      <w:r w:rsidR="00292D77" w:rsidRPr="00BF2828">
        <w:rPr>
          <w:lang w:val="de-DE"/>
        </w:rPr>
        <w:t xml:space="preserve"> se </w:t>
      </w:r>
      <w:proofErr w:type="spellStart"/>
      <w:r w:rsidR="00292D77" w:rsidRPr="00BF2828">
        <w:rPr>
          <w:lang w:val="de-DE"/>
        </w:rPr>
        <w:t>zdrojem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tabulky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nebo</w:t>
      </w:r>
      <w:proofErr w:type="spellEnd"/>
      <w:r w:rsidR="00292D77" w:rsidRPr="00BF2828">
        <w:rPr>
          <w:lang w:val="de-DE"/>
        </w:rPr>
        <w:t xml:space="preserve"> do </w:t>
      </w:r>
      <w:proofErr w:type="spellStart"/>
      <w:r w:rsidR="00292D77" w:rsidRPr="00BF2828">
        <w:rPr>
          <w:lang w:val="de-DE"/>
        </w:rPr>
        <w:t>řádku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odstavce</w:t>
      </w:r>
      <w:proofErr w:type="spellEnd"/>
      <w:r w:rsidR="00292D77" w:rsidRPr="00BF2828">
        <w:rPr>
          <w:lang w:val="de-DE"/>
        </w:rPr>
        <w:t xml:space="preserve"> a </w:t>
      </w:r>
      <w:proofErr w:type="spellStart"/>
      <w:r w:rsidR="00292D77" w:rsidRPr="00BF2828">
        <w:rPr>
          <w:lang w:val="de-DE"/>
        </w:rPr>
        <w:t>zvolit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možnost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b/>
          <w:bCs/>
          <w:lang w:val="de-DE"/>
        </w:rPr>
        <w:t>Odstavec</w:t>
      </w:r>
      <w:proofErr w:type="spellEnd"/>
      <w:r w:rsidR="00292D77" w:rsidRPr="00BF2828">
        <w:rPr>
          <w:b/>
          <w:bCs/>
          <w:lang w:val="de-DE"/>
        </w:rPr>
        <w:t xml:space="preserve"> – </w:t>
      </w:r>
      <w:proofErr w:type="spellStart"/>
      <w:r w:rsidR="00292D77" w:rsidRPr="00BF2828">
        <w:rPr>
          <w:b/>
          <w:bCs/>
          <w:lang w:val="de-DE"/>
        </w:rPr>
        <w:t>Mezera</w:t>
      </w:r>
      <w:proofErr w:type="spellEnd"/>
      <w:r w:rsidR="00292D77" w:rsidRPr="00BF2828">
        <w:rPr>
          <w:b/>
          <w:bCs/>
          <w:lang w:val="de-DE"/>
        </w:rPr>
        <w:t xml:space="preserve"> </w:t>
      </w:r>
      <w:proofErr w:type="spellStart"/>
      <w:r w:rsidR="00292D77" w:rsidRPr="00BF2828">
        <w:rPr>
          <w:b/>
          <w:bCs/>
          <w:lang w:val="de-DE"/>
        </w:rPr>
        <w:t>před</w:t>
      </w:r>
      <w:proofErr w:type="spellEnd"/>
      <w:r w:rsidR="00292D77" w:rsidRPr="00BF2828">
        <w:rPr>
          <w:lang w:val="de-DE"/>
        </w:rPr>
        <w:t>).</w:t>
      </w:r>
    </w:p>
    <w:p w14:paraId="3A188EC6" w14:textId="6040AE9E" w:rsidR="00D4562A" w:rsidRPr="00BF2828" w:rsidRDefault="00D4562A" w:rsidP="00D4562A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Seznam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uveden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konci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r w:rsidR="00DB3B40" w:rsidRPr="00DB3B40">
        <w:rPr>
          <w:b/>
          <w:lang w:val="de-DE"/>
        </w:rPr>
        <w:t>Tabellenverzeichnis</w:t>
      </w:r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dokončení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nutné</w:t>
      </w:r>
      <w:proofErr w:type="spellEnd"/>
      <w:r w:rsidRPr="00BF2828">
        <w:rPr>
          <w:lang w:val="de-DE"/>
        </w:rPr>
        <w:t xml:space="preserve"> ho </w:t>
      </w:r>
      <w:proofErr w:type="spellStart"/>
      <w:r w:rsidRPr="00BF2828">
        <w:rPr>
          <w:lang w:val="de-DE"/>
        </w:rPr>
        <w:t>pouze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aktualizovat</w:t>
      </w:r>
      <w:proofErr w:type="spellEnd"/>
      <w:r w:rsidR="004A2DD9" w:rsidRPr="00BF2828">
        <w:rPr>
          <w:lang w:val="de-DE"/>
        </w:rPr>
        <w:t>.</w:t>
      </w:r>
    </w:p>
    <w:p w14:paraId="47881A87" w14:textId="5C80E11A" w:rsidR="00DA0A2B" w:rsidRPr="00BF2828" w:rsidRDefault="00D54957" w:rsidP="00D54957">
      <w:pPr>
        <w:pStyle w:val="Nadpis2text"/>
        <w:rPr>
          <w:lang w:val="de-DE"/>
        </w:rPr>
      </w:pPr>
      <w:bookmarkStart w:id="24" w:name="_Toc184163570"/>
      <w:r w:rsidRPr="00D54957">
        <w:rPr>
          <w:lang w:val="de-DE"/>
        </w:rPr>
        <w:lastRenderedPageBreak/>
        <w:t>Gleichungen</w:t>
      </w:r>
      <w:bookmarkEnd w:id="24"/>
    </w:p>
    <w:p w14:paraId="6833F50D" w14:textId="5F61988B" w:rsidR="00DA0A2B" w:rsidRPr="00BF2828" w:rsidRDefault="00110D67" w:rsidP="006A0994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Příklad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vložených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rovnic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pomocí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automatického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textu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příkaz</w:t>
      </w:r>
      <w:proofErr w:type="spellEnd"/>
      <w:r w:rsidRPr="00BF2828">
        <w:rPr>
          <w:lang w:val="de-DE"/>
        </w:rPr>
        <w:t xml:space="preserve"> </w:t>
      </w:r>
      <w:proofErr w:type="spellStart"/>
      <w:r w:rsidR="00DA0A2B" w:rsidRPr="00BF2828">
        <w:rPr>
          <w:b/>
          <w:bCs/>
          <w:lang w:val="de-DE"/>
        </w:rPr>
        <w:t>Vložit</w:t>
      </w:r>
      <w:proofErr w:type="spellEnd"/>
      <w:r w:rsidR="00DA0A2B" w:rsidRPr="00BF2828">
        <w:rPr>
          <w:b/>
          <w:bCs/>
          <w:lang w:val="de-DE"/>
        </w:rPr>
        <w:t xml:space="preserve"> – </w:t>
      </w:r>
      <w:proofErr w:type="spellStart"/>
      <w:r w:rsidR="00DA0A2B" w:rsidRPr="00BF2828">
        <w:rPr>
          <w:b/>
          <w:bCs/>
          <w:lang w:val="de-DE"/>
        </w:rPr>
        <w:t>Rovnice</w:t>
      </w:r>
      <w:proofErr w:type="spellEnd"/>
      <w:r w:rsidRPr="00BF2828">
        <w:rPr>
          <w:lang w:val="de-DE"/>
        </w:rPr>
        <w:t>)</w:t>
      </w:r>
      <w:r w:rsidR="00DA0A2B" w:rsidRPr="00BF2828">
        <w:rPr>
          <w:lang w:val="de-DE"/>
        </w:rPr>
        <w:t>.</w:t>
      </w:r>
    </w:p>
    <w:p w14:paraId="2C4CDA00" w14:textId="77777777" w:rsidR="00DA0A2B" w:rsidRPr="00BF2828" w:rsidRDefault="009571F6" w:rsidP="009571F6">
      <w:pPr>
        <w:pStyle w:val="TextprceText"/>
        <w:tabs>
          <w:tab w:val="left" w:pos="3402"/>
          <w:tab w:val="left" w:pos="7938"/>
        </w:tabs>
        <w:rPr>
          <w:lang w:val="de-DE"/>
        </w:rPr>
      </w:pPr>
      <w:r w:rsidRPr="00BF2828">
        <w:rPr>
          <w:lang w:val="de-DE"/>
        </w:rPr>
        <w:tab/>
      </w:r>
      <m:oMath>
        <m:sSup>
          <m:sSupPr>
            <m:ctrlPr>
              <w:rPr>
                <w:rFonts w:ascii="Cambria Math" w:hAnsi="Cambria Math"/>
                <w:lang w:val="de-DE"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a</m:t>
            </m:r>
          </m:e>
          <m:sup>
            <m:r>
              <w:rPr>
                <w:rFonts w:ascii="Cambria Math" w:hAnsi="Cambria Math"/>
                <w:lang w:val="de-DE"/>
              </w:rPr>
              <m:t>2</m:t>
            </m:r>
          </m:sup>
        </m:sSup>
        <m:r>
          <w:rPr>
            <w:rFonts w:ascii="Cambria Math" w:hAnsi="Cambria Math"/>
            <w:lang w:val="de-DE"/>
          </w:rPr>
          <m:t>+</m:t>
        </m:r>
        <m:sSup>
          <m:sSupPr>
            <m:ctrlPr>
              <w:rPr>
                <w:rFonts w:ascii="Cambria Math" w:hAnsi="Cambria Math"/>
                <w:lang w:val="de-DE"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b</m:t>
            </m:r>
          </m:e>
          <m:sup>
            <m:r>
              <w:rPr>
                <w:rFonts w:ascii="Cambria Math" w:hAnsi="Cambria Math"/>
                <w:lang w:val="de-DE"/>
              </w:rPr>
              <m:t>2</m:t>
            </m:r>
          </m:sup>
        </m:sSup>
        <m:r>
          <w:rPr>
            <w:rFonts w:ascii="Cambria Math" w:hAnsi="Cambria Math"/>
            <w:lang w:val="de-DE"/>
          </w:rPr>
          <m:t>=</m:t>
        </m:r>
        <m:sSup>
          <m:sSupPr>
            <m:ctrlPr>
              <w:rPr>
                <w:rFonts w:ascii="Cambria Math" w:hAnsi="Cambria Math"/>
                <w:lang w:val="de-DE"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c</m:t>
            </m:r>
          </m:e>
          <m:sup>
            <m:r>
              <w:rPr>
                <w:rFonts w:ascii="Cambria Math" w:hAnsi="Cambria Math"/>
                <w:lang w:val="de-DE"/>
              </w:rPr>
              <m:t>2</m:t>
            </m:r>
          </m:sup>
        </m:sSup>
      </m:oMath>
      <w:r w:rsidRPr="00BF2828">
        <w:rPr>
          <w:lang w:val="de-DE"/>
        </w:rPr>
        <w:tab/>
        <w:t>(1)</w:t>
      </w:r>
    </w:p>
    <w:p w14:paraId="1B540985" w14:textId="77777777" w:rsidR="00C2696E" w:rsidRPr="00BF2828" w:rsidRDefault="009571F6" w:rsidP="009571F6">
      <w:pPr>
        <w:pStyle w:val="TextprceText"/>
        <w:tabs>
          <w:tab w:val="left" w:pos="3261"/>
          <w:tab w:val="left" w:pos="7938"/>
        </w:tabs>
        <w:rPr>
          <w:lang w:val="de-DE"/>
        </w:rPr>
      </w:pPr>
      <w:r w:rsidRPr="00BF2828">
        <w:rPr>
          <w:lang w:val="de-DE"/>
        </w:rPr>
        <w:tab/>
      </w:r>
      <m:oMath>
        <m:r>
          <w:rPr>
            <w:rFonts w:ascii="Cambria Math" w:hAnsi="Cambria Math" w:cs="Cambria Math"/>
            <w:lang w:val="de-DE"/>
          </w:rPr>
          <m:t>x</m:t>
        </m:r>
        <m:r>
          <m:rPr>
            <m:sty m:val="p"/>
          </m:rPr>
          <w:rPr>
            <w:rFonts w:ascii="Cambria Math" w:hAnsi="Cambria Math" w:cs="Cambria Math"/>
            <w:lang w:val="de-DE"/>
          </w:rPr>
          <m:t>=</m:t>
        </m:r>
        <m:f>
          <m:fPr>
            <m:ctrlPr>
              <w:rPr>
                <w:rFonts w:ascii="Cambria Math" w:hAnsi="Cambria Math"/>
                <w:lang w:val="de-D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de-DE"/>
              </w:rPr>
              <m:t>-</m:t>
            </m:r>
            <m:r>
              <w:rPr>
                <w:rFonts w:ascii="Cambria Math" w:hAnsi="Cambria Math" w:cs="Cambria Math"/>
                <w:lang w:val="de-DE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de-DE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de-DE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de-DE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de-DE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de-DE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de-DE"/>
                  </w:rPr>
                  <m:t>-4</m:t>
                </m:r>
                <m:r>
                  <w:rPr>
                    <w:rFonts w:ascii="Cambria Math" w:hAnsi="Cambria Math" w:cs="Cambria Math"/>
                    <w:lang w:val="de-DE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de-DE"/>
              </w:rPr>
              <m:t>2</m:t>
            </m:r>
            <m:r>
              <w:rPr>
                <w:rFonts w:ascii="Cambria Math" w:hAnsi="Cambria Math" w:cs="Cambria Math"/>
                <w:lang w:val="de-DE"/>
              </w:rPr>
              <m:t>a</m:t>
            </m:r>
          </m:den>
        </m:f>
      </m:oMath>
      <w:r w:rsidRPr="00BF2828">
        <w:rPr>
          <w:lang w:val="de-DE"/>
        </w:rPr>
        <w:tab/>
        <w:t>(2)</w:t>
      </w:r>
    </w:p>
    <w:p w14:paraId="08037240" w14:textId="2ACF5E6F" w:rsidR="00D5484A" w:rsidRPr="00BF2828" w:rsidRDefault="00D54957" w:rsidP="00D54957">
      <w:pPr>
        <w:pStyle w:val="Nadpis2text"/>
        <w:rPr>
          <w:lang w:val="de-DE"/>
        </w:rPr>
      </w:pPr>
      <w:bookmarkStart w:id="25" w:name="_Toc184163571"/>
      <w:r w:rsidRPr="00D54957">
        <w:rPr>
          <w:lang w:val="de-DE"/>
        </w:rPr>
        <w:t>Quellcode</w:t>
      </w:r>
      <w:bookmarkEnd w:id="25"/>
    </w:p>
    <w:p w14:paraId="571CBBAA" w14:textId="5ADAC35E" w:rsidR="00D5484A" w:rsidRPr="00BF2828" w:rsidRDefault="00110D67" w:rsidP="003C64C0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Příklad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zápisu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zdrojového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kódu</w:t>
      </w:r>
      <w:proofErr w:type="spellEnd"/>
      <w:r w:rsidRPr="00BF2828">
        <w:rPr>
          <w:lang w:val="de-DE"/>
        </w:rPr>
        <w:t xml:space="preserve">, pro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možné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využít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připravený</w:t>
      </w:r>
      <w:proofErr w:type="spellEnd"/>
      <w:r w:rsidRPr="00BF2828">
        <w:rPr>
          <w:lang w:val="de-DE"/>
        </w:rPr>
        <w:t xml:space="preserve"> styl</w:t>
      </w:r>
      <w:r w:rsidR="00D5484A" w:rsidRPr="00BF2828">
        <w:rPr>
          <w:lang w:val="de-DE"/>
        </w:rPr>
        <w:t xml:space="preserve"> </w:t>
      </w:r>
      <w:proofErr w:type="spellStart"/>
      <w:r w:rsidR="00D5484A" w:rsidRPr="00BF2828">
        <w:rPr>
          <w:b/>
          <w:lang w:val="de-DE"/>
        </w:rPr>
        <w:t>Zdrojový</w:t>
      </w:r>
      <w:proofErr w:type="spellEnd"/>
      <w:r w:rsidR="00D5484A" w:rsidRPr="00BF2828">
        <w:rPr>
          <w:b/>
          <w:lang w:val="de-DE"/>
        </w:rPr>
        <w:t xml:space="preserve"> </w:t>
      </w:r>
      <w:proofErr w:type="spellStart"/>
      <w:r w:rsidR="00D5484A" w:rsidRPr="00BF2828">
        <w:rPr>
          <w:b/>
          <w:lang w:val="de-DE"/>
        </w:rPr>
        <w:t>kód</w:t>
      </w:r>
      <w:proofErr w:type="spellEnd"/>
      <w:r w:rsidR="003D07F3" w:rsidRPr="00BF2828">
        <w:rPr>
          <w:b/>
          <w:lang w:val="de-DE"/>
        </w:rPr>
        <w:t>/</w:t>
      </w:r>
      <w:proofErr w:type="spellStart"/>
      <w:r w:rsidR="003D07F3" w:rsidRPr="00BF2828">
        <w:rPr>
          <w:b/>
          <w:lang w:val="de-DE"/>
        </w:rPr>
        <w:t>Program</w:t>
      </w:r>
      <w:proofErr w:type="spellEnd"/>
      <w:r w:rsidR="003D07F3" w:rsidRPr="00BF2828">
        <w:rPr>
          <w:b/>
          <w:lang w:val="de-DE"/>
        </w:rPr>
        <w:t xml:space="preserve"> code</w:t>
      </w:r>
      <w:r w:rsidR="00D5484A" w:rsidRPr="00BF2828">
        <w:rPr>
          <w:lang w:val="de-DE"/>
        </w:rPr>
        <w:t>.</w:t>
      </w:r>
    </w:p>
    <w:p w14:paraId="02587C71" w14:textId="77777777" w:rsidR="00D5484A" w:rsidRPr="00BF2828" w:rsidRDefault="00D5484A" w:rsidP="00D5484A">
      <w:pPr>
        <w:pStyle w:val="ZdrojovkdProgramcode"/>
        <w:rPr>
          <w:lang w:val="de-DE"/>
        </w:rPr>
      </w:pPr>
      <w:r w:rsidRPr="00BF2828">
        <w:rPr>
          <w:lang w:val="de-DE"/>
        </w:rPr>
        <w:t xml:space="preserve"># </w:t>
      </w:r>
      <w:proofErr w:type="spellStart"/>
      <w:r w:rsidRPr="00BF2828">
        <w:rPr>
          <w:lang w:val="de-DE"/>
        </w:rPr>
        <w:t>Funkce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výpočet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faktoriálu</w:t>
      </w:r>
      <w:proofErr w:type="spellEnd"/>
    </w:p>
    <w:p w14:paraId="0E768853" w14:textId="77777777" w:rsidR="00D5484A" w:rsidRPr="00BF2828" w:rsidRDefault="00D5484A" w:rsidP="00D5484A">
      <w:pPr>
        <w:pStyle w:val="ZdrojovkdProgramcode"/>
        <w:rPr>
          <w:lang w:val="de-DE"/>
        </w:rPr>
      </w:pPr>
      <w:proofErr w:type="spellStart"/>
      <w:r w:rsidRPr="00BF2828">
        <w:rPr>
          <w:lang w:val="de-DE"/>
        </w:rPr>
        <w:t>def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factorial</w:t>
      </w:r>
      <w:proofErr w:type="spellEnd"/>
      <w:r w:rsidRPr="00BF2828">
        <w:rPr>
          <w:lang w:val="de-DE"/>
        </w:rPr>
        <w:t>(n):</w:t>
      </w:r>
    </w:p>
    <w:p w14:paraId="7C2FC36E" w14:textId="77777777" w:rsidR="00D5484A" w:rsidRPr="00BF2828" w:rsidRDefault="00D5484A" w:rsidP="00D5484A">
      <w:pPr>
        <w:pStyle w:val="ZdrojovkdProgramcode"/>
        <w:ind w:firstLine="0"/>
        <w:rPr>
          <w:lang w:val="de-DE"/>
        </w:rPr>
      </w:pPr>
      <w:proofErr w:type="spellStart"/>
      <w:r w:rsidRPr="00BF2828">
        <w:rPr>
          <w:lang w:val="de-DE"/>
        </w:rPr>
        <w:t>if</w:t>
      </w:r>
      <w:proofErr w:type="spellEnd"/>
      <w:r w:rsidRPr="00BF2828">
        <w:rPr>
          <w:lang w:val="de-DE"/>
        </w:rPr>
        <w:t xml:space="preserve"> n == 0:</w:t>
      </w:r>
    </w:p>
    <w:p w14:paraId="2A284B46" w14:textId="524A01B1" w:rsidR="00D5484A" w:rsidRPr="00BF2828" w:rsidRDefault="00D5484A" w:rsidP="00D5484A">
      <w:pPr>
        <w:pStyle w:val="ZdrojovkdProgramcode"/>
        <w:ind w:firstLine="141"/>
        <w:rPr>
          <w:lang w:val="de-DE"/>
        </w:rPr>
      </w:pPr>
      <w:proofErr w:type="spellStart"/>
      <w:r w:rsidRPr="00BF2828">
        <w:rPr>
          <w:lang w:val="de-DE"/>
        </w:rPr>
        <w:t>return</w:t>
      </w:r>
      <w:proofErr w:type="spellEnd"/>
      <w:r w:rsidRPr="00BF2828">
        <w:rPr>
          <w:lang w:val="de-DE"/>
        </w:rPr>
        <w:t xml:space="preserve"> 1</w:t>
      </w:r>
    </w:p>
    <w:p w14:paraId="66DC961E" w14:textId="63DD849A" w:rsidR="00D5484A" w:rsidRPr="00BF2828" w:rsidRDefault="00D5484A" w:rsidP="00D5484A">
      <w:pPr>
        <w:pStyle w:val="ZdrojovkdProgramcode"/>
        <w:ind w:firstLine="0"/>
        <w:rPr>
          <w:lang w:val="de-DE"/>
        </w:rPr>
      </w:pPr>
      <w:proofErr w:type="spellStart"/>
      <w:r w:rsidRPr="00BF2828">
        <w:rPr>
          <w:lang w:val="de-DE"/>
        </w:rPr>
        <w:t>else</w:t>
      </w:r>
      <w:proofErr w:type="spellEnd"/>
      <w:r w:rsidRPr="00BF2828">
        <w:rPr>
          <w:lang w:val="de-DE"/>
        </w:rPr>
        <w:t>:</w:t>
      </w:r>
    </w:p>
    <w:p w14:paraId="3777E6FF" w14:textId="4CD658A0" w:rsidR="00D5484A" w:rsidRPr="00BF2828" w:rsidRDefault="00D5484A" w:rsidP="00D5484A">
      <w:pPr>
        <w:pStyle w:val="ZdrojovkdProgramcode"/>
        <w:ind w:firstLine="141"/>
        <w:rPr>
          <w:lang w:val="de-DE"/>
        </w:rPr>
      </w:pPr>
      <w:proofErr w:type="spellStart"/>
      <w:r w:rsidRPr="00BF2828">
        <w:rPr>
          <w:lang w:val="de-DE"/>
        </w:rPr>
        <w:t>return</w:t>
      </w:r>
      <w:proofErr w:type="spellEnd"/>
      <w:r w:rsidRPr="00BF2828">
        <w:rPr>
          <w:lang w:val="de-DE"/>
        </w:rPr>
        <w:t xml:space="preserve"> n * </w:t>
      </w:r>
      <w:proofErr w:type="spellStart"/>
      <w:proofErr w:type="gramStart"/>
      <w:r w:rsidRPr="00BF2828">
        <w:rPr>
          <w:lang w:val="de-DE"/>
        </w:rPr>
        <w:t>factorial</w:t>
      </w:r>
      <w:proofErr w:type="spellEnd"/>
      <w:r w:rsidRPr="00BF2828">
        <w:rPr>
          <w:lang w:val="de-DE"/>
        </w:rPr>
        <w:t>(</w:t>
      </w:r>
      <w:proofErr w:type="gramEnd"/>
      <w:r w:rsidRPr="00BF2828">
        <w:rPr>
          <w:lang w:val="de-DE"/>
        </w:rPr>
        <w:t>n - 1)</w:t>
      </w:r>
    </w:p>
    <w:p w14:paraId="0DE5A646" w14:textId="77777777" w:rsidR="00D5484A" w:rsidRPr="00BF2828" w:rsidRDefault="00D5484A" w:rsidP="00D5484A">
      <w:pPr>
        <w:pStyle w:val="ZdrojovkdProgramcode"/>
        <w:rPr>
          <w:lang w:val="de-DE"/>
        </w:rPr>
      </w:pPr>
    </w:p>
    <w:p w14:paraId="3E28728B" w14:textId="77777777" w:rsidR="00D5484A" w:rsidRPr="00BF2828" w:rsidRDefault="00D5484A" w:rsidP="00D5484A">
      <w:pPr>
        <w:pStyle w:val="ZdrojovkdProgramcode"/>
        <w:rPr>
          <w:lang w:val="de-DE"/>
        </w:rPr>
      </w:pPr>
      <w:r w:rsidRPr="00BF2828">
        <w:rPr>
          <w:lang w:val="de-DE"/>
        </w:rPr>
        <w:t xml:space="preserve"># </w:t>
      </w:r>
      <w:proofErr w:type="spellStart"/>
      <w:r w:rsidRPr="00BF2828">
        <w:rPr>
          <w:lang w:val="de-DE"/>
        </w:rPr>
        <w:t>Získání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vstupu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uživatele</w:t>
      </w:r>
      <w:proofErr w:type="spellEnd"/>
    </w:p>
    <w:p w14:paraId="30BF114B" w14:textId="77777777" w:rsidR="00D5484A" w:rsidRPr="00BF2828" w:rsidRDefault="00D5484A" w:rsidP="00D5484A">
      <w:pPr>
        <w:pStyle w:val="ZdrojovkdProgramcode"/>
        <w:rPr>
          <w:lang w:val="de-DE"/>
        </w:rPr>
      </w:pPr>
      <w:proofErr w:type="spellStart"/>
      <w:r w:rsidRPr="00BF2828">
        <w:rPr>
          <w:lang w:val="de-DE"/>
        </w:rPr>
        <w:t>number</w:t>
      </w:r>
      <w:proofErr w:type="spellEnd"/>
      <w:r w:rsidRPr="00BF2828">
        <w:rPr>
          <w:lang w:val="de-DE"/>
        </w:rPr>
        <w:t xml:space="preserve"> = </w:t>
      </w:r>
      <w:proofErr w:type="spellStart"/>
      <w:proofErr w:type="gramStart"/>
      <w:r w:rsidRPr="00BF2828">
        <w:rPr>
          <w:lang w:val="de-DE"/>
        </w:rPr>
        <w:t>int</w:t>
      </w:r>
      <w:proofErr w:type="spellEnd"/>
      <w:r w:rsidRPr="00BF2828">
        <w:rPr>
          <w:lang w:val="de-DE"/>
        </w:rPr>
        <w:t>(</w:t>
      </w:r>
      <w:proofErr w:type="spellStart"/>
      <w:proofErr w:type="gramEnd"/>
      <w:r w:rsidRPr="00BF2828">
        <w:rPr>
          <w:lang w:val="de-DE"/>
        </w:rPr>
        <w:t>input</w:t>
      </w:r>
      <w:proofErr w:type="spellEnd"/>
      <w:r w:rsidRPr="00BF2828">
        <w:rPr>
          <w:lang w:val="de-DE"/>
        </w:rPr>
        <w:t>("</w:t>
      </w:r>
      <w:proofErr w:type="spellStart"/>
      <w:r w:rsidRPr="00BF2828">
        <w:rPr>
          <w:lang w:val="de-DE"/>
        </w:rPr>
        <w:t>Zadejte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číslo</w:t>
      </w:r>
      <w:proofErr w:type="spellEnd"/>
      <w:r w:rsidRPr="00BF2828">
        <w:rPr>
          <w:lang w:val="de-DE"/>
        </w:rPr>
        <w:t>: "))</w:t>
      </w:r>
    </w:p>
    <w:p w14:paraId="2D073912" w14:textId="77777777" w:rsidR="00D5484A" w:rsidRPr="00BF2828" w:rsidRDefault="00D5484A" w:rsidP="00D5484A">
      <w:pPr>
        <w:pStyle w:val="ZdrojovkdProgramcode"/>
        <w:rPr>
          <w:lang w:val="de-DE"/>
        </w:rPr>
      </w:pPr>
    </w:p>
    <w:p w14:paraId="092544AE" w14:textId="77777777" w:rsidR="00D5484A" w:rsidRPr="00BF2828" w:rsidRDefault="00D5484A" w:rsidP="00D5484A">
      <w:pPr>
        <w:pStyle w:val="ZdrojovkdProgramcode"/>
        <w:rPr>
          <w:lang w:val="de-DE"/>
        </w:rPr>
      </w:pPr>
      <w:r w:rsidRPr="00BF2828">
        <w:rPr>
          <w:lang w:val="de-DE"/>
        </w:rPr>
        <w:t xml:space="preserve"># </w:t>
      </w:r>
      <w:proofErr w:type="spellStart"/>
      <w:r w:rsidRPr="00BF2828">
        <w:rPr>
          <w:lang w:val="de-DE"/>
        </w:rPr>
        <w:t>Výpočet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faktoriálu</w:t>
      </w:r>
      <w:proofErr w:type="spellEnd"/>
    </w:p>
    <w:p w14:paraId="75C87238" w14:textId="77777777" w:rsidR="00D5484A" w:rsidRPr="00BF2828" w:rsidRDefault="00D5484A" w:rsidP="00D5484A">
      <w:pPr>
        <w:pStyle w:val="ZdrojovkdProgramcode"/>
        <w:rPr>
          <w:lang w:val="de-DE"/>
        </w:rPr>
      </w:pPr>
      <w:proofErr w:type="spellStart"/>
      <w:r w:rsidRPr="00BF2828">
        <w:rPr>
          <w:lang w:val="de-DE"/>
        </w:rPr>
        <w:t>result</w:t>
      </w:r>
      <w:proofErr w:type="spellEnd"/>
      <w:r w:rsidRPr="00BF2828">
        <w:rPr>
          <w:lang w:val="de-DE"/>
        </w:rPr>
        <w:t xml:space="preserve"> = </w:t>
      </w:r>
      <w:proofErr w:type="spellStart"/>
      <w:r w:rsidRPr="00BF2828">
        <w:rPr>
          <w:lang w:val="de-DE"/>
        </w:rPr>
        <w:t>factorial</w:t>
      </w:r>
      <w:proofErr w:type="spellEnd"/>
      <w:r w:rsidRPr="00BF2828">
        <w:rPr>
          <w:lang w:val="de-DE"/>
        </w:rPr>
        <w:t>(</w:t>
      </w:r>
      <w:proofErr w:type="spellStart"/>
      <w:r w:rsidRPr="00BF2828">
        <w:rPr>
          <w:lang w:val="de-DE"/>
        </w:rPr>
        <w:t>number</w:t>
      </w:r>
      <w:proofErr w:type="spellEnd"/>
      <w:r w:rsidRPr="00BF2828">
        <w:rPr>
          <w:lang w:val="de-DE"/>
        </w:rPr>
        <w:t>)</w:t>
      </w:r>
    </w:p>
    <w:p w14:paraId="25D2B23A" w14:textId="77777777" w:rsidR="00D5484A" w:rsidRPr="00BF2828" w:rsidRDefault="00D5484A" w:rsidP="00D5484A">
      <w:pPr>
        <w:pStyle w:val="ZdrojovkdProgramcode"/>
        <w:rPr>
          <w:lang w:val="de-DE"/>
        </w:rPr>
      </w:pPr>
    </w:p>
    <w:p w14:paraId="1F0C137E" w14:textId="77777777" w:rsidR="00D5484A" w:rsidRPr="00BF2828" w:rsidRDefault="00D5484A" w:rsidP="00D5484A">
      <w:pPr>
        <w:pStyle w:val="ZdrojovkdProgramcode"/>
        <w:rPr>
          <w:lang w:val="de-DE"/>
        </w:rPr>
      </w:pPr>
      <w:r w:rsidRPr="00BF2828">
        <w:rPr>
          <w:lang w:val="de-DE"/>
        </w:rPr>
        <w:t xml:space="preserve"># </w:t>
      </w:r>
      <w:proofErr w:type="spellStart"/>
      <w:r w:rsidRPr="00BF2828">
        <w:rPr>
          <w:lang w:val="de-DE"/>
        </w:rPr>
        <w:t>Výpis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výsledku</w:t>
      </w:r>
      <w:proofErr w:type="spellEnd"/>
    </w:p>
    <w:p w14:paraId="674A8967" w14:textId="171713BB" w:rsidR="00110D67" w:rsidRPr="00BF2828" w:rsidRDefault="00D5484A" w:rsidP="00D5484A">
      <w:pPr>
        <w:pStyle w:val="ZdrojovkdProgramcode"/>
        <w:rPr>
          <w:lang w:val="de-DE"/>
        </w:rPr>
      </w:pPr>
      <w:proofErr w:type="spellStart"/>
      <w:proofErr w:type="gramStart"/>
      <w:r w:rsidRPr="00BF2828">
        <w:rPr>
          <w:lang w:val="de-DE"/>
        </w:rPr>
        <w:t>print</w:t>
      </w:r>
      <w:proofErr w:type="spellEnd"/>
      <w:r w:rsidRPr="00BF2828">
        <w:rPr>
          <w:lang w:val="de-DE"/>
        </w:rPr>
        <w:t>(</w:t>
      </w:r>
      <w:proofErr w:type="spellStart"/>
      <w:proofErr w:type="gramEnd"/>
      <w:r w:rsidRPr="00BF2828">
        <w:rPr>
          <w:lang w:val="de-DE"/>
        </w:rPr>
        <w:t>f"Faktoriál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čísla</w:t>
      </w:r>
      <w:proofErr w:type="spellEnd"/>
      <w:r w:rsidRPr="00BF2828">
        <w:rPr>
          <w:lang w:val="de-DE"/>
        </w:rPr>
        <w:t xml:space="preserve"> {</w:t>
      </w:r>
      <w:proofErr w:type="spellStart"/>
      <w:r w:rsidRPr="00BF2828">
        <w:rPr>
          <w:lang w:val="de-DE"/>
        </w:rPr>
        <w:t>number</w:t>
      </w:r>
      <w:proofErr w:type="spellEnd"/>
      <w:r w:rsidRPr="00BF2828">
        <w:rPr>
          <w:lang w:val="de-DE"/>
        </w:rPr>
        <w:t>} je {</w:t>
      </w:r>
      <w:proofErr w:type="spellStart"/>
      <w:r w:rsidRPr="00BF2828">
        <w:rPr>
          <w:lang w:val="de-DE"/>
        </w:rPr>
        <w:t>result</w:t>
      </w:r>
      <w:proofErr w:type="spellEnd"/>
      <w:r w:rsidRPr="00BF2828">
        <w:rPr>
          <w:lang w:val="de-DE"/>
        </w:rPr>
        <w:t>}")</w:t>
      </w:r>
    </w:p>
    <w:p w14:paraId="1A93CDE8" w14:textId="77777777" w:rsidR="0059196E" w:rsidRPr="00BF2828" w:rsidRDefault="0059196E" w:rsidP="005405AF">
      <w:pPr>
        <w:pStyle w:val="TextprceText"/>
        <w:ind w:firstLine="0"/>
        <w:rPr>
          <w:lang w:val="de-DE"/>
        </w:rPr>
      </w:pPr>
    </w:p>
    <w:p w14:paraId="6A89872B" w14:textId="3C67B3DE" w:rsidR="008219A3" w:rsidRPr="00BF2828" w:rsidRDefault="00F76B93" w:rsidP="00F76B93">
      <w:pPr>
        <w:pStyle w:val="Nadpis1text"/>
        <w:rPr>
          <w:lang w:val="de-DE"/>
        </w:rPr>
      </w:pPr>
      <w:bookmarkStart w:id="26" w:name="_Toc184163572"/>
      <w:r w:rsidRPr="00F76B93">
        <w:rPr>
          <w:lang w:val="de-DE"/>
        </w:rPr>
        <w:lastRenderedPageBreak/>
        <w:t>Überschrift</w:t>
      </w:r>
      <w:bookmarkEnd w:id="26"/>
    </w:p>
    <w:p w14:paraId="70755B5F" w14:textId="34623217" w:rsidR="00CF251C" w:rsidRPr="00BF2828" w:rsidRDefault="00F76B93" w:rsidP="00E25BCC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25BCC" w:rsidRPr="00BF2828">
        <w:rPr>
          <w:lang w:val="de-DE"/>
        </w:rPr>
        <w:t>.</w:t>
      </w:r>
    </w:p>
    <w:p w14:paraId="16EC4EC9" w14:textId="4A25BE83" w:rsidR="00E25BCC" w:rsidRPr="00BF2828" w:rsidRDefault="00F76B93" w:rsidP="00F76B93">
      <w:pPr>
        <w:pStyle w:val="Nadpis2text"/>
        <w:rPr>
          <w:lang w:val="de-DE"/>
        </w:rPr>
      </w:pPr>
      <w:bookmarkStart w:id="27" w:name="_Toc184163573"/>
      <w:r w:rsidRPr="00F76B93">
        <w:rPr>
          <w:lang w:val="de-DE"/>
        </w:rPr>
        <w:t>Unterüberschrift</w:t>
      </w:r>
      <w:r w:rsidR="00E25BCC" w:rsidRPr="00BF2828">
        <w:rPr>
          <w:lang w:val="de-DE"/>
        </w:rPr>
        <w:t xml:space="preserve"> A</w:t>
      </w:r>
      <w:bookmarkEnd w:id="27"/>
    </w:p>
    <w:p w14:paraId="0CC9B421" w14:textId="65FF4C3E" w:rsidR="0059196E" w:rsidRPr="00BF2828" w:rsidRDefault="00F76B93" w:rsidP="00E25BCC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25BCC" w:rsidRPr="00BF2828">
        <w:rPr>
          <w:lang w:val="de-DE"/>
        </w:rPr>
        <w:t>.</w:t>
      </w:r>
    </w:p>
    <w:p w14:paraId="0C2F92E6" w14:textId="7F86D948" w:rsidR="00FB553A" w:rsidRPr="00BF2828" w:rsidRDefault="00F76B93" w:rsidP="00F76B93">
      <w:pPr>
        <w:pStyle w:val="Nadpis2text"/>
        <w:rPr>
          <w:lang w:val="de-DE"/>
        </w:rPr>
      </w:pPr>
      <w:bookmarkStart w:id="28" w:name="_Toc184163574"/>
      <w:r w:rsidRPr="00F76B93">
        <w:rPr>
          <w:lang w:val="de-DE"/>
        </w:rPr>
        <w:t>Unterüberschrift</w:t>
      </w:r>
      <w:r w:rsidR="00FB553A" w:rsidRPr="00BF2828">
        <w:rPr>
          <w:lang w:val="de-DE"/>
        </w:rPr>
        <w:t xml:space="preserve"> B</w:t>
      </w:r>
      <w:bookmarkEnd w:id="28"/>
    </w:p>
    <w:p w14:paraId="78AD501C" w14:textId="6E8CD59B" w:rsidR="00FB553A" w:rsidRPr="00BF2828" w:rsidRDefault="00F76B93" w:rsidP="00FB553A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FB553A" w:rsidRPr="00BF2828">
        <w:rPr>
          <w:lang w:val="de-DE"/>
        </w:rPr>
        <w:t>.</w:t>
      </w:r>
    </w:p>
    <w:p w14:paraId="0B6C7ADA" w14:textId="60BDEE92" w:rsidR="00E25BCC" w:rsidRPr="00BF2828" w:rsidRDefault="00E25BCC" w:rsidP="00E25BCC">
      <w:pPr>
        <w:rPr>
          <w:lang w:val="de-DE"/>
        </w:rPr>
      </w:pPr>
      <w:r w:rsidRPr="00BF2828">
        <w:rPr>
          <w:lang w:val="de-DE"/>
        </w:rPr>
        <w:br w:type="page"/>
      </w:r>
    </w:p>
    <w:p w14:paraId="64809692" w14:textId="20233383" w:rsidR="009A5DCE" w:rsidRPr="00BF2828" w:rsidRDefault="00F76B93" w:rsidP="00652D33">
      <w:pPr>
        <w:pStyle w:val="vodzvrIntroductionConclusion"/>
        <w:rPr>
          <w:lang w:val="de-DE"/>
        </w:rPr>
      </w:pPr>
      <w:bookmarkStart w:id="29" w:name="_Toc184163575"/>
      <w:bookmarkEnd w:id="5"/>
      <w:bookmarkEnd w:id="6"/>
      <w:bookmarkEnd w:id="7"/>
      <w:bookmarkEnd w:id="8"/>
      <w:r w:rsidRPr="00F76B93">
        <w:rPr>
          <w:lang w:val="de-DE"/>
        </w:rPr>
        <w:lastRenderedPageBreak/>
        <w:t>Schlussbetrachtung</w:t>
      </w:r>
      <w:bookmarkEnd w:id="29"/>
    </w:p>
    <w:p w14:paraId="2BF64A59" w14:textId="51A96DF8" w:rsidR="00E25BCC" w:rsidRPr="00BF2828" w:rsidRDefault="00F76B93" w:rsidP="00E25BCC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25BCC" w:rsidRPr="00BF2828">
        <w:rPr>
          <w:lang w:val="de-DE"/>
        </w:rPr>
        <w:t>.</w:t>
      </w:r>
    </w:p>
    <w:p w14:paraId="3D8056ED" w14:textId="6DA1085C" w:rsidR="00365597" w:rsidRPr="00BF2828" w:rsidRDefault="00365597" w:rsidP="00365597">
      <w:pPr>
        <w:pStyle w:val="TextprceText"/>
        <w:ind w:firstLine="0"/>
        <w:rPr>
          <w:lang w:val="de-DE"/>
        </w:rPr>
      </w:pPr>
    </w:p>
    <w:p w14:paraId="55CAAE67" w14:textId="36F63B02" w:rsidR="00365597" w:rsidRPr="00BF2828" w:rsidRDefault="00365597" w:rsidP="00365597">
      <w:pPr>
        <w:pStyle w:val="TextprceText"/>
        <w:ind w:firstLine="0"/>
        <w:rPr>
          <w:lang w:val="de-DE"/>
        </w:rPr>
      </w:pPr>
    </w:p>
    <w:p w14:paraId="27E8FA44" w14:textId="77777777" w:rsidR="00365597" w:rsidRPr="00BF2828" w:rsidRDefault="00365597" w:rsidP="00365597">
      <w:pPr>
        <w:pStyle w:val="TextprceText"/>
        <w:ind w:firstLine="0"/>
        <w:rPr>
          <w:lang w:val="de-DE"/>
        </w:rPr>
        <w:sectPr w:rsidR="00365597" w:rsidRPr="00BF2828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F050A84" w:rsidR="0044149D" w:rsidRPr="00BF2828" w:rsidRDefault="00F76B93" w:rsidP="0044149D">
      <w:pPr>
        <w:pStyle w:val="vodzvrIntroductionConclusion"/>
        <w:rPr>
          <w:lang w:val="de-DE"/>
        </w:rPr>
      </w:pPr>
      <w:bookmarkStart w:id="30" w:name="_Toc184163576"/>
      <w:r w:rsidRPr="00F76B93">
        <w:rPr>
          <w:lang w:val="de-DE"/>
        </w:rPr>
        <w:lastRenderedPageBreak/>
        <w:t>Literaturverzeichnis</w:t>
      </w:r>
      <w:bookmarkEnd w:id="30"/>
    </w:p>
    <w:p w14:paraId="46B935E2" w14:textId="77777777" w:rsidR="00122E4E" w:rsidRDefault="00122E4E" w:rsidP="00122E4E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citační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normy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rámci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.</w:t>
      </w:r>
    </w:p>
    <w:p w14:paraId="18A224D7" w14:textId="77777777" w:rsidR="00122E4E" w:rsidRPr="00122E4E" w:rsidRDefault="00122E4E" w:rsidP="00122E4E">
      <w:pPr>
        <w:pStyle w:val="PouitzdrojeBibliography"/>
      </w:pPr>
      <w:proofErr w:type="spellStart"/>
      <w:r w:rsidRPr="00122E4E">
        <w:t>Nachname</w:t>
      </w:r>
      <w:proofErr w:type="spellEnd"/>
      <w:r w:rsidRPr="00122E4E">
        <w:t xml:space="preserve">, </w:t>
      </w:r>
      <w:proofErr w:type="spellStart"/>
      <w:r w:rsidRPr="00122E4E">
        <w:t>Vorname</w:t>
      </w:r>
      <w:proofErr w:type="spellEnd"/>
      <w:r w:rsidRPr="00122E4E">
        <w:t xml:space="preserve">. </w:t>
      </w:r>
      <w:r w:rsidRPr="00122E4E">
        <w:rPr>
          <w:rStyle w:val="PouitzdrojenzevBibliographytitle"/>
        </w:rPr>
        <w:t xml:space="preserve">Titel des Buches: </w:t>
      </w:r>
      <w:proofErr w:type="spellStart"/>
      <w:r w:rsidRPr="00122E4E">
        <w:rPr>
          <w:rStyle w:val="PouitzdrojenzevBibliographytitle"/>
        </w:rPr>
        <w:t>Untertitel</w:t>
      </w:r>
      <w:proofErr w:type="spellEnd"/>
      <w:r w:rsidRPr="00122E4E">
        <w:rPr>
          <w:rStyle w:val="PouitzdrojenzevBibliographytitle"/>
        </w:rPr>
        <w:t xml:space="preserve"> des Buches.</w:t>
      </w:r>
      <w:r w:rsidRPr="00122E4E">
        <w:t xml:space="preserve"> </w:t>
      </w:r>
      <w:proofErr w:type="spellStart"/>
      <w:r w:rsidRPr="00122E4E">
        <w:t>Erscheinungsort</w:t>
      </w:r>
      <w:proofErr w:type="spellEnd"/>
      <w:r w:rsidRPr="00122E4E">
        <w:t>: Verlag, Jahr.</w:t>
      </w:r>
    </w:p>
    <w:p w14:paraId="52728D5E" w14:textId="77777777" w:rsidR="00E820A0" w:rsidRDefault="00122E4E" w:rsidP="00E820A0">
      <w:pPr>
        <w:pStyle w:val="PouitzdrojeBibliography"/>
      </w:pPr>
      <w:proofErr w:type="spellStart"/>
      <w:r w:rsidRPr="00122E4E">
        <w:t>Nachname</w:t>
      </w:r>
      <w:proofErr w:type="spellEnd"/>
      <w:r w:rsidRPr="00122E4E">
        <w:t xml:space="preserve">, </w:t>
      </w:r>
      <w:proofErr w:type="spellStart"/>
      <w:r w:rsidRPr="00122E4E">
        <w:t>Vorname</w:t>
      </w:r>
      <w:proofErr w:type="spellEnd"/>
      <w:r w:rsidRPr="00122E4E">
        <w:t xml:space="preserve">. Jahr. </w:t>
      </w:r>
      <w:r w:rsidRPr="00122E4E">
        <w:rPr>
          <w:rStyle w:val="PouitzdrojenzevBibliographytitle"/>
        </w:rPr>
        <w:t xml:space="preserve">Titel des Buches: </w:t>
      </w:r>
      <w:proofErr w:type="spellStart"/>
      <w:r w:rsidRPr="00122E4E">
        <w:rPr>
          <w:rStyle w:val="PouitzdrojenzevBibliographytitle"/>
        </w:rPr>
        <w:t>Untertitel</w:t>
      </w:r>
      <w:proofErr w:type="spellEnd"/>
      <w:r w:rsidRPr="00122E4E">
        <w:rPr>
          <w:rStyle w:val="PouitzdrojenzevBibliographytitle"/>
        </w:rPr>
        <w:t xml:space="preserve"> des Buches.</w:t>
      </w:r>
      <w:r w:rsidRPr="00122E4E">
        <w:t xml:space="preserve"> </w:t>
      </w:r>
      <w:proofErr w:type="spellStart"/>
      <w:r w:rsidRPr="00122E4E">
        <w:t>Erscheinungsort</w:t>
      </w:r>
      <w:proofErr w:type="spellEnd"/>
      <w:r w:rsidRPr="00122E4E">
        <w:t>: Verlag.</w:t>
      </w:r>
    </w:p>
    <w:p w14:paraId="5873AEB6" w14:textId="5EE00026" w:rsidR="00E820A0" w:rsidRDefault="00122E4E" w:rsidP="00E820A0">
      <w:pPr>
        <w:pStyle w:val="PouitzdrojeBibliography"/>
      </w:pPr>
      <w:proofErr w:type="spellStart"/>
      <w:r w:rsidRPr="00122E4E">
        <w:t>Nachname</w:t>
      </w:r>
      <w:proofErr w:type="spellEnd"/>
      <w:r w:rsidRPr="00122E4E">
        <w:t xml:space="preserve">, </w:t>
      </w:r>
      <w:proofErr w:type="spellStart"/>
      <w:r w:rsidRPr="00122E4E">
        <w:t>Vorname</w:t>
      </w:r>
      <w:proofErr w:type="spellEnd"/>
      <w:r w:rsidRPr="00122E4E">
        <w:t xml:space="preserve">. Jahr. </w:t>
      </w:r>
      <w:r w:rsidRPr="00122E4E">
        <w:rPr>
          <w:rStyle w:val="PouitzdrojenzevBibliographytitle"/>
        </w:rPr>
        <w:t xml:space="preserve">Titel des Buches: </w:t>
      </w:r>
      <w:proofErr w:type="spellStart"/>
      <w:r w:rsidRPr="00122E4E">
        <w:rPr>
          <w:rStyle w:val="PouitzdrojenzevBibliographytitle"/>
        </w:rPr>
        <w:t>Untertitel</w:t>
      </w:r>
      <w:proofErr w:type="spellEnd"/>
      <w:r w:rsidRPr="00122E4E">
        <w:rPr>
          <w:rStyle w:val="PouitzdrojenzevBibliographytitle"/>
        </w:rPr>
        <w:t xml:space="preserve"> des Buches.</w:t>
      </w:r>
      <w:r w:rsidRPr="00122E4E">
        <w:t xml:space="preserve"> </w:t>
      </w:r>
      <w:proofErr w:type="spellStart"/>
      <w:r w:rsidRPr="00122E4E">
        <w:t>Erscheinungsort</w:t>
      </w:r>
      <w:proofErr w:type="spellEnd"/>
      <w:r w:rsidRPr="00122E4E">
        <w:t>: Verlag.</w:t>
      </w:r>
    </w:p>
    <w:p w14:paraId="7C5E59C5" w14:textId="77777777" w:rsidR="00E820A0" w:rsidRDefault="00E820A0" w:rsidP="00E820A0">
      <w:pPr>
        <w:pStyle w:val="PouitzdrojeBibliography"/>
      </w:pPr>
    </w:p>
    <w:p w14:paraId="70F0C8D2" w14:textId="77777777" w:rsidR="00DA780A" w:rsidRDefault="00DA780A" w:rsidP="00E820A0">
      <w:pPr>
        <w:pStyle w:val="PouitzdrojeBibliography"/>
      </w:pPr>
    </w:p>
    <w:p w14:paraId="7776DC8F" w14:textId="77777777" w:rsidR="00DA780A" w:rsidRDefault="00DA780A" w:rsidP="00E820A0">
      <w:pPr>
        <w:pStyle w:val="PouitzdrojeBibliography"/>
      </w:pPr>
    </w:p>
    <w:p w14:paraId="78CB4135" w14:textId="77777777" w:rsidR="00DA780A" w:rsidRDefault="00DA780A" w:rsidP="00E820A0">
      <w:pPr>
        <w:pStyle w:val="PouitzdrojeBibliography"/>
        <w:sectPr w:rsidR="00DA780A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42E104EA" w14:textId="60551061" w:rsidR="00DA780A" w:rsidRDefault="00DA780A">
      <w:pPr>
        <w:rPr>
          <w:lang w:val="en-GB"/>
        </w:rPr>
      </w:pPr>
      <w:r>
        <w:br w:type="page"/>
      </w:r>
    </w:p>
    <w:p w14:paraId="6409B4BC" w14:textId="4E396658" w:rsidR="0044149D" w:rsidRPr="00BF2828" w:rsidRDefault="00F76B93" w:rsidP="0044149D">
      <w:pPr>
        <w:pStyle w:val="vodzvrIntroductionConclusion"/>
        <w:rPr>
          <w:lang w:val="de-DE"/>
        </w:rPr>
      </w:pPr>
      <w:bookmarkStart w:id="31" w:name="_Toc184163577"/>
      <w:r w:rsidRPr="00F76B93">
        <w:rPr>
          <w:lang w:val="de-DE"/>
        </w:rPr>
        <w:lastRenderedPageBreak/>
        <w:t>Abbildungsverzeichnis</w:t>
      </w:r>
      <w:bookmarkEnd w:id="31"/>
    </w:p>
    <w:p w14:paraId="6163DF79" w14:textId="7C8758BD" w:rsidR="00CD144D" w:rsidRDefault="00CD144D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de-DE"/>
        </w:rPr>
        <w:fldChar w:fldCharType="begin"/>
      </w:r>
      <w:r>
        <w:rPr>
          <w:lang w:val="de-DE"/>
        </w:rPr>
        <w:instrText xml:space="preserve"> TOC \h \z \c "Abbildung" </w:instrText>
      </w:r>
      <w:r>
        <w:rPr>
          <w:lang w:val="de-DE"/>
        </w:rPr>
        <w:fldChar w:fldCharType="separate"/>
      </w:r>
      <w:hyperlink w:anchor="_Toc173877498" w:history="1">
        <w:r w:rsidRPr="00854234">
          <w:rPr>
            <w:rStyle w:val="Hypertextovodkaz"/>
            <w:noProof/>
          </w:rPr>
          <w:t>Abbildung 1 Titel der Abbildung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_Toc173877498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EEAC5E6" w14:textId="55C960C4" w:rsidR="00DA780A" w:rsidRDefault="00CD144D" w:rsidP="00DA780A">
      <w:pPr>
        <w:pStyle w:val="TextprceText"/>
        <w:ind w:firstLine="0"/>
        <w:rPr>
          <w:lang w:val="de-DE"/>
        </w:rPr>
      </w:pPr>
      <w:r>
        <w:rPr>
          <w:lang w:val="de-DE"/>
        </w:rPr>
        <w:fldChar w:fldCharType="end"/>
      </w:r>
    </w:p>
    <w:p w14:paraId="29923358" w14:textId="77777777" w:rsidR="00DA780A" w:rsidRDefault="00DA780A">
      <w:pPr>
        <w:rPr>
          <w:color w:val="000000" w:themeColor="text1"/>
          <w:lang w:val="de-DE"/>
        </w:rPr>
      </w:pPr>
      <w:r>
        <w:rPr>
          <w:lang w:val="de-DE"/>
        </w:rPr>
        <w:br w:type="page"/>
      </w:r>
    </w:p>
    <w:p w14:paraId="7FB6D1AE" w14:textId="44033807" w:rsidR="0044149D" w:rsidRPr="00BF2828" w:rsidRDefault="00F76B93" w:rsidP="0044149D">
      <w:pPr>
        <w:pStyle w:val="vodzvrIntroductionConclusion"/>
        <w:rPr>
          <w:lang w:val="de-DE"/>
        </w:rPr>
      </w:pPr>
      <w:bookmarkStart w:id="32" w:name="_Toc184163578"/>
      <w:r w:rsidRPr="00F76B93">
        <w:rPr>
          <w:lang w:val="de-DE"/>
        </w:rPr>
        <w:lastRenderedPageBreak/>
        <w:t>Tabellenverzeichnis</w:t>
      </w:r>
      <w:bookmarkEnd w:id="32"/>
    </w:p>
    <w:p w14:paraId="7773A0C0" w14:textId="737C6A58" w:rsidR="00CD144D" w:rsidRDefault="00CD144D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de-DE"/>
        </w:rPr>
        <w:fldChar w:fldCharType="begin"/>
      </w:r>
      <w:r>
        <w:rPr>
          <w:lang w:val="de-DE"/>
        </w:rPr>
        <w:instrText xml:space="preserve"> TOC \h \z \c "Tabelle" </w:instrText>
      </w:r>
      <w:r>
        <w:rPr>
          <w:lang w:val="de-DE"/>
        </w:rPr>
        <w:fldChar w:fldCharType="separate"/>
      </w:r>
      <w:hyperlink w:anchor="_Toc173877524" w:history="1">
        <w:r w:rsidRPr="00DA5255">
          <w:rPr>
            <w:rStyle w:val="Hypertextovodkaz"/>
            <w:noProof/>
          </w:rPr>
          <w:t>Tabelle 1 Titel der Tabelle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_Toc173877524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1458849" w14:textId="261FD107" w:rsidR="00F00C75" w:rsidRPr="00BF2828" w:rsidRDefault="00CD144D" w:rsidP="00CD144D">
      <w:pPr>
        <w:pStyle w:val="Seznamobrzk"/>
        <w:tabs>
          <w:tab w:val="right" w:leader="dot" w:pos="8777"/>
        </w:tabs>
        <w:rPr>
          <w:lang w:val="de-DE"/>
        </w:rPr>
      </w:pPr>
      <w:r>
        <w:rPr>
          <w:lang w:val="de-DE"/>
        </w:rPr>
        <w:fldChar w:fldCharType="end"/>
      </w:r>
      <w:r w:rsidR="00505767" w:rsidRPr="00BF2828">
        <w:rPr>
          <w:lang w:val="de-DE"/>
        </w:rPr>
        <w:fldChar w:fldCharType="begin"/>
      </w:r>
      <w:r w:rsidR="00505767" w:rsidRPr="00BF2828">
        <w:rPr>
          <w:lang w:val="de-DE"/>
        </w:rPr>
        <w:instrText xml:space="preserve"> TOC \h \z \c "Table" </w:instrText>
      </w:r>
      <w:r w:rsidR="00505767" w:rsidRPr="00BF2828">
        <w:rPr>
          <w:lang w:val="de-DE"/>
        </w:rPr>
        <w:fldChar w:fldCharType="end"/>
      </w:r>
    </w:p>
    <w:p w14:paraId="2B66923A" w14:textId="40E7771E" w:rsidR="007531EB" w:rsidRPr="00BF2828" w:rsidRDefault="007531EB">
      <w:pPr>
        <w:rPr>
          <w:lang w:val="de-DE"/>
        </w:rPr>
      </w:pPr>
      <w:r w:rsidRPr="00BF2828">
        <w:rPr>
          <w:lang w:val="de-DE"/>
        </w:rPr>
        <w:br w:type="page"/>
      </w:r>
    </w:p>
    <w:p w14:paraId="244BA1A9" w14:textId="2579D8CF" w:rsidR="007531EB" w:rsidRPr="00BF2828" w:rsidRDefault="00D54957" w:rsidP="007531EB">
      <w:pPr>
        <w:pStyle w:val="vodzvrIntroductionConclusion"/>
        <w:rPr>
          <w:lang w:val="de-DE"/>
        </w:rPr>
      </w:pPr>
      <w:bookmarkStart w:id="33" w:name="_Toc184163579"/>
      <w:r w:rsidRPr="00D54957">
        <w:rPr>
          <w:lang w:val="de-DE"/>
        </w:rPr>
        <w:lastRenderedPageBreak/>
        <w:t>Symbol- und Abkürzungsverzeichnis</w:t>
      </w:r>
      <w:bookmarkEnd w:id="33"/>
    </w:p>
    <w:p w14:paraId="04858C0B" w14:textId="33A5665E" w:rsidR="007531EB" w:rsidRPr="00BF2828" w:rsidRDefault="007531EB" w:rsidP="003C64C0">
      <w:pPr>
        <w:pStyle w:val="Odstavec1Paragraph1"/>
        <w:rPr>
          <w:lang w:val="de-DE"/>
        </w:rPr>
      </w:pPr>
      <w:r w:rsidRPr="00BF2828">
        <w:rPr>
          <w:lang w:val="de-DE"/>
        </w:rPr>
        <w:t>A</w:t>
      </w:r>
      <w:r w:rsidRPr="00BF2828">
        <w:rPr>
          <w:lang w:val="de-DE"/>
        </w:rPr>
        <w:tab/>
      </w:r>
      <w:r w:rsidR="00D54957" w:rsidRPr="00D54957">
        <w:rPr>
          <w:lang w:val="de-DE"/>
        </w:rPr>
        <w:t>Bedeutung der ersten Abkürzung</w:t>
      </w:r>
    </w:p>
    <w:p w14:paraId="125A2597" w14:textId="7A06F029" w:rsidR="007531EB" w:rsidRPr="00BF2828" w:rsidRDefault="007531EB" w:rsidP="003C64C0">
      <w:pPr>
        <w:pStyle w:val="Odstavec1Paragraph1"/>
        <w:rPr>
          <w:lang w:val="de-DE"/>
        </w:rPr>
      </w:pPr>
      <w:r w:rsidRPr="00BF2828">
        <w:rPr>
          <w:lang w:val="de-DE"/>
        </w:rPr>
        <w:t>B</w:t>
      </w:r>
      <w:r w:rsidRPr="00BF2828">
        <w:rPr>
          <w:lang w:val="de-DE"/>
        </w:rPr>
        <w:tab/>
      </w:r>
      <w:r w:rsidR="00D54957" w:rsidRPr="00D54957">
        <w:rPr>
          <w:lang w:val="de-DE"/>
        </w:rPr>
        <w:t>Bedeutung der zweiten Abkürzung</w:t>
      </w:r>
    </w:p>
    <w:p w14:paraId="2760D00C" w14:textId="70B5A1B9" w:rsidR="007531EB" w:rsidRDefault="007531EB" w:rsidP="003C64C0">
      <w:pPr>
        <w:pStyle w:val="Odstavec1Paragraph1"/>
        <w:rPr>
          <w:lang w:val="de-DE"/>
        </w:rPr>
      </w:pPr>
      <w:r w:rsidRPr="00BF2828">
        <w:rPr>
          <w:lang w:val="de-DE"/>
        </w:rPr>
        <w:t>C</w:t>
      </w:r>
      <w:r w:rsidRPr="00BF2828">
        <w:rPr>
          <w:lang w:val="de-DE"/>
        </w:rPr>
        <w:tab/>
      </w:r>
      <w:r w:rsidR="00D54957" w:rsidRPr="00D54957">
        <w:rPr>
          <w:lang w:val="de-DE"/>
        </w:rPr>
        <w:t>Bedeutung der dritten Abkürzung</w:t>
      </w:r>
    </w:p>
    <w:p w14:paraId="47BFDF7E" w14:textId="77777777" w:rsidR="00DA780A" w:rsidRDefault="00DA780A" w:rsidP="00DA780A">
      <w:pPr>
        <w:pStyle w:val="TextprceText"/>
        <w:ind w:firstLine="0"/>
        <w:rPr>
          <w:lang w:val="de-DE"/>
        </w:rPr>
      </w:pPr>
    </w:p>
    <w:p w14:paraId="502FA8A2" w14:textId="77777777" w:rsidR="00DA780A" w:rsidRDefault="00DA780A" w:rsidP="00DA780A">
      <w:pPr>
        <w:pStyle w:val="TextprceText"/>
        <w:ind w:firstLine="0"/>
        <w:rPr>
          <w:lang w:val="de-DE"/>
        </w:rPr>
      </w:pPr>
    </w:p>
    <w:p w14:paraId="07D09491" w14:textId="77777777" w:rsidR="00DA780A" w:rsidRDefault="00DA780A" w:rsidP="00DA780A">
      <w:pPr>
        <w:pStyle w:val="TextprceText"/>
        <w:ind w:firstLine="0"/>
        <w:rPr>
          <w:lang w:val="de-DE"/>
        </w:rPr>
      </w:pPr>
    </w:p>
    <w:p w14:paraId="0767BE32" w14:textId="77777777" w:rsidR="00DA780A" w:rsidRDefault="00DA780A" w:rsidP="00DA780A">
      <w:pPr>
        <w:pStyle w:val="TextprceText"/>
        <w:ind w:firstLine="0"/>
        <w:rPr>
          <w:lang w:val="de-DE"/>
        </w:rPr>
        <w:sectPr w:rsidR="00DA780A" w:rsidSect="00DA780A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06C85B7A" w14:textId="4F653547" w:rsidR="00DA780A" w:rsidRDefault="00DA780A">
      <w:pPr>
        <w:rPr>
          <w:color w:val="000000" w:themeColor="text1"/>
          <w:lang w:val="de-DE"/>
        </w:rPr>
      </w:pPr>
      <w:r>
        <w:rPr>
          <w:lang w:val="de-DE"/>
        </w:rPr>
        <w:br w:type="page"/>
      </w:r>
    </w:p>
    <w:p w14:paraId="190494E9" w14:textId="531F5F16" w:rsidR="0044149D" w:rsidRPr="00BF2828" w:rsidRDefault="00D54957" w:rsidP="0044149D">
      <w:pPr>
        <w:pStyle w:val="vodzvrIntroductionConclusion"/>
        <w:rPr>
          <w:lang w:val="de-DE"/>
        </w:rPr>
      </w:pPr>
      <w:bookmarkStart w:id="34" w:name="_Toc184163580"/>
      <w:r w:rsidRPr="00D54957">
        <w:rPr>
          <w:lang w:val="de-DE"/>
        </w:rPr>
        <w:lastRenderedPageBreak/>
        <w:t>Anhangsverzeichnis</w:t>
      </w:r>
      <w:bookmarkEnd w:id="34"/>
    </w:p>
    <w:p w14:paraId="5FD18051" w14:textId="21F32414" w:rsidR="0044149D" w:rsidRPr="00BF2828" w:rsidRDefault="00D54957" w:rsidP="003C64C0">
      <w:pPr>
        <w:pStyle w:val="Odstavec1Paragraph1"/>
        <w:rPr>
          <w:lang w:val="de-DE"/>
        </w:rPr>
      </w:pPr>
      <w:r w:rsidRPr="00D54957">
        <w:rPr>
          <w:lang w:val="de-DE"/>
        </w:rPr>
        <w:t>Anhang</w:t>
      </w:r>
      <w:r w:rsidR="00C1690A" w:rsidRPr="00BF2828">
        <w:rPr>
          <w:lang w:val="de-DE"/>
        </w:rPr>
        <w:t xml:space="preserve"> P I:</w:t>
      </w:r>
      <w:r w:rsidR="00E325A0" w:rsidRPr="00BF2828">
        <w:rPr>
          <w:lang w:val="de-DE"/>
        </w:rPr>
        <w:tab/>
      </w:r>
      <w:r w:rsidRPr="00D54957">
        <w:rPr>
          <w:lang w:val="de-DE"/>
        </w:rPr>
        <w:t>Titel des Anhangs</w:t>
      </w:r>
    </w:p>
    <w:p w14:paraId="435303B7" w14:textId="77777777" w:rsidR="00AE14E4" w:rsidRPr="00BF2828" w:rsidRDefault="00AE14E4" w:rsidP="008E64AE">
      <w:pPr>
        <w:pStyle w:val="TextprceText"/>
        <w:ind w:firstLine="0"/>
        <w:rPr>
          <w:lang w:val="de-DE"/>
        </w:rPr>
      </w:pPr>
    </w:p>
    <w:p w14:paraId="62C25B4B" w14:textId="77777777" w:rsidR="0044149D" w:rsidRPr="00BF2828" w:rsidRDefault="0044149D" w:rsidP="0044149D">
      <w:pPr>
        <w:pStyle w:val="TextprceText"/>
        <w:rPr>
          <w:lang w:val="de-DE"/>
        </w:rPr>
      </w:pPr>
    </w:p>
    <w:p w14:paraId="553547F4" w14:textId="3C7086D9" w:rsidR="0044149D" w:rsidRPr="00BF2828" w:rsidRDefault="0044149D" w:rsidP="0044149D">
      <w:pPr>
        <w:pStyle w:val="TextprceText"/>
        <w:rPr>
          <w:lang w:val="de-DE"/>
        </w:rPr>
        <w:sectPr w:rsidR="0044149D" w:rsidRPr="00BF2828" w:rsidSect="00DA780A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6F7B8627" w:rsidR="0044149D" w:rsidRPr="00BF2828" w:rsidRDefault="00D54957" w:rsidP="008E64AE">
      <w:pPr>
        <w:pStyle w:val="PlohaAttachment"/>
        <w:rPr>
          <w:lang w:val="de-DE"/>
        </w:rPr>
      </w:pPr>
      <w:r w:rsidRPr="00D54957">
        <w:rPr>
          <w:lang w:val="de-DE"/>
        </w:rPr>
        <w:lastRenderedPageBreak/>
        <w:t>Anhang</w:t>
      </w:r>
      <w:r w:rsidR="00696E38" w:rsidRPr="00BF2828">
        <w:rPr>
          <w:lang w:val="de-DE"/>
        </w:rPr>
        <w:t xml:space="preserve"> P I</w:t>
      </w:r>
      <w:r w:rsidR="0044149D" w:rsidRPr="00BF2828">
        <w:rPr>
          <w:lang w:val="de-DE"/>
        </w:rPr>
        <w:t xml:space="preserve">: </w:t>
      </w:r>
      <w:r w:rsidRPr="00D54957">
        <w:rPr>
          <w:lang w:val="de-DE"/>
        </w:rPr>
        <w:t>Titel des Anhangs</w:t>
      </w:r>
    </w:p>
    <w:p w14:paraId="3517F0EC" w14:textId="4A91651C" w:rsidR="008E64AE" w:rsidRPr="00BF2828" w:rsidRDefault="00D54957" w:rsidP="008E64AE">
      <w:pPr>
        <w:pStyle w:val="Odstavec1Paragraph1"/>
        <w:rPr>
          <w:lang w:val="de-DE"/>
        </w:rPr>
      </w:pPr>
      <w:r w:rsidRPr="00D54957">
        <w:rPr>
          <w:lang w:val="de-DE"/>
        </w:rPr>
        <w:t>Inhalt des ersten Anhangs</w:t>
      </w:r>
      <w:r w:rsidR="008E64AE" w:rsidRPr="00BF2828">
        <w:rPr>
          <w:lang w:val="de-DE"/>
        </w:rPr>
        <w:t>.</w:t>
      </w:r>
    </w:p>
    <w:sectPr w:rsidR="008E64AE" w:rsidRPr="00BF2828" w:rsidSect="003169F1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027E1" w14:textId="77777777" w:rsidR="00CF45A9" w:rsidRDefault="00CF45A9" w:rsidP="0056551F">
      <w:r>
        <w:separator/>
      </w:r>
    </w:p>
  </w:endnote>
  <w:endnote w:type="continuationSeparator" w:id="0">
    <w:p w14:paraId="65C60A41" w14:textId="77777777" w:rsidR="00CF45A9" w:rsidRDefault="00CF45A9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31691" w14:textId="77777777" w:rsidR="00CF45A9" w:rsidRDefault="00CF45A9" w:rsidP="0056551F">
      <w:r>
        <w:separator/>
      </w:r>
    </w:p>
  </w:footnote>
  <w:footnote w:type="continuationSeparator" w:id="0">
    <w:p w14:paraId="628056D6" w14:textId="77777777" w:rsidR="00CF45A9" w:rsidRDefault="00CF45A9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0B456" w14:textId="3C904252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906C16">
      <w:rPr>
        <w:noProof/>
      </w:rPr>
      <w:t>14</w:t>
    </w:r>
    <w:r>
      <w:fldChar w:fldCharType="end"/>
    </w:r>
    <w:r w:rsidRPr="00D04254">
      <w:t xml:space="preserve"> </w:t>
    </w:r>
    <w:r>
      <w:tab/>
    </w:r>
    <w:r w:rsidR="003F2612" w:rsidRPr="00C07FC4">
      <w:rPr>
        <w:lang w:val="en-US"/>
      </w:rPr>
      <w:t xml:space="preserve">TBU in Zlín, </w:t>
    </w:r>
    <w:proofErr w:type="spellStart"/>
    <w:r w:rsidR="00BF2828" w:rsidRPr="00BF2828">
      <w:rPr>
        <w:lang w:val="en-US"/>
      </w:rPr>
      <w:t>Humanwissenschaftliche</w:t>
    </w:r>
    <w:proofErr w:type="spellEnd"/>
    <w:r w:rsidR="00BF2828" w:rsidRPr="00BF2828">
      <w:rPr>
        <w:lang w:val="en-US"/>
      </w:rPr>
      <w:t xml:space="preserve"> </w:t>
    </w:r>
    <w:proofErr w:type="spellStart"/>
    <w:r w:rsidR="00BF2828" w:rsidRPr="00BF2828">
      <w:rPr>
        <w:lang w:val="en-US"/>
      </w:rPr>
      <w:t>Fakultät</w:t>
    </w:r>
    <w:proofErr w:type="spellEnd"/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F33B" w14:textId="5EC4ECEC" w:rsidR="00455973" w:rsidRDefault="003F2612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906C16">
      <w:rPr>
        <w:lang w:val="de-DE"/>
      </w:rPr>
      <w:t xml:space="preserve">TBU in Zlín, </w:t>
    </w:r>
    <w:r w:rsidR="00BF2828" w:rsidRPr="00906C16">
      <w:rPr>
        <w:lang w:val="de-DE"/>
      </w:rPr>
      <w:t>Humanwissenschaftliche Fakultät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906C16">
      <w:rPr>
        <w:noProof/>
      </w:rPr>
      <w:t>13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C75CBE00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147391">
    <w:abstractNumId w:val="43"/>
  </w:num>
  <w:num w:numId="2" w16cid:durableId="1075980632">
    <w:abstractNumId w:val="3"/>
  </w:num>
  <w:num w:numId="3" w16cid:durableId="116606965">
    <w:abstractNumId w:val="26"/>
  </w:num>
  <w:num w:numId="4" w16cid:durableId="1543514957">
    <w:abstractNumId w:val="43"/>
    <w:lvlOverride w:ilvl="0">
      <w:startOverride w:val="1"/>
    </w:lvlOverride>
  </w:num>
  <w:num w:numId="5" w16cid:durableId="255209346">
    <w:abstractNumId w:val="35"/>
  </w:num>
  <w:num w:numId="6" w16cid:durableId="556673875">
    <w:abstractNumId w:val="47"/>
  </w:num>
  <w:num w:numId="7" w16cid:durableId="2040737592">
    <w:abstractNumId w:val="40"/>
  </w:num>
  <w:num w:numId="8" w16cid:durableId="1371345234">
    <w:abstractNumId w:val="48"/>
  </w:num>
  <w:num w:numId="9" w16cid:durableId="1680545973">
    <w:abstractNumId w:val="38"/>
  </w:num>
  <w:num w:numId="10" w16cid:durableId="565529506">
    <w:abstractNumId w:val="28"/>
  </w:num>
  <w:num w:numId="11" w16cid:durableId="2140609020">
    <w:abstractNumId w:val="2"/>
  </w:num>
  <w:num w:numId="12" w16cid:durableId="437602268">
    <w:abstractNumId w:val="37"/>
  </w:num>
  <w:num w:numId="13" w16cid:durableId="1207836463">
    <w:abstractNumId w:val="25"/>
  </w:num>
  <w:num w:numId="14" w16cid:durableId="1666741206">
    <w:abstractNumId w:val="30"/>
  </w:num>
  <w:num w:numId="15" w16cid:durableId="296843478">
    <w:abstractNumId w:val="19"/>
  </w:num>
  <w:num w:numId="16" w16cid:durableId="433137224">
    <w:abstractNumId w:val="32"/>
  </w:num>
  <w:num w:numId="17" w16cid:durableId="2043245316">
    <w:abstractNumId w:val="11"/>
  </w:num>
  <w:num w:numId="18" w16cid:durableId="626933944">
    <w:abstractNumId w:val="14"/>
  </w:num>
  <w:num w:numId="19" w16cid:durableId="895314260">
    <w:abstractNumId w:val="23"/>
  </w:num>
  <w:num w:numId="20" w16cid:durableId="1177303960">
    <w:abstractNumId w:val="12"/>
  </w:num>
  <w:num w:numId="21" w16cid:durableId="14619747">
    <w:abstractNumId w:val="9"/>
  </w:num>
  <w:num w:numId="22" w16cid:durableId="832991950">
    <w:abstractNumId w:val="34"/>
  </w:num>
  <w:num w:numId="23" w16cid:durableId="1633289241">
    <w:abstractNumId w:val="15"/>
  </w:num>
  <w:num w:numId="24" w16cid:durableId="1373114212">
    <w:abstractNumId w:val="21"/>
  </w:num>
  <w:num w:numId="25" w16cid:durableId="515774348">
    <w:abstractNumId w:val="8"/>
  </w:num>
  <w:num w:numId="26" w16cid:durableId="1314721441">
    <w:abstractNumId w:val="5"/>
  </w:num>
  <w:num w:numId="27" w16cid:durableId="1208448653">
    <w:abstractNumId w:val="41"/>
  </w:num>
  <w:num w:numId="28" w16cid:durableId="1328483148">
    <w:abstractNumId w:val="36"/>
  </w:num>
  <w:num w:numId="29" w16cid:durableId="1481196202">
    <w:abstractNumId w:val="0"/>
  </w:num>
  <w:num w:numId="30" w16cid:durableId="857744015">
    <w:abstractNumId w:val="29"/>
  </w:num>
  <w:num w:numId="31" w16cid:durableId="957219918">
    <w:abstractNumId w:val="1"/>
  </w:num>
  <w:num w:numId="32" w16cid:durableId="721904289">
    <w:abstractNumId w:val="45"/>
  </w:num>
  <w:num w:numId="33" w16cid:durableId="1721442553">
    <w:abstractNumId w:val="4"/>
  </w:num>
  <w:num w:numId="34" w16cid:durableId="1520125236">
    <w:abstractNumId w:val="33"/>
  </w:num>
  <w:num w:numId="35" w16cid:durableId="63071627">
    <w:abstractNumId w:val="42"/>
  </w:num>
  <w:num w:numId="36" w16cid:durableId="619725067">
    <w:abstractNumId w:val="31"/>
  </w:num>
  <w:num w:numId="37" w16cid:durableId="2065595840">
    <w:abstractNumId w:val="39"/>
  </w:num>
  <w:num w:numId="38" w16cid:durableId="46955929">
    <w:abstractNumId w:val="10"/>
  </w:num>
  <w:num w:numId="39" w16cid:durableId="846284412">
    <w:abstractNumId w:val="46"/>
  </w:num>
  <w:num w:numId="40" w16cid:durableId="766853890">
    <w:abstractNumId w:val="13"/>
  </w:num>
  <w:num w:numId="41" w16cid:durableId="808787104">
    <w:abstractNumId w:val="18"/>
  </w:num>
  <w:num w:numId="42" w16cid:durableId="349451634">
    <w:abstractNumId w:val="22"/>
  </w:num>
  <w:num w:numId="43" w16cid:durableId="1098408655">
    <w:abstractNumId w:val="6"/>
  </w:num>
  <w:num w:numId="44" w16cid:durableId="1537037880">
    <w:abstractNumId w:val="17"/>
  </w:num>
  <w:num w:numId="45" w16cid:durableId="435759305">
    <w:abstractNumId w:val="20"/>
  </w:num>
  <w:num w:numId="46" w16cid:durableId="408960668">
    <w:abstractNumId w:val="24"/>
  </w:num>
  <w:num w:numId="47" w16cid:durableId="588660711">
    <w:abstractNumId w:val="7"/>
  </w:num>
  <w:num w:numId="48" w16cid:durableId="1088620030">
    <w:abstractNumId w:val="16"/>
  </w:num>
  <w:num w:numId="49" w16cid:durableId="67460660">
    <w:abstractNumId w:val="27"/>
  </w:num>
  <w:num w:numId="50" w16cid:durableId="63576508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B2C"/>
    <w:rsid w:val="0002142B"/>
    <w:rsid w:val="0002626D"/>
    <w:rsid w:val="0002720C"/>
    <w:rsid w:val="00041628"/>
    <w:rsid w:val="00046CE1"/>
    <w:rsid w:val="00051510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94D26"/>
    <w:rsid w:val="000A3C02"/>
    <w:rsid w:val="000A5332"/>
    <w:rsid w:val="000B3245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2E4E"/>
    <w:rsid w:val="00123912"/>
    <w:rsid w:val="00143EEB"/>
    <w:rsid w:val="001461C5"/>
    <w:rsid w:val="001474B2"/>
    <w:rsid w:val="00152DFE"/>
    <w:rsid w:val="00155082"/>
    <w:rsid w:val="0016172F"/>
    <w:rsid w:val="00164862"/>
    <w:rsid w:val="00166F74"/>
    <w:rsid w:val="00174367"/>
    <w:rsid w:val="00174AB3"/>
    <w:rsid w:val="001756E3"/>
    <w:rsid w:val="0017688F"/>
    <w:rsid w:val="00176F5A"/>
    <w:rsid w:val="00187961"/>
    <w:rsid w:val="001969AE"/>
    <w:rsid w:val="00196BA2"/>
    <w:rsid w:val="001A2265"/>
    <w:rsid w:val="001A3217"/>
    <w:rsid w:val="001B2F64"/>
    <w:rsid w:val="001B5D92"/>
    <w:rsid w:val="001C3A31"/>
    <w:rsid w:val="001D2486"/>
    <w:rsid w:val="001D43C2"/>
    <w:rsid w:val="001D7C32"/>
    <w:rsid w:val="001E3DEE"/>
    <w:rsid w:val="001F3EA4"/>
    <w:rsid w:val="001F4AA5"/>
    <w:rsid w:val="001F5520"/>
    <w:rsid w:val="00211C9B"/>
    <w:rsid w:val="0021269C"/>
    <w:rsid w:val="00225F7F"/>
    <w:rsid w:val="002332A1"/>
    <w:rsid w:val="00243405"/>
    <w:rsid w:val="00250BFB"/>
    <w:rsid w:val="00252949"/>
    <w:rsid w:val="002563FD"/>
    <w:rsid w:val="00266885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7052"/>
    <w:rsid w:val="002C1095"/>
    <w:rsid w:val="002C30A2"/>
    <w:rsid w:val="002C3B15"/>
    <w:rsid w:val="002C52D3"/>
    <w:rsid w:val="002C5DD9"/>
    <w:rsid w:val="002E16AE"/>
    <w:rsid w:val="002F0A18"/>
    <w:rsid w:val="002F224F"/>
    <w:rsid w:val="002F3E3B"/>
    <w:rsid w:val="002F71ED"/>
    <w:rsid w:val="0030363E"/>
    <w:rsid w:val="00310B2C"/>
    <w:rsid w:val="003154EA"/>
    <w:rsid w:val="00315CB9"/>
    <w:rsid w:val="00315CEF"/>
    <w:rsid w:val="003169F1"/>
    <w:rsid w:val="0032660F"/>
    <w:rsid w:val="003334E1"/>
    <w:rsid w:val="00337B80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29F6"/>
    <w:rsid w:val="00396239"/>
    <w:rsid w:val="00396C22"/>
    <w:rsid w:val="003C1F14"/>
    <w:rsid w:val="003C64C0"/>
    <w:rsid w:val="003D07F3"/>
    <w:rsid w:val="003D0ABF"/>
    <w:rsid w:val="003D17AF"/>
    <w:rsid w:val="003D29C7"/>
    <w:rsid w:val="003D7A0D"/>
    <w:rsid w:val="003E4C6A"/>
    <w:rsid w:val="003E7225"/>
    <w:rsid w:val="003F2612"/>
    <w:rsid w:val="003F29A0"/>
    <w:rsid w:val="003F51C5"/>
    <w:rsid w:val="00400D37"/>
    <w:rsid w:val="00406811"/>
    <w:rsid w:val="00411ABE"/>
    <w:rsid w:val="004177B1"/>
    <w:rsid w:val="0042085B"/>
    <w:rsid w:val="0044149D"/>
    <w:rsid w:val="00443228"/>
    <w:rsid w:val="00447F57"/>
    <w:rsid w:val="004504F2"/>
    <w:rsid w:val="00455973"/>
    <w:rsid w:val="00456E1C"/>
    <w:rsid w:val="0046491C"/>
    <w:rsid w:val="00467B5F"/>
    <w:rsid w:val="00473226"/>
    <w:rsid w:val="0047409D"/>
    <w:rsid w:val="00483621"/>
    <w:rsid w:val="00483D9A"/>
    <w:rsid w:val="00484360"/>
    <w:rsid w:val="00487DB9"/>
    <w:rsid w:val="00490116"/>
    <w:rsid w:val="004978FA"/>
    <w:rsid w:val="004A10EC"/>
    <w:rsid w:val="004A28EF"/>
    <w:rsid w:val="004A2DD9"/>
    <w:rsid w:val="004B082C"/>
    <w:rsid w:val="004C306D"/>
    <w:rsid w:val="004D16F9"/>
    <w:rsid w:val="004D6AAE"/>
    <w:rsid w:val="004E0340"/>
    <w:rsid w:val="004E3046"/>
    <w:rsid w:val="004E4A74"/>
    <w:rsid w:val="004F7B1B"/>
    <w:rsid w:val="005025B0"/>
    <w:rsid w:val="00502790"/>
    <w:rsid w:val="00502CD1"/>
    <w:rsid w:val="0050363D"/>
    <w:rsid w:val="00505767"/>
    <w:rsid w:val="00510149"/>
    <w:rsid w:val="00512B10"/>
    <w:rsid w:val="00521F7F"/>
    <w:rsid w:val="00523C03"/>
    <w:rsid w:val="005274FA"/>
    <w:rsid w:val="0053130A"/>
    <w:rsid w:val="00531601"/>
    <w:rsid w:val="005372C5"/>
    <w:rsid w:val="005405AF"/>
    <w:rsid w:val="00543E31"/>
    <w:rsid w:val="005465A5"/>
    <w:rsid w:val="00546D01"/>
    <w:rsid w:val="00563813"/>
    <w:rsid w:val="0056551F"/>
    <w:rsid w:val="005717BD"/>
    <w:rsid w:val="00575D9A"/>
    <w:rsid w:val="00584416"/>
    <w:rsid w:val="0059196E"/>
    <w:rsid w:val="005A383F"/>
    <w:rsid w:val="005A4456"/>
    <w:rsid w:val="005A6202"/>
    <w:rsid w:val="005B44A1"/>
    <w:rsid w:val="005B771C"/>
    <w:rsid w:val="005C742E"/>
    <w:rsid w:val="005D4073"/>
    <w:rsid w:val="005D7FA4"/>
    <w:rsid w:val="005E29D4"/>
    <w:rsid w:val="005F1450"/>
    <w:rsid w:val="005F515C"/>
    <w:rsid w:val="005F6E8C"/>
    <w:rsid w:val="005F786F"/>
    <w:rsid w:val="00600D32"/>
    <w:rsid w:val="00600EB9"/>
    <w:rsid w:val="006065F9"/>
    <w:rsid w:val="00612FDB"/>
    <w:rsid w:val="00617365"/>
    <w:rsid w:val="006218C9"/>
    <w:rsid w:val="00623C9B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7A3A"/>
    <w:rsid w:val="00660CC9"/>
    <w:rsid w:val="006615BB"/>
    <w:rsid w:val="00666B24"/>
    <w:rsid w:val="006677D9"/>
    <w:rsid w:val="00670DA8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B6715"/>
    <w:rsid w:val="006C428A"/>
    <w:rsid w:val="006D2B64"/>
    <w:rsid w:val="006D5295"/>
    <w:rsid w:val="006D5560"/>
    <w:rsid w:val="006E3638"/>
    <w:rsid w:val="006E5B6A"/>
    <w:rsid w:val="006E7AFF"/>
    <w:rsid w:val="006F012C"/>
    <w:rsid w:val="006F2EDD"/>
    <w:rsid w:val="00701DED"/>
    <w:rsid w:val="00710845"/>
    <w:rsid w:val="0071372A"/>
    <w:rsid w:val="00713E2A"/>
    <w:rsid w:val="007157C0"/>
    <w:rsid w:val="0072267F"/>
    <w:rsid w:val="007233F8"/>
    <w:rsid w:val="00724749"/>
    <w:rsid w:val="007252FB"/>
    <w:rsid w:val="0072548D"/>
    <w:rsid w:val="007531EB"/>
    <w:rsid w:val="00754F1E"/>
    <w:rsid w:val="00756929"/>
    <w:rsid w:val="0077436B"/>
    <w:rsid w:val="00777A84"/>
    <w:rsid w:val="007838C6"/>
    <w:rsid w:val="007867B1"/>
    <w:rsid w:val="00794ED7"/>
    <w:rsid w:val="007B0227"/>
    <w:rsid w:val="007B34D0"/>
    <w:rsid w:val="007B6B4E"/>
    <w:rsid w:val="007B76A7"/>
    <w:rsid w:val="007C4680"/>
    <w:rsid w:val="007C54C2"/>
    <w:rsid w:val="007C65FB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3EFC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61627"/>
    <w:rsid w:val="00861660"/>
    <w:rsid w:val="00862B11"/>
    <w:rsid w:val="008901C3"/>
    <w:rsid w:val="00890D59"/>
    <w:rsid w:val="008922E9"/>
    <w:rsid w:val="00896B61"/>
    <w:rsid w:val="008A0C7F"/>
    <w:rsid w:val="008A72F4"/>
    <w:rsid w:val="008B49FC"/>
    <w:rsid w:val="008B7197"/>
    <w:rsid w:val="008C7316"/>
    <w:rsid w:val="008D1A6F"/>
    <w:rsid w:val="008D3C48"/>
    <w:rsid w:val="008D6995"/>
    <w:rsid w:val="008D7A15"/>
    <w:rsid w:val="008E38F6"/>
    <w:rsid w:val="008E64AE"/>
    <w:rsid w:val="008F1268"/>
    <w:rsid w:val="008F6D48"/>
    <w:rsid w:val="00906C16"/>
    <w:rsid w:val="009106F2"/>
    <w:rsid w:val="0092017F"/>
    <w:rsid w:val="009236C9"/>
    <w:rsid w:val="009272D2"/>
    <w:rsid w:val="009340B2"/>
    <w:rsid w:val="009358B9"/>
    <w:rsid w:val="00954753"/>
    <w:rsid w:val="00954DAE"/>
    <w:rsid w:val="00955468"/>
    <w:rsid w:val="00956F57"/>
    <w:rsid w:val="009571F6"/>
    <w:rsid w:val="0096239D"/>
    <w:rsid w:val="009650E5"/>
    <w:rsid w:val="0096510B"/>
    <w:rsid w:val="00966814"/>
    <w:rsid w:val="009771F4"/>
    <w:rsid w:val="0098009D"/>
    <w:rsid w:val="009920B9"/>
    <w:rsid w:val="009953BF"/>
    <w:rsid w:val="009A1BA4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F1B7B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30F8"/>
    <w:rsid w:val="00A44BCE"/>
    <w:rsid w:val="00A54BFA"/>
    <w:rsid w:val="00A561F4"/>
    <w:rsid w:val="00A57C0C"/>
    <w:rsid w:val="00A604C3"/>
    <w:rsid w:val="00A6796E"/>
    <w:rsid w:val="00A67F12"/>
    <w:rsid w:val="00A714A1"/>
    <w:rsid w:val="00A7335E"/>
    <w:rsid w:val="00A75BE5"/>
    <w:rsid w:val="00A87C1B"/>
    <w:rsid w:val="00AA6554"/>
    <w:rsid w:val="00AA6D0C"/>
    <w:rsid w:val="00AB35B9"/>
    <w:rsid w:val="00AB5329"/>
    <w:rsid w:val="00AC0831"/>
    <w:rsid w:val="00AC2767"/>
    <w:rsid w:val="00AC29F2"/>
    <w:rsid w:val="00AC3FA7"/>
    <w:rsid w:val="00AC6C5A"/>
    <w:rsid w:val="00AD1D39"/>
    <w:rsid w:val="00AD1E4A"/>
    <w:rsid w:val="00AD222B"/>
    <w:rsid w:val="00AD33B7"/>
    <w:rsid w:val="00AD4851"/>
    <w:rsid w:val="00AD6C16"/>
    <w:rsid w:val="00AE00B3"/>
    <w:rsid w:val="00AE0231"/>
    <w:rsid w:val="00AE14E4"/>
    <w:rsid w:val="00AF0293"/>
    <w:rsid w:val="00AF43E8"/>
    <w:rsid w:val="00AF6D8B"/>
    <w:rsid w:val="00AF787A"/>
    <w:rsid w:val="00B0095D"/>
    <w:rsid w:val="00B056D8"/>
    <w:rsid w:val="00B206AA"/>
    <w:rsid w:val="00B30BE6"/>
    <w:rsid w:val="00B33ED0"/>
    <w:rsid w:val="00B34815"/>
    <w:rsid w:val="00B43981"/>
    <w:rsid w:val="00B53F9E"/>
    <w:rsid w:val="00B54703"/>
    <w:rsid w:val="00B60915"/>
    <w:rsid w:val="00B65BCE"/>
    <w:rsid w:val="00B753AD"/>
    <w:rsid w:val="00B76E74"/>
    <w:rsid w:val="00B829A0"/>
    <w:rsid w:val="00B85CAE"/>
    <w:rsid w:val="00B873B7"/>
    <w:rsid w:val="00B96409"/>
    <w:rsid w:val="00BA16C4"/>
    <w:rsid w:val="00BA4767"/>
    <w:rsid w:val="00BB20E9"/>
    <w:rsid w:val="00BC50D5"/>
    <w:rsid w:val="00BC5F2D"/>
    <w:rsid w:val="00BE120A"/>
    <w:rsid w:val="00BE217C"/>
    <w:rsid w:val="00BE4192"/>
    <w:rsid w:val="00BF1FCC"/>
    <w:rsid w:val="00BF2828"/>
    <w:rsid w:val="00BF416D"/>
    <w:rsid w:val="00C077C9"/>
    <w:rsid w:val="00C1690A"/>
    <w:rsid w:val="00C2696E"/>
    <w:rsid w:val="00C33473"/>
    <w:rsid w:val="00C341B0"/>
    <w:rsid w:val="00C4393B"/>
    <w:rsid w:val="00C5195F"/>
    <w:rsid w:val="00C61068"/>
    <w:rsid w:val="00C6148D"/>
    <w:rsid w:val="00C64177"/>
    <w:rsid w:val="00C65284"/>
    <w:rsid w:val="00C7336F"/>
    <w:rsid w:val="00C91B43"/>
    <w:rsid w:val="00C95FCA"/>
    <w:rsid w:val="00C9748B"/>
    <w:rsid w:val="00CA4055"/>
    <w:rsid w:val="00CA6F7D"/>
    <w:rsid w:val="00CA730F"/>
    <w:rsid w:val="00CB0ABB"/>
    <w:rsid w:val="00CB13FC"/>
    <w:rsid w:val="00CC1689"/>
    <w:rsid w:val="00CC2338"/>
    <w:rsid w:val="00CD078C"/>
    <w:rsid w:val="00CD144D"/>
    <w:rsid w:val="00CD5336"/>
    <w:rsid w:val="00CE0AA0"/>
    <w:rsid w:val="00CE2ED0"/>
    <w:rsid w:val="00CE5997"/>
    <w:rsid w:val="00CE6B87"/>
    <w:rsid w:val="00CE7187"/>
    <w:rsid w:val="00CF0EC9"/>
    <w:rsid w:val="00CF251C"/>
    <w:rsid w:val="00CF45A9"/>
    <w:rsid w:val="00CF597F"/>
    <w:rsid w:val="00D00228"/>
    <w:rsid w:val="00D03533"/>
    <w:rsid w:val="00D03DD5"/>
    <w:rsid w:val="00D04254"/>
    <w:rsid w:val="00D1013F"/>
    <w:rsid w:val="00D128F1"/>
    <w:rsid w:val="00D132A7"/>
    <w:rsid w:val="00D16F43"/>
    <w:rsid w:val="00D2128A"/>
    <w:rsid w:val="00D27258"/>
    <w:rsid w:val="00D274A1"/>
    <w:rsid w:val="00D3065A"/>
    <w:rsid w:val="00D33048"/>
    <w:rsid w:val="00D3417C"/>
    <w:rsid w:val="00D34939"/>
    <w:rsid w:val="00D4432A"/>
    <w:rsid w:val="00D4562A"/>
    <w:rsid w:val="00D46D26"/>
    <w:rsid w:val="00D5484A"/>
    <w:rsid w:val="00D54957"/>
    <w:rsid w:val="00D607F9"/>
    <w:rsid w:val="00D64BE4"/>
    <w:rsid w:val="00D65497"/>
    <w:rsid w:val="00D659BF"/>
    <w:rsid w:val="00D77BC8"/>
    <w:rsid w:val="00D81E35"/>
    <w:rsid w:val="00D95A11"/>
    <w:rsid w:val="00DA0A2B"/>
    <w:rsid w:val="00DA0C09"/>
    <w:rsid w:val="00DA780A"/>
    <w:rsid w:val="00DB3B40"/>
    <w:rsid w:val="00DB55D6"/>
    <w:rsid w:val="00DC0ADD"/>
    <w:rsid w:val="00DC379C"/>
    <w:rsid w:val="00DC6DC6"/>
    <w:rsid w:val="00DC7801"/>
    <w:rsid w:val="00DD17A4"/>
    <w:rsid w:val="00DE1185"/>
    <w:rsid w:val="00DE22EF"/>
    <w:rsid w:val="00DE6FB8"/>
    <w:rsid w:val="00DE78B4"/>
    <w:rsid w:val="00DF69BE"/>
    <w:rsid w:val="00DF778F"/>
    <w:rsid w:val="00E0477F"/>
    <w:rsid w:val="00E11CA8"/>
    <w:rsid w:val="00E13EB7"/>
    <w:rsid w:val="00E14E3E"/>
    <w:rsid w:val="00E16187"/>
    <w:rsid w:val="00E174D3"/>
    <w:rsid w:val="00E22162"/>
    <w:rsid w:val="00E25BCC"/>
    <w:rsid w:val="00E325A0"/>
    <w:rsid w:val="00E3756F"/>
    <w:rsid w:val="00E42718"/>
    <w:rsid w:val="00E503EE"/>
    <w:rsid w:val="00E52054"/>
    <w:rsid w:val="00E54E9A"/>
    <w:rsid w:val="00E803E3"/>
    <w:rsid w:val="00E820A0"/>
    <w:rsid w:val="00E863A0"/>
    <w:rsid w:val="00E96073"/>
    <w:rsid w:val="00EA0A4B"/>
    <w:rsid w:val="00EB26DD"/>
    <w:rsid w:val="00EB3868"/>
    <w:rsid w:val="00EC08AA"/>
    <w:rsid w:val="00EC72D3"/>
    <w:rsid w:val="00EE0F0D"/>
    <w:rsid w:val="00EE526C"/>
    <w:rsid w:val="00F00C75"/>
    <w:rsid w:val="00F01F11"/>
    <w:rsid w:val="00F143DA"/>
    <w:rsid w:val="00F24DF2"/>
    <w:rsid w:val="00F2582A"/>
    <w:rsid w:val="00F272BC"/>
    <w:rsid w:val="00F276DB"/>
    <w:rsid w:val="00F27AA3"/>
    <w:rsid w:val="00F31C79"/>
    <w:rsid w:val="00F52028"/>
    <w:rsid w:val="00F54B89"/>
    <w:rsid w:val="00F643CE"/>
    <w:rsid w:val="00F66AD5"/>
    <w:rsid w:val="00F67947"/>
    <w:rsid w:val="00F76B93"/>
    <w:rsid w:val="00F805E8"/>
    <w:rsid w:val="00F86D65"/>
    <w:rsid w:val="00F86E5D"/>
    <w:rsid w:val="00F91635"/>
    <w:rsid w:val="00FA12A9"/>
    <w:rsid w:val="00FA2256"/>
    <w:rsid w:val="00FB24B9"/>
    <w:rsid w:val="00FB4674"/>
    <w:rsid w:val="00FB553A"/>
    <w:rsid w:val="00FC4CAF"/>
    <w:rsid w:val="00FC7A64"/>
    <w:rsid w:val="00FD4499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52DFE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152DFE"/>
    <w:pPr>
      <w:tabs>
        <w:tab w:val="right" w:leader="dot" w:pos="8777"/>
      </w:tabs>
      <w:spacing w:before="120" w:after="120"/>
      <w:ind w:left="993" w:right="567" w:hanging="709"/>
      <w:jc w:val="left"/>
      <w:outlineLvl w:val="0"/>
    </w:pPr>
    <w:rPr>
      <w:smallCaps/>
    </w:rPr>
  </w:style>
  <w:style w:type="paragraph" w:styleId="Obsah3">
    <w:name w:val="toc 3"/>
    <w:basedOn w:val="Normln"/>
    <w:next w:val="Normln"/>
    <w:autoRedefine/>
    <w:uiPriority w:val="39"/>
    <w:unhideWhenUsed/>
    <w:rsid w:val="00152DFE"/>
    <w:pPr>
      <w:tabs>
        <w:tab w:val="right" w:leader="dot" w:pos="8777"/>
      </w:tabs>
      <w:ind w:left="1418" w:right="567" w:hanging="851"/>
      <w:jc w:val="left"/>
      <w:outlineLvl w:val="2"/>
    </w:p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AC0831"/>
    <w:pPr>
      <w:outlineLvl w:val="9"/>
    </w:pPr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AC0831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52DFE"/>
    <w:pPr>
      <w:keepLines/>
      <w:pageBreakBefore w:val="0"/>
      <w:numPr>
        <w:numId w:val="0"/>
      </w:numPr>
      <w:tabs>
        <w:tab w:val="clear" w:pos="567"/>
      </w:tabs>
      <w:spacing w:after="180"/>
      <w:outlineLvl w:val="9"/>
    </w:pPr>
    <w:rPr>
      <w:rFonts w:eastAsiaTheme="majorEastAsia" w:cstheme="majorBidi"/>
      <w:bCs w:val="0"/>
      <w:kern w:val="0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29A0"/>
    <w:pPr>
      <w:jc w:val="left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29A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  <w:style w:type="character" w:customStyle="1" w:styleId="PouitzdrojenzevBibliographytitle">
    <w:name w:val="Použité zdroje:název/Bibliography:title"/>
    <w:basedOn w:val="TextprceTextChar"/>
    <w:uiPriority w:val="1"/>
    <w:qFormat/>
    <w:rsid w:val="00122E4E"/>
    <w:rPr>
      <w:rFonts w:ascii="Times New Roman" w:eastAsia="Times New Roman" w:hAnsi="Times New Roman" w:cs="Times New Roman"/>
      <w:i/>
      <w:color w:val="000000" w:themeColor="text1"/>
      <w:sz w:val="24"/>
      <w:szCs w:val="24"/>
      <w:lang w:eastAsia="cs-CZ"/>
    </w:rPr>
  </w:style>
  <w:style w:type="paragraph" w:customStyle="1" w:styleId="PouitzdrojeBibliography">
    <w:name w:val="Použité zdroje/Bibliography"/>
    <w:basedOn w:val="Normln"/>
    <w:uiPriority w:val="99"/>
    <w:qFormat/>
    <w:rsid w:val="00122E4E"/>
    <w:pPr>
      <w:tabs>
        <w:tab w:val="left" w:pos="425"/>
        <w:tab w:val="right" w:pos="709"/>
        <w:tab w:val="left" w:pos="851"/>
      </w:tabs>
      <w:suppressAutoHyphens/>
      <w:spacing w:line="360" w:lineRule="auto"/>
      <w:ind w:left="425" w:hanging="425"/>
      <w:jc w:val="left"/>
    </w:pPr>
    <w:rPr>
      <w:lang w:val="en-GB"/>
    </w:rPr>
  </w:style>
  <w:style w:type="paragraph" w:customStyle="1" w:styleId="Blockzitate">
    <w:name w:val="Blockzitate"/>
    <w:basedOn w:val="TextprceText"/>
    <w:qFormat/>
    <w:rsid w:val="003F29A0"/>
    <w:pPr>
      <w:spacing w:before="240" w:after="240"/>
      <w:ind w:left="425" w:right="425" w:firstLine="0"/>
      <w:contextualSpacing/>
    </w:pPr>
    <w:rPr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382"/>
    <w:rsid w:val="00017FDD"/>
    <w:rsid w:val="00044DC5"/>
    <w:rsid w:val="001472D7"/>
    <w:rsid w:val="002447A5"/>
    <w:rsid w:val="002977F4"/>
    <w:rsid w:val="002C53C9"/>
    <w:rsid w:val="002F3E3B"/>
    <w:rsid w:val="00324F6A"/>
    <w:rsid w:val="0039368B"/>
    <w:rsid w:val="003D17AF"/>
    <w:rsid w:val="00415889"/>
    <w:rsid w:val="0048547E"/>
    <w:rsid w:val="004E0340"/>
    <w:rsid w:val="00531382"/>
    <w:rsid w:val="00575D9A"/>
    <w:rsid w:val="006B6715"/>
    <w:rsid w:val="007B71FA"/>
    <w:rsid w:val="007C54C2"/>
    <w:rsid w:val="00882967"/>
    <w:rsid w:val="008E46F9"/>
    <w:rsid w:val="00914385"/>
    <w:rsid w:val="009A6881"/>
    <w:rsid w:val="00A85094"/>
    <w:rsid w:val="00AF43E8"/>
    <w:rsid w:val="00B07746"/>
    <w:rsid w:val="00B73610"/>
    <w:rsid w:val="00CE172A"/>
    <w:rsid w:val="00D07DD2"/>
    <w:rsid w:val="00D807C6"/>
    <w:rsid w:val="00F2323B"/>
    <w:rsid w:val="00F5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83C76-9C08-4B97-8BB4-BBE3FA690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12</TotalTime>
  <Pages>24</Pages>
  <Words>1863</Words>
  <Characters>10994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Vorlage -- These</vt:lpstr>
    </vt:vector>
  </TitlesOfParts>
  <Company>K.UTB Zlín</Company>
  <LinksUpToDate>false</LinksUpToDate>
  <CharactersWithSpaces>12832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-- These</dc:title>
  <dc:subject/>
  <dc:creator>Světlana Hrabinová</dc:creator>
  <cp:keywords>version_2024</cp:keywords>
  <dc:description/>
  <cp:lastModifiedBy>Světlana Hrabinová</cp:lastModifiedBy>
  <cp:revision>11</cp:revision>
  <cp:lastPrinted>2024-07-18T14:50:00Z</cp:lastPrinted>
  <dcterms:created xsi:type="dcterms:W3CDTF">2024-11-27T22:08:00Z</dcterms:created>
  <dcterms:modified xsi:type="dcterms:W3CDTF">2024-12-03T23:12:00Z</dcterms:modified>
</cp:coreProperties>
</file>